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CBDB" w14:textId="6EE9DA71" w:rsidR="00A15D28" w:rsidRPr="00347FF0" w:rsidRDefault="00A15D28" w:rsidP="00347FF0">
      <w:pPr>
        <w:spacing w:after="240"/>
        <w:jc w:val="center"/>
        <w:rPr>
          <w:rFonts w:ascii="Times New Roman" w:hAnsi="Times New Roman"/>
          <w:color w:val="auto"/>
          <w:sz w:val="24"/>
          <w:szCs w:val="24"/>
        </w:rPr>
      </w:pPr>
      <w:r>
        <w:rPr>
          <w:rFonts w:ascii="Times New Roman" w:hAnsi="Times New Roman"/>
          <w:color w:val="auto"/>
          <w:sz w:val="24"/>
          <w:szCs w:val="24"/>
        </w:rPr>
        <w:t>PŘÍLOHA XXIII</w:t>
      </w:r>
    </w:p>
    <w:p w14:paraId="1F38417D" w14:textId="58128DCA" w:rsidR="00A15D28" w:rsidRPr="001A280E" w:rsidRDefault="003A5275" w:rsidP="00347FF0">
      <w:pPr>
        <w:spacing w:after="240"/>
        <w:jc w:val="center"/>
        <w:rPr>
          <w:rFonts w:ascii="Times New Roman" w:hAnsi="Times New Roman"/>
          <w:sz w:val="24"/>
          <w:szCs w:val="24"/>
        </w:rPr>
      </w:pPr>
      <w:r>
        <w:rPr>
          <w:rFonts w:ascii="Times New Roman" w:hAnsi="Times New Roman"/>
          <w:b/>
          <w:sz w:val="24"/>
          <w:szCs w:val="24"/>
        </w:rPr>
        <w:t>POKYNY PRO PODÁVÁNÍ ZPRÁV O TABULCE SPLATNOSTÍ</w:t>
      </w:r>
    </w:p>
    <w:p w14:paraId="4C352357" w14:textId="77777777" w:rsidR="00F4754B" w:rsidRPr="001A280E" w:rsidRDefault="00F4754B" w:rsidP="00347FF0">
      <w:pPr>
        <w:pStyle w:val="BodyText1"/>
        <w:spacing w:after="240"/>
        <w:rPr>
          <w:rFonts w:ascii="Times New Roman" w:hAnsi="Times New Roman"/>
          <w:sz w:val="24"/>
          <w:szCs w:val="24"/>
        </w:rPr>
      </w:pPr>
    </w:p>
    <w:p w14:paraId="2D998CA9" w14:textId="77777777" w:rsidR="00A15D28" w:rsidRPr="001A280E" w:rsidRDefault="00A15D28" w:rsidP="00347FF0">
      <w:pPr>
        <w:pStyle w:val="BodyText1"/>
        <w:spacing w:after="240"/>
        <w:rPr>
          <w:rFonts w:ascii="Times New Roman" w:hAnsi="Times New Roman"/>
          <w:sz w:val="24"/>
          <w:szCs w:val="24"/>
        </w:rPr>
      </w:pPr>
    </w:p>
    <w:p w14:paraId="76B5F0E1" w14:textId="77777777" w:rsidR="00F4754B" w:rsidRPr="001A280E" w:rsidRDefault="00F4754B" w:rsidP="00347FF0">
      <w:pPr>
        <w:pStyle w:val="BodyText1"/>
        <w:spacing w:after="240"/>
        <w:rPr>
          <w:rFonts w:ascii="Times New Roman" w:hAnsi="Times New Roman"/>
          <w:sz w:val="24"/>
          <w:szCs w:val="24"/>
        </w:rPr>
      </w:pPr>
    </w:p>
    <w:p w14:paraId="3CE6DE80" w14:textId="77777777" w:rsidR="009112BB" w:rsidRPr="001A280E" w:rsidRDefault="009112BB" w:rsidP="00347FF0">
      <w:pPr>
        <w:pStyle w:val="BodyText1"/>
        <w:spacing w:after="240"/>
        <w:ind w:left="720"/>
        <w:rPr>
          <w:rFonts w:ascii="Times New Roman" w:hAnsi="Times New Roman"/>
          <w:sz w:val="24"/>
          <w:szCs w:val="24"/>
        </w:rPr>
      </w:pPr>
    </w:p>
    <w:p w14:paraId="445F528E" w14:textId="7DD9AE7F" w:rsidR="00E3669B" w:rsidRDefault="00391EF9">
      <w:pPr>
        <w:pStyle w:val="TOC1"/>
        <w:rPr>
          <w:rFonts w:asciiTheme="minorHAnsi" w:eastAsiaTheme="minorEastAsia" w:hAnsiTheme="minorHAnsi" w:cstheme="minorBidi"/>
          <w:color w:val="auto"/>
          <w:sz w:val="22"/>
          <w:szCs w:val="22"/>
          <w:lang w:val="en-US"/>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911346" w:history="1">
        <w:r w:rsidR="00E3669B" w:rsidRPr="00590F7A">
          <w:rPr>
            <w:rStyle w:val="Hyperlink"/>
            <w:rFonts w:ascii="Times New Roman" w:hAnsi="Times New Roman"/>
            <w:b/>
          </w:rPr>
          <w:t>ČÁST I: OBECNÉ POKYNY</w:t>
        </w:r>
        <w:r w:rsidR="00E3669B">
          <w:rPr>
            <w:webHidden/>
          </w:rPr>
          <w:tab/>
        </w:r>
        <w:r w:rsidR="00E3669B">
          <w:rPr>
            <w:webHidden/>
          </w:rPr>
          <w:fldChar w:fldCharType="begin"/>
        </w:r>
        <w:r w:rsidR="00E3669B">
          <w:rPr>
            <w:webHidden/>
          </w:rPr>
          <w:instrText xml:space="preserve"> PAGEREF _Toc58911346 \h </w:instrText>
        </w:r>
        <w:r w:rsidR="00E3669B">
          <w:rPr>
            <w:webHidden/>
          </w:rPr>
        </w:r>
        <w:r w:rsidR="00E3669B">
          <w:rPr>
            <w:webHidden/>
          </w:rPr>
          <w:fldChar w:fldCharType="separate"/>
        </w:r>
        <w:r w:rsidR="00E3669B">
          <w:rPr>
            <w:webHidden/>
          </w:rPr>
          <w:t>2</w:t>
        </w:r>
        <w:r w:rsidR="00E3669B">
          <w:rPr>
            <w:webHidden/>
          </w:rPr>
          <w:fldChar w:fldCharType="end"/>
        </w:r>
      </w:hyperlink>
    </w:p>
    <w:p w14:paraId="17EEF3E5" w14:textId="49B0BCC6" w:rsidR="00E3669B" w:rsidRDefault="00E3669B">
      <w:pPr>
        <w:pStyle w:val="TOC1"/>
        <w:rPr>
          <w:rFonts w:asciiTheme="minorHAnsi" w:eastAsiaTheme="minorEastAsia" w:hAnsiTheme="minorHAnsi" w:cstheme="minorBidi"/>
          <w:color w:val="auto"/>
          <w:sz w:val="22"/>
          <w:szCs w:val="22"/>
          <w:lang w:val="en-US"/>
        </w:rPr>
      </w:pPr>
      <w:hyperlink w:anchor="_Toc58911347" w:history="1">
        <w:r w:rsidRPr="00590F7A">
          <w:rPr>
            <w:rStyle w:val="Hyperlink"/>
            <w:rFonts w:ascii="Times New Roman" w:hAnsi="Times New Roman"/>
            <w:b/>
          </w:rPr>
          <w:t>ČÁST II: POKYNY TÝKAJÍCÍ SE JEDNOTLIVÝCH ŘÁDKŮ</w:t>
        </w:r>
        <w:r>
          <w:rPr>
            <w:webHidden/>
          </w:rPr>
          <w:tab/>
        </w:r>
        <w:r>
          <w:rPr>
            <w:webHidden/>
          </w:rPr>
          <w:fldChar w:fldCharType="begin"/>
        </w:r>
        <w:r>
          <w:rPr>
            <w:webHidden/>
          </w:rPr>
          <w:instrText xml:space="preserve"> PAGEREF _Toc58911347 \h </w:instrText>
        </w:r>
        <w:r>
          <w:rPr>
            <w:webHidden/>
          </w:rPr>
        </w:r>
        <w:r>
          <w:rPr>
            <w:webHidden/>
          </w:rPr>
          <w:fldChar w:fldCharType="separate"/>
        </w:r>
        <w:r>
          <w:rPr>
            <w:webHidden/>
          </w:rPr>
          <w:t>4</w:t>
        </w:r>
        <w:r>
          <w:rPr>
            <w:webHidden/>
          </w:rPr>
          <w:fldChar w:fldCharType="end"/>
        </w:r>
      </w:hyperlink>
    </w:p>
    <w:p w14:paraId="323DFBA7" w14:textId="2A597161" w:rsidR="000D338D" w:rsidRPr="001A280E" w:rsidRDefault="00391EF9" w:rsidP="00347FF0">
      <w:pPr>
        <w:pStyle w:val="BodyText1"/>
        <w:rPr>
          <w:rFonts w:ascii="Times New Roman" w:hAnsi="Times New Roman"/>
          <w:sz w:val="24"/>
          <w:szCs w:val="24"/>
        </w:rPr>
      </w:pPr>
      <w:r>
        <w:rPr>
          <w:rFonts w:ascii="Times New Roman" w:hAnsi="Times New Roman"/>
          <w:sz w:val="24"/>
          <w:szCs w:val="24"/>
        </w:rPr>
        <w:fldChar w:fldCharType="end"/>
      </w:r>
    </w:p>
    <w:p w14:paraId="0EEBF12A" w14:textId="77777777" w:rsidR="000D338D" w:rsidRPr="001A280E" w:rsidRDefault="000D338D" w:rsidP="00347FF0">
      <w:pPr>
        <w:spacing w:after="240"/>
        <w:jc w:val="both"/>
        <w:rPr>
          <w:rFonts w:ascii="Times New Roman" w:hAnsi="Times New Roman"/>
          <w:sz w:val="24"/>
          <w:szCs w:val="24"/>
        </w:rPr>
      </w:pPr>
      <w:r>
        <w:br w:type="page"/>
      </w:r>
    </w:p>
    <w:p w14:paraId="7B382E39" w14:textId="77777777" w:rsidR="00217D1F" w:rsidRPr="001A280E" w:rsidRDefault="00F4754B" w:rsidP="00347FF0">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58911346"/>
      <w:r>
        <w:rPr>
          <w:rFonts w:ascii="Times New Roman" w:hAnsi="Times New Roman"/>
          <w:b/>
          <w:sz w:val="24"/>
          <w:szCs w:val="24"/>
        </w:rPr>
        <w:lastRenderedPageBreak/>
        <w:t>ČÁST I:</w:t>
      </w:r>
      <w:bookmarkEnd w:id="0"/>
      <w:r>
        <w:rPr>
          <w:rFonts w:ascii="Times New Roman" w:hAnsi="Times New Roman"/>
          <w:b/>
          <w:sz w:val="24"/>
          <w:szCs w:val="24"/>
        </w:rPr>
        <w:t xml:space="preserve"> OBECNÉ POKYNY</w:t>
      </w:r>
      <w:bookmarkEnd w:id="1"/>
      <w:bookmarkEnd w:id="2"/>
      <w:bookmarkEnd w:id="3"/>
      <w:bookmarkEnd w:id="4"/>
    </w:p>
    <w:p w14:paraId="2E158D77" w14:textId="77777777" w:rsidR="003A5275" w:rsidRPr="001A280E" w:rsidRDefault="003A5275" w:rsidP="00F52876">
      <w:pPr>
        <w:pStyle w:val="InstructionsText2"/>
        <w:ind w:left="720" w:hanging="360"/>
        <w:rPr>
          <w:rFonts w:eastAsia="Times New Roman"/>
          <w:bCs/>
          <w:sz w:val="24"/>
        </w:rPr>
      </w:pPr>
      <w:bookmarkStart w:id="5" w:name="_Toc264038399"/>
      <w:bookmarkStart w:id="6" w:name="_Toc294018834"/>
      <w:r>
        <w:rPr>
          <w:bCs/>
          <w:sz w:val="24"/>
        </w:rPr>
        <w:t>1.</w:t>
      </w:r>
      <w:r>
        <w:tab/>
      </w:r>
      <w:r>
        <w:rPr>
          <w:bCs/>
          <w:sz w:val="24"/>
        </w:rPr>
        <w:t>Instituce použijí pokyny v této příloze k zachycení nesouladu splatností u svých činností („tabulka splatností“) v šabloně v příloze XXII.</w:t>
      </w:r>
    </w:p>
    <w:p w14:paraId="0BE0CF1F" w14:textId="0794CC18" w:rsidR="003A5275" w:rsidRPr="001A280E" w:rsidRDefault="003A5275" w:rsidP="00746E56">
      <w:pPr>
        <w:pStyle w:val="InstructionsText2"/>
        <w:ind w:left="720" w:hanging="360"/>
        <w:rPr>
          <w:rFonts w:eastAsia="Times New Roman"/>
          <w:bCs/>
          <w:sz w:val="24"/>
        </w:rPr>
      </w:pPr>
      <w:r>
        <w:rPr>
          <w:bCs/>
          <w:sz w:val="24"/>
        </w:rPr>
        <w:t>2.</w:t>
      </w:r>
      <w:r>
        <w:tab/>
      </w:r>
      <w:r>
        <w:rPr>
          <w:bCs/>
          <w:sz w:val="24"/>
        </w:rPr>
        <w:t>Monitorovací nástroj k tabulce splatností se vztahuje na smluvní toky a podmíněné odtoky. Smluvní toky vyplývající z právně závazných dohod a zbytková splatnost ode dne vykázání se vykazují podle ustanovení těchto právních dohod.</w:t>
      </w:r>
    </w:p>
    <w:p w14:paraId="4A769747" w14:textId="77777777" w:rsidR="003A5275" w:rsidRPr="001A280E" w:rsidRDefault="003A5275" w:rsidP="00746E56">
      <w:pPr>
        <w:pStyle w:val="InstructionsText2"/>
        <w:ind w:left="720" w:hanging="360"/>
        <w:rPr>
          <w:rFonts w:eastAsia="Times New Roman"/>
          <w:bCs/>
          <w:sz w:val="24"/>
        </w:rPr>
      </w:pPr>
      <w:r>
        <w:rPr>
          <w:bCs/>
          <w:sz w:val="24"/>
        </w:rPr>
        <w:t>3.</w:t>
      </w:r>
      <w:r>
        <w:tab/>
      </w:r>
      <w:r>
        <w:rPr>
          <w:bCs/>
          <w:sz w:val="24"/>
        </w:rPr>
        <w:t>Instituce neprovádí dvojí připočtení přítoků.</w:t>
      </w:r>
    </w:p>
    <w:p w14:paraId="42964F6A" w14:textId="77777777" w:rsidR="003A5275" w:rsidRPr="001A280E" w:rsidRDefault="003A5275" w:rsidP="00746E56">
      <w:pPr>
        <w:pStyle w:val="InstructionsText2"/>
        <w:ind w:left="720" w:hanging="360"/>
        <w:rPr>
          <w:rFonts w:eastAsia="Times New Roman"/>
          <w:bCs/>
          <w:sz w:val="24"/>
        </w:rPr>
      </w:pPr>
      <w:r>
        <w:rPr>
          <w:bCs/>
          <w:sz w:val="24"/>
        </w:rPr>
        <w:t>4.</w:t>
      </w:r>
      <w:r>
        <w:tab/>
      </w:r>
      <w:r>
        <w:rPr>
          <w:bCs/>
          <w:sz w:val="24"/>
        </w:rPr>
        <w:t>Ve sloupci „počáteční zásoba“ se vykáže výše položek ke dni vykázání.</w:t>
      </w:r>
    </w:p>
    <w:p w14:paraId="1B71806F" w14:textId="77777777" w:rsidR="003A5275" w:rsidRPr="001A280E" w:rsidRDefault="003A5275" w:rsidP="00746E56">
      <w:pPr>
        <w:pStyle w:val="InstructionsText2"/>
        <w:ind w:left="720" w:hanging="360"/>
        <w:rPr>
          <w:rFonts w:eastAsia="Times New Roman"/>
          <w:bCs/>
          <w:sz w:val="24"/>
        </w:rPr>
      </w:pPr>
      <w:r>
        <w:rPr>
          <w:bCs/>
          <w:sz w:val="24"/>
        </w:rPr>
        <w:t>5.</w:t>
      </w:r>
      <w:r>
        <w:tab/>
      </w:r>
      <w:r>
        <w:rPr>
          <w:bCs/>
          <w:sz w:val="24"/>
        </w:rPr>
        <w:t>Vyplní se pouze prázdné bílé buňky šablony v příloze XXII.</w:t>
      </w:r>
    </w:p>
    <w:p w14:paraId="6C58DD84" w14:textId="77777777" w:rsidR="003A5275" w:rsidRPr="001A280E" w:rsidRDefault="003A5275" w:rsidP="00746E56">
      <w:pPr>
        <w:pStyle w:val="InstructionsText2"/>
        <w:ind w:left="720" w:hanging="360"/>
        <w:rPr>
          <w:rFonts w:eastAsia="Times New Roman"/>
          <w:bCs/>
          <w:sz w:val="24"/>
        </w:rPr>
      </w:pPr>
      <w:r>
        <w:rPr>
          <w:bCs/>
          <w:sz w:val="24"/>
        </w:rPr>
        <w:t>6.</w:t>
      </w:r>
      <w:r>
        <w:tab/>
      </w:r>
      <w:r>
        <w:rPr>
          <w:bCs/>
          <w:sz w:val="24"/>
        </w:rPr>
        <w:t>Oddíl v šabloně tabulky splatností s názvem „odtoky a přítoky“ se vztahuje na budoucí smluvní peněžní toky ze všech rozvahových i podrozvahových položek. Vykazují se pouze odtoky a přítoky na základě smluv platných ke dni vykázání.</w:t>
      </w:r>
    </w:p>
    <w:p w14:paraId="2836FDD3" w14:textId="77777777" w:rsidR="003A5275" w:rsidRPr="001A280E" w:rsidRDefault="003A5275" w:rsidP="00746E56">
      <w:pPr>
        <w:pStyle w:val="InstructionsText2"/>
        <w:ind w:left="720" w:hanging="360"/>
        <w:rPr>
          <w:rFonts w:eastAsia="Times New Roman"/>
          <w:bCs/>
          <w:sz w:val="24"/>
        </w:rPr>
      </w:pPr>
      <w:r>
        <w:rPr>
          <w:bCs/>
          <w:sz w:val="24"/>
        </w:rPr>
        <w:t>7.</w:t>
      </w:r>
      <w:r>
        <w:tab/>
      </w:r>
      <w:r>
        <w:rPr>
          <w:bCs/>
          <w:sz w:val="24"/>
        </w:rPr>
        <w:t>Oddíl v šabloně tabulky splatností s názvem „Vyrovnávací kapacita“ představuje soubor nezatížených aktiv nebo jiných zdrojů financování, které jsou instituci ke dni vykázání právně i prakticky dostupné pro pokrytí potenciálních smluvních schodků. Vykazují se pouze odtoky a přítoky na základě smluv existujících ke dni vykázání.</w:t>
      </w:r>
    </w:p>
    <w:p w14:paraId="60B45EA4" w14:textId="77777777" w:rsidR="003A5275" w:rsidRPr="001A280E" w:rsidRDefault="003A5275" w:rsidP="00746E56">
      <w:pPr>
        <w:pStyle w:val="InstructionsText2"/>
        <w:ind w:left="720" w:hanging="360"/>
        <w:rPr>
          <w:rFonts w:eastAsia="Times New Roman"/>
          <w:bCs/>
          <w:sz w:val="24"/>
        </w:rPr>
      </w:pPr>
      <w:r>
        <w:rPr>
          <w:bCs/>
          <w:sz w:val="24"/>
        </w:rPr>
        <w:t>8.</w:t>
      </w:r>
      <w:r>
        <w:tab/>
      </w:r>
      <w:r>
        <w:rPr>
          <w:bCs/>
          <w:sz w:val="24"/>
        </w:rPr>
        <w:t>Peněžní odtoky a přítoky v příslušném oddíle „odtoků“ a „přítoků“ se vykážou v hrubých částkách s kladným znaménkem. Splatné částky, které mají být uhrazeny nebo přijaty, se vykážou v příslušném oddíle odtoků a přítoků.</w:t>
      </w:r>
    </w:p>
    <w:p w14:paraId="029FB55D" w14:textId="77777777" w:rsidR="003A5275" w:rsidRPr="001A280E" w:rsidRDefault="003A5275" w:rsidP="00746E56">
      <w:pPr>
        <w:pStyle w:val="InstructionsText2"/>
        <w:ind w:left="720" w:hanging="360"/>
        <w:rPr>
          <w:rFonts w:eastAsia="Times New Roman"/>
          <w:bCs/>
          <w:sz w:val="24"/>
        </w:rPr>
      </w:pPr>
      <w:r>
        <w:rPr>
          <w:bCs/>
          <w:sz w:val="24"/>
        </w:rPr>
        <w:t>9.</w:t>
      </w:r>
      <w:r>
        <w:tab/>
      </w:r>
      <w:r>
        <w:rPr>
          <w:bCs/>
          <w:sz w:val="24"/>
        </w:rPr>
        <w:t>Odtoky a přítoky v oddíle šablony tabulky splatností s názvem „vyrovnávací kapacita“ se vykážou v čistých částkách s kladným znaménkem, představují-li přítoky, a se znaménkem záporným, představují-li odtoky. U peněžních toků se vykážou splatné částky. Toky cenných papírů se vykážou v jejich současné tržní hodnotě. Toky na úvěrových a likviditních linkách se vykážou v dostupných smluvních částkách.</w:t>
      </w:r>
    </w:p>
    <w:p w14:paraId="43FD66F5" w14:textId="72666FAF" w:rsidR="003A5275" w:rsidRPr="001A280E" w:rsidRDefault="003A5275" w:rsidP="00746E56">
      <w:pPr>
        <w:pStyle w:val="InstructionsText2"/>
        <w:ind w:left="720" w:hanging="360"/>
        <w:rPr>
          <w:rFonts w:eastAsia="Times New Roman"/>
          <w:bCs/>
          <w:sz w:val="24"/>
        </w:rPr>
      </w:pPr>
      <w:r>
        <w:rPr>
          <w:bCs/>
          <w:sz w:val="24"/>
        </w:rPr>
        <w:t>10.</w:t>
      </w:r>
      <w:r>
        <w:tab/>
      </w:r>
      <w:r>
        <w:rPr>
          <w:bCs/>
          <w:sz w:val="24"/>
        </w:rPr>
        <w:t>Smluvní toky se rozdělí do dvaceti dvou časových košů podle jejich zbytkové splatnosti, přičemž dnem se rozumí kalendářní den.</w:t>
      </w:r>
    </w:p>
    <w:p w14:paraId="6B63AB5B" w14:textId="77777777" w:rsidR="003A5275" w:rsidRPr="001A280E" w:rsidRDefault="003A5275" w:rsidP="00746E56">
      <w:pPr>
        <w:pStyle w:val="InstructionsText2"/>
        <w:ind w:left="720" w:hanging="360"/>
        <w:rPr>
          <w:rFonts w:eastAsia="Times New Roman"/>
          <w:bCs/>
          <w:sz w:val="24"/>
        </w:rPr>
      </w:pPr>
      <w:r>
        <w:rPr>
          <w:bCs/>
          <w:sz w:val="24"/>
        </w:rPr>
        <w:t>11.</w:t>
      </w:r>
      <w:r>
        <w:tab/>
      </w:r>
      <w:r>
        <w:rPr>
          <w:bCs/>
          <w:sz w:val="24"/>
        </w:rPr>
        <w:t>Vykazují se veškeré smluvní toky včetně všech významných peněžních toků z nefinančních činností, jako jsou daně, prémie, dividendy a renty.</w:t>
      </w:r>
    </w:p>
    <w:p w14:paraId="69B1B78B" w14:textId="77777777" w:rsidR="003A5275" w:rsidRPr="001A280E" w:rsidRDefault="003A5275" w:rsidP="00746E56">
      <w:pPr>
        <w:pStyle w:val="InstructionsText2"/>
        <w:ind w:left="720" w:hanging="360"/>
        <w:rPr>
          <w:rFonts w:eastAsia="Times New Roman"/>
          <w:bCs/>
          <w:sz w:val="24"/>
        </w:rPr>
      </w:pPr>
      <w:r>
        <w:rPr>
          <w:bCs/>
          <w:sz w:val="24"/>
        </w:rPr>
        <w:t>12.</w:t>
      </w:r>
      <w:r>
        <w:tab/>
      </w:r>
      <w:r>
        <w:rPr>
          <w:bCs/>
          <w:sz w:val="24"/>
        </w:rPr>
        <w:t>Aby instituce používaly konzervativní přístup při určování smluvních splatností u toků, zajistí splnění veškerých následujících podmínek:</w:t>
      </w:r>
    </w:p>
    <w:p w14:paraId="3479641E" w14:textId="77777777" w:rsidR="003A5275" w:rsidRPr="001A280E" w:rsidRDefault="003A5275" w:rsidP="00F52876">
      <w:pPr>
        <w:pStyle w:val="InstructionsText2"/>
        <w:ind w:left="1440" w:hanging="360"/>
        <w:rPr>
          <w:rFonts w:eastAsia="Times New Roman"/>
          <w:bCs/>
          <w:sz w:val="24"/>
        </w:rPr>
      </w:pPr>
      <w:r>
        <w:rPr>
          <w:bCs/>
          <w:sz w:val="24"/>
        </w:rPr>
        <w:t>a)</w:t>
      </w:r>
      <w:r>
        <w:tab/>
      </w:r>
      <w:r>
        <w:rPr>
          <w:bCs/>
          <w:sz w:val="24"/>
        </w:rPr>
        <w:t>existuje-li možnost odložit platbu nebo obdržet zálohu, předpokládá se využití této možnosti, pokud by uspíšila odtoky z instituce nebo odložila přítoky do instituce;</w:t>
      </w:r>
    </w:p>
    <w:p w14:paraId="300291EA" w14:textId="77777777" w:rsidR="003A5275" w:rsidRPr="001A280E" w:rsidRDefault="003A5275" w:rsidP="00746E56">
      <w:pPr>
        <w:pStyle w:val="InstructionsText2"/>
        <w:ind w:left="1440" w:hanging="360"/>
        <w:rPr>
          <w:rFonts w:eastAsia="Times New Roman"/>
          <w:bCs/>
          <w:sz w:val="24"/>
        </w:rPr>
      </w:pPr>
      <w:r>
        <w:rPr>
          <w:bCs/>
          <w:sz w:val="24"/>
        </w:rPr>
        <w:t>b)</w:t>
      </w:r>
      <w:r>
        <w:tab/>
      </w:r>
      <w:r>
        <w:rPr>
          <w:bCs/>
          <w:sz w:val="24"/>
        </w:rPr>
        <w:t xml:space="preserve">pakliže možnost uspíšit odtoky z instituce je výhradně na uvážení instituce, předpokládá se využití této možnosti pouze tehdy, pokud existuje tržní </w:t>
      </w:r>
      <w:r>
        <w:rPr>
          <w:bCs/>
          <w:sz w:val="24"/>
        </w:rPr>
        <w:lastRenderedPageBreak/>
        <w:t>očekávání, že tak instituce učiní. Předpokládá se nevyužití této možnosti, pokud by uspíšila přítoky do instituce nebo odložila odtoky z instituce. Každý peněžní odtok, který by byl smluvně vyvolán tímto přítokem, jako je tomu v případě průchozího financování, se vykáže k témuž datu jako tento přítok;</w:t>
      </w:r>
    </w:p>
    <w:p w14:paraId="6DA48EA1" w14:textId="77777777" w:rsidR="003A5275" w:rsidRPr="001A280E" w:rsidRDefault="003A5275" w:rsidP="00746E56">
      <w:pPr>
        <w:pStyle w:val="InstructionsText2"/>
        <w:ind w:left="1440" w:hanging="360"/>
        <w:rPr>
          <w:rFonts w:eastAsia="Times New Roman"/>
          <w:bCs/>
          <w:sz w:val="24"/>
        </w:rPr>
      </w:pPr>
      <w:r>
        <w:rPr>
          <w:bCs/>
          <w:sz w:val="24"/>
        </w:rPr>
        <w:t>c)</w:t>
      </w:r>
      <w:r>
        <w:tab/>
      </w:r>
      <w:r>
        <w:rPr>
          <w:bCs/>
          <w:sz w:val="24"/>
        </w:rPr>
        <w:t>všechny vklady na viděnou a vklady, které nemají stanovenu dobu splatnosti, se vykážou jako jednodenní ve sloupci 020;</w:t>
      </w:r>
    </w:p>
    <w:p w14:paraId="5D00A169" w14:textId="5ED78AE7" w:rsidR="003A5275" w:rsidRPr="001A280E" w:rsidRDefault="003A5275" w:rsidP="00746E56">
      <w:pPr>
        <w:pStyle w:val="InstructionsText2"/>
        <w:ind w:left="1440" w:hanging="360"/>
        <w:rPr>
          <w:rFonts w:eastAsia="Times New Roman"/>
          <w:bCs/>
          <w:sz w:val="24"/>
        </w:rPr>
      </w:pPr>
      <w:r>
        <w:rPr>
          <w:bCs/>
          <w:sz w:val="24"/>
        </w:rPr>
        <w:t>d)</w:t>
      </w:r>
      <w:r>
        <w:tab/>
      </w:r>
      <w:r>
        <w:rPr>
          <w:bCs/>
          <w:sz w:val="24"/>
        </w:rPr>
        <w:t>otevřené repo obchody nebo reverzní repo obchody a podobné transakce, které mohou být ukončeny jednou ze stran v kterýkoli den, se považují za obchody s jednodenní splatností, ledaže mají výpovědní dobu delší než jeden den, v kterémžto případě se vykazují v příslušném časovém koši podle výpovědní lhůty;</w:t>
      </w:r>
    </w:p>
    <w:p w14:paraId="7C3D1AC6" w14:textId="4D35E658" w:rsidR="003A5275" w:rsidRPr="001A280E" w:rsidRDefault="003A5275" w:rsidP="00746E56">
      <w:pPr>
        <w:pStyle w:val="InstructionsText2"/>
        <w:ind w:left="1440" w:hanging="360"/>
        <w:rPr>
          <w:rFonts w:eastAsia="Times New Roman"/>
          <w:bCs/>
          <w:sz w:val="24"/>
        </w:rPr>
      </w:pPr>
      <w:r>
        <w:rPr>
          <w:bCs/>
          <w:sz w:val="24"/>
        </w:rPr>
        <w:t>e)</w:t>
      </w:r>
      <w:r>
        <w:tab/>
      </w:r>
      <w:r>
        <w:rPr>
          <w:bCs/>
          <w:sz w:val="24"/>
        </w:rPr>
        <w:t xml:space="preserve">retailové termínované vklady s možností předčasného výběru se považují za splatné v době, během níž předčasný výběr není stíhán sankcí podle čl. 25 odst. 4 písm. b) nařízení v přenesené pravomoci (EU) 2015/61; </w:t>
      </w:r>
    </w:p>
    <w:p w14:paraId="4F3911C5" w14:textId="77777777" w:rsidR="003A5275" w:rsidRPr="001A280E" w:rsidRDefault="003A5275" w:rsidP="00746E56">
      <w:pPr>
        <w:pStyle w:val="InstructionsText2"/>
        <w:ind w:left="1440" w:hanging="360"/>
        <w:rPr>
          <w:rFonts w:eastAsia="Times New Roman"/>
          <w:bCs/>
          <w:sz w:val="24"/>
        </w:rPr>
      </w:pPr>
      <w:r>
        <w:rPr>
          <w:bCs/>
          <w:sz w:val="24"/>
        </w:rPr>
        <w:t>f)</w:t>
      </w:r>
      <w:r>
        <w:tab/>
      </w:r>
      <w:r>
        <w:rPr>
          <w:bCs/>
          <w:sz w:val="24"/>
        </w:rPr>
        <w:t>není-li instituce s to stanovit minimální smluvní harmonogram plateb pro určitou položku nebo její část podle pravidel stanovených v tomto odstavci, vykáže tuto položku nebo její část jako splatnou za více než 5 let ve sloupci 220.</w:t>
      </w:r>
    </w:p>
    <w:p w14:paraId="46E80F9C" w14:textId="77777777" w:rsidR="003A5275" w:rsidRPr="001A280E" w:rsidRDefault="003A5275" w:rsidP="00F52876">
      <w:pPr>
        <w:pStyle w:val="InstructionsText2"/>
        <w:ind w:left="720" w:hanging="360"/>
        <w:rPr>
          <w:rFonts w:eastAsia="Times New Roman"/>
          <w:bCs/>
          <w:sz w:val="24"/>
        </w:rPr>
      </w:pPr>
      <w:r>
        <w:rPr>
          <w:bCs/>
          <w:sz w:val="24"/>
        </w:rPr>
        <w:t>13.</w:t>
      </w:r>
      <w:r>
        <w:tab/>
      </w:r>
      <w:r>
        <w:rPr>
          <w:bCs/>
          <w:sz w:val="24"/>
        </w:rPr>
        <w:t>Úrokové odtoky a přítoky ze všech rozvahových i podrozvahových nástrojů se zahrnou do všech relevantních položek oddílů „odtoky“ a „přítoky“.</w:t>
      </w:r>
    </w:p>
    <w:p w14:paraId="4FABB0CF" w14:textId="77777777" w:rsidR="003A5275" w:rsidRPr="001A280E" w:rsidRDefault="003A5275" w:rsidP="00746E56">
      <w:pPr>
        <w:pStyle w:val="InstructionsText2"/>
        <w:ind w:left="720" w:hanging="360"/>
        <w:rPr>
          <w:rFonts w:eastAsia="Times New Roman"/>
          <w:bCs/>
          <w:sz w:val="24"/>
        </w:rPr>
      </w:pPr>
      <w:r>
        <w:rPr>
          <w:bCs/>
          <w:sz w:val="24"/>
        </w:rPr>
        <w:t>14.</w:t>
      </w:r>
      <w:r>
        <w:tab/>
      </w:r>
      <w:r>
        <w:rPr>
          <w:bCs/>
          <w:sz w:val="24"/>
        </w:rPr>
        <w:t>Splatnost měnových swapů musí odpovídat splatnosti pomyslné hodnoty křížových měnových swapů, měnových forwardových transakcí a nevypořádaných měnových spotových dohod v příslušných časových koších dané šablony.</w:t>
      </w:r>
    </w:p>
    <w:p w14:paraId="08AAC693" w14:textId="77777777" w:rsidR="003A5275" w:rsidRPr="001A280E" w:rsidRDefault="003A5275" w:rsidP="00746E56">
      <w:pPr>
        <w:pStyle w:val="InstructionsText2"/>
        <w:ind w:left="720" w:hanging="360"/>
        <w:rPr>
          <w:rFonts w:eastAsia="Times New Roman"/>
          <w:bCs/>
          <w:sz w:val="24"/>
        </w:rPr>
      </w:pPr>
      <w:r>
        <w:rPr>
          <w:bCs/>
          <w:sz w:val="24"/>
        </w:rPr>
        <w:t>15.</w:t>
      </w:r>
      <w:r>
        <w:tab/>
      </w:r>
      <w:r>
        <w:rPr>
          <w:bCs/>
          <w:sz w:val="24"/>
        </w:rPr>
        <w:t>Peněžní toky plynoucí z nevypořádaných transakcí krátce před vypořádáním se vykážou na příslušných řádcích a v příslušných koších.</w:t>
      </w:r>
    </w:p>
    <w:p w14:paraId="1A90B2EC" w14:textId="77777777" w:rsidR="003A5275" w:rsidRPr="001A280E" w:rsidRDefault="003A5275" w:rsidP="00746E56">
      <w:pPr>
        <w:pStyle w:val="InstructionsText2"/>
        <w:ind w:left="720" w:hanging="360"/>
        <w:rPr>
          <w:rFonts w:eastAsia="Times New Roman"/>
          <w:bCs/>
          <w:sz w:val="24"/>
        </w:rPr>
      </w:pPr>
      <w:r>
        <w:rPr>
          <w:bCs/>
          <w:sz w:val="24"/>
        </w:rPr>
        <w:t>16.</w:t>
      </w:r>
      <w:r>
        <w:tab/>
      </w:r>
      <w:r>
        <w:rPr>
          <w:bCs/>
          <w:sz w:val="24"/>
        </w:rPr>
        <w:t>Položky, jimž na straně instituce neodpovídá žádná obchodní činnost, například když nemá žádné vklady určité kategorie, se ponechají nevyplněné.</w:t>
      </w:r>
    </w:p>
    <w:p w14:paraId="3C2CC015" w14:textId="77777777" w:rsidR="003A5275" w:rsidRPr="001A280E" w:rsidRDefault="003A5275" w:rsidP="00746E56">
      <w:pPr>
        <w:pStyle w:val="InstructionsText2"/>
        <w:ind w:left="720" w:hanging="360"/>
        <w:rPr>
          <w:rFonts w:eastAsia="Times New Roman"/>
          <w:bCs/>
          <w:sz w:val="24"/>
        </w:rPr>
      </w:pPr>
      <w:r>
        <w:rPr>
          <w:bCs/>
          <w:sz w:val="24"/>
        </w:rPr>
        <w:t>17.</w:t>
      </w:r>
      <w:r>
        <w:tab/>
      </w:r>
      <w:r>
        <w:rPr>
          <w:bCs/>
          <w:sz w:val="24"/>
        </w:rPr>
        <w:t>Položky po splatnosti a u kterých má instituce důvod očekávat nezaplacení, se nevykazují.</w:t>
      </w:r>
    </w:p>
    <w:p w14:paraId="1BD1AFE3" w14:textId="27D29350" w:rsidR="003A5275" w:rsidRPr="001A280E" w:rsidRDefault="003A5275" w:rsidP="00746E56">
      <w:pPr>
        <w:pStyle w:val="InstructionsText2"/>
        <w:ind w:left="720" w:hanging="360"/>
        <w:rPr>
          <w:rFonts w:eastAsia="Times New Roman"/>
          <w:bCs/>
          <w:sz w:val="24"/>
        </w:rPr>
      </w:pPr>
      <w:r>
        <w:rPr>
          <w:bCs/>
          <w:sz w:val="24"/>
        </w:rPr>
        <w:t>18.</w:t>
      </w:r>
      <w:r>
        <w:tab/>
      </w:r>
      <w:r>
        <w:rPr>
          <w:bCs/>
          <w:sz w:val="24"/>
        </w:rPr>
        <w:t>Pokud je v určité transakci provedena rehypotekace přijatého kolaterálu a tato transakce je splatná až po transakci, při níž instituce kolaterál obdržela, vykáže se odtok cenných papírů ve výši reálné hodnoty přijatého kolaterálu v oddíle vyrovnávací kapacity v příslušném koši podle splatnosti transakce, jež vedla k přijetí kolaterálu.</w:t>
      </w:r>
    </w:p>
    <w:p w14:paraId="56554B2A" w14:textId="277B53C5" w:rsidR="00E22856" w:rsidRPr="001A280E" w:rsidRDefault="003A5275" w:rsidP="00746E56">
      <w:pPr>
        <w:pStyle w:val="InstructionsText2"/>
        <w:ind w:left="720" w:hanging="360"/>
        <w:rPr>
          <w:rFonts w:eastAsia="Times New Roman"/>
          <w:bCs/>
          <w:sz w:val="24"/>
        </w:rPr>
      </w:pPr>
      <w:r>
        <w:rPr>
          <w:bCs/>
          <w:sz w:val="24"/>
        </w:rPr>
        <w:t>19.</w:t>
      </w:r>
      <w:r>
        <w:tab/>
      </w:r>
      <w:r>
        <w:rPr>
          <w:bCs/>
          <w:sz w:val="24"/>
        </w:rPr>
        <w:t>Položkami uvnitř skupiny zůstává nedotčeno vykazování na konsolidovaném základě.</w:t>
      </w:r>
    </w:p>
    <w:p w14:paraId="213170D6" w14:textId="77777777" w:rsidR="003A5275" w:rsidRPr="001A280E" w:rsidRDefault="003A5275" w:rsidP="00347FF0">
      <w:pPr>
        <w:pStyle w:val="BodyText1"/>
        <w:spacing w:after="240"/>
        <w:ind w:left="720"/>
        <w:rPr>
          <w:rFonts w:ascii="Times New Roman" w:hAnsi="Times New Roman"/>
          <w:sz w:val="24"/>
          <w:szCs w:val="24"/>
        </w:rPr>
      </w:pPr>
    </w:p>
    <w:p w14:paraId="00C28EC6" w14:textId="77777777" w:rsidR="00FC2664" w:rsidRPr="001A280E" w:rsidRDefault="00FC2664" w:rsidP="00347FF0">
      <w:pPr>
        <w:pStyle w:val="BodyText1"/>
        <w:spacing w:after="240" w:line="240" w:lineRule="auto"/>
        <w:ind w:left="720"/>
        <w:rPr>
          <w:rFonts w:ascii="Times New Roman" w:hAnsi="Times New Roman"/>
          <w:sz w:val="24"/>
          <w:szCs w:val="24"/>
        </w:rPr>
      </w:pPr>
    </w:p>
    <w:p w14:paraId="42EBEAEA" w14:textId="77777777" w:rsidR="00217D1F" w:rsidRPr="001A280E" w:rsidRDefault="00F4754B" w:rsidP="00347FF0">
      <w:pPr>
        <w:pStyle w:val="BodyText1"/>
        <w:spacing w:after="240"/>
        <w:outlineLvl w:val="0"/>
        <w:rPr>
          <w:rFonts w:ascii="Times New Roman" w:hAnsi="Times New Roman"/>
          <w:b/>
          <w:sz w:val="24"/>
          <w:szCs w:val="24"/>
        </w:rPr>
      </w:pPr>
      <w:bookmarkStart w:id="7" w:name="_Toc359414277"/>
      <w:bookmarkStart w:id="8" w:name="_Toc322687869"/>
      <w:bookmarkEnd w:id="5"/>
      <w:bookmarkEnd w:id="6"/>
      <w:bookmarkEnd w:id="7"/>
      <w:r>
        <w:br w:type="page"/>
      </w:r>
      <w:bookmarkStart w:id="9" w:name="_Toc351048504"/>
      <w:bookmarkStart w:id="10" w:name="_Toc359414281"/>
      <w:bookmarkStart w:id="11" w:name="_Toc58911347"/>
      <w:r>
        <w:rPr>
          <w:rFonts w:ascii="Times New Roman" w:hAnsi="Times New Roman"/>
          <w:b/>
          <w:sz w:val="24"/>
          <w:szCs w:val="24"/>
        </w:rPr>
        <w:lastRenderedPageBreak/>
        <w:t>ČÁST II: POKYNY TÝKAJÍCÍ SE JEDNOTLIVÝCH ŘÁDKŮ</w:t>
      </w:r>
      <w:bookmarkEnd w:id="8"/>
      <w:bookmarkEnd w:id="9"/>
      <w:bookmarkEnd w:id="10"/>
      <w:bookmarkEnd w:id="1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62"/>
      </w:tblGrid>
      <w:tr w:rsidR="00AE2798" w:rsidRPr="001A280E" w14:paraId="7212213B" w14:textId="77777777" w:rsidTr="00347FF0">
        <w:trPr>
          <w:trHeight w:val="304"/>
        </w:trPr>
        <w:tc>
          <w:tcPr>
            <w:tcW w:w="1446" w:type="dxa"/>
            <w:shd w:val="clear" w:color="auto" w:fill="E5E5E6" w:themeFill="accent2" w:themeFillTint="33"/>
          </w:tcPr>
          <w:p w14:paraId="1BD40238" w14:textId="77777777" w:rsidR="00AE2798" w:rsidRPr="001A280E" w:rsidRDefault="003A5275" w:rsidP="00347FF0">
            <w:pPr>
              <w:pStyle w:val="TableParagraph"/>
              <w:spacing w:before="117" w:after="240"/>
              <w:ind w:left="102"/>
              <w:jc w:val="both"/>
              <w:rPr>
                <w:rFonts w:ascii="Times New Roman" w:hAnsi="Times New Roman" w:cs="Times New Roman"/>
                <w:sz w:val="24"/>
                <w:szCs w:val="24"/>
              </w:rPr>
            </w:pPr>
            <w:bookmarkStart w:id="12" w:name="_Toc322687879"/>
            <w:bookmarkStart w:id="13" w:name="_Toc315961853"/>
            <w:r>
              <w:rPr>
                <w:rFonts w:ascii="Times New Roman" w:hAnsi="Times New Roman"/>
                <w:sz w:val="24"/>
                <w:szCs w:val="24"/>
              </w:rPr>
              <w:t>Řádek</w:t>
            </w:r>
          </w:p>
        </w:tc>
        <w:tc>
          <w:tcPr>
            <w:tcW w:w="7562" w:type="dxa"/>
            <w:shd w:val="clear" w:color="auto" w:fill="E5E5E6" w:themeFill="accent2" w:themeFillTint="33"/>
          </w:tcPr>
          <w:p w14:paraId="2F65DE69" w14:textId="77777777" w:rsidR="00AE2798" w:rsidRPr="001A280E" w:rsidRDefault="00AE2798" w:rsidP="00347FF0">
            <w:pPr>
              <w:pStyle w:val="TableParagraph"/>
              <w:spacing w:before="117" w:after="240"/>
              <w:ind w:left="102"/>
              <w:jc w:val="both"/>
              <w:rPr>
                <w:rFonts w:ascii="Times New Roman" w:hAnsi="Times New Roman" w:cs="Times New Roman"/>
                <w:bCs/>
                <w:sz w:val="24"/>
                <w:szCs w:val="24"/>
                <w:u w:val="single"/>
              </w:rPr>
            </w:pPr>
            <w:r>
              <w:rPr>
                <w:rFonts w:ascii="Times New Roman" w:hAnsi="Times New Roman"/>
                <w:sz w:val="24"/>
                <w:szCs w:val="24"/>
              </w:rPr>
              <w:t>Odkazy na právní předpisy a pokyny</w:t>
            </w:r>
          </w:p>
        </w:tc>
      </w:tr>
      <w:tr w:rsidR="00AE2798" w:rsidRPr="001A280E" w14:paraId="7CF763F3" w14:textId="77777777" w:rsidTr="00347FF0">
        <w:trPr>
          <w:trHeight w:val="304"/>
        </w:trPr>
        <w:tc>
          <w:tcPr>
            <w:tcW w:w="1446" w:type="dxa"/>
            <w:shd w:val="clear" w:color="auto" w:fill="E5E5E6" w:themeFill="accent2" w:themeFillTint="33"/>
          </w:tcPr>
          <w:p w14:paraId="3C91D263" w14:textId="77777777" w:rsidR="003A5275"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010 až</w:t>
            </w:r>
          </w:p>
          <w:p w14:paraId="414106D7" w14:textId="77777777" w:rsidR="00AE2798"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380</w:t>
            </w:r>
          </w:p>
        </w:tc>
        <w:tc>
          <w:tcPr>
            <w:tcW w:w="7562" w:type="dxa"/>
            <w:shd w:val="clear" w:color="auto" w:fill="E5E5E6" w:themeFill="accent2" w:themeFillTint="33"/>
          </w:tcPr>
          <w:p w14:paraId="76B04F01" w14:textId="77777777" w:rsidR="003A5275" w:rsidRPr="001A280E" w:rsidRDefault="003A5275"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1 ODTOKY</w:t>
            </w:r>
          </w:p>
          <w:p w14:paraId="2A438FFB" w14:textId="2AEB5D58" w:rsidR="003A5275" w:rsidRPr="001A280E" w:rsidRDefault="003A5275" w:rsidP="00347FF0">
            <w:pPr>
              <w:pStyle w:val="TableParagraph"/>
              <w:spacing w:before="117" w:after="240"/>
              <w:ind w:left="102"/>
              <w:jc w:val="both"/>
              <w:rPr>
                <w:rFonts w:ascii="Times New Roman" w:hAnsi="Times New Roman" w:cs="Times New Roman"/>
                <w:bCs/>
                <w:sz w:val="24"/>
                <w:szCs w:val="24"/>
              </w:rPr>
            </w:pPr>
            <w:r>
              <w:rPr>
                <w:rFonts w:ascii="Times New Roman" w:hAnsi="Times New Roman"/>
                <w:bCs/>
                <w:sz w:val="24"/>
                <w:szCs w:val="24"/>
              </w:rPr>
              <w:t>Celková</w:t>
            </w:r>
            <w:r>
              <w:rPr>
                <w:rFonts w:ascii="Times New Roman" w:hAnsi="Times New Roman"/>
                <w:sz w:val="24"/>
                <w:szCs w:val="24"/>
              </w:rPr>
              <w:t xml:space="preserve"> výše</w:t>
            </w:r>
            <w:r>
              <w:rPr>
                <w:rFonts w:ascii="Times New Roman" w:hAnsi="Times New Roman"/>
                <w:bCs/>
                <w:sz w:val="24"/>
                <w:szCs w:val="24"/>
              </w:rPr>
              <w:t xml:space="preserve"> peněžních odtoků se vykáže v níže uvedených podkategoriích:</w:t>
            </w:r>
          </w:p>
        </w:tc>
      </w:tr>
      <w:tr w:rsidR="003A5275" w:rsidRPr="001A280E" w14:paraId="584F4DB0" w14:textId="77777777" w:rsidTr="00347FF0">
        <w:trPr>
          <w:trHeight w:val="304"/>
        </w:trPr>
        <w:tc>
          <w:tcPr>
            <w:tcW w:w="1446" w:type="dxa"/>
          </w:tcPr>
          <w:p w14:paraId="718FB883"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010</w:t>
            </w:r>
          </w:p>
        </w:tc>
        <w:tc>
          <w:tcPr>
            <w:tcW w:w="7562" w:type="dxa"/>
          </w:tcPr>
          <w:p w14:paraId="31A67D2A"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Závazky vyplývající z vydaných cenných papírů</w:t>
            </w:r>
          </w:p>
          <w:p w14:paraId="714AA956" w14:textId="11A23805" w:rsidR="003A5275" w:rsidRPr="001A280E" w:rsidRDefault="003A5275"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Peněžní odtoky z dluhových cenných papírů vydaných vykazující institucí, tj. vlastních emisí</w:t>
            </w:r>
          </w:p>
        </w:tc>
      </w:tr>
      <w:tr w:rsidR="003A5275" w:rsidRPr="001A280E" w14:paraId="5A08E15D" w14:textId="77777777" w:rsidTr="00347FF0">
        <w:trPr>
          <w:trHeight w:val="304"/>
        </w:trPr>
        <w:tc>
          <w:tcPr>
            <w:tcW w:w="1446" w:type="dxa"/>
          </w:tcPr>
          <w:p w14:paraId="22E26C9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020</w:t>
            </w:r>
          </w:p>
        </w:tc>
        <w:tc>
          <w:tcPr>
            <w:tcW w:w="7562" w:type="dxa"/>
          </w:tcPr>
          <w:p w14:paraId="636D0DE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1.1.1 splatné nezajištěné dluhopisy</w:t>
            </w:r>
          </w:p>
          <w:p w14:paraId="69BB85CC" w14:textId="57F77F2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Výše peněžních odtoků vyplývajících z vydaných cenných papírů vykázaných na řádku 010, jedná-li se o nezajištěné dluhové nástroje vydané vykazující institucí třetím stranám</w:t>
            </w:r>
          </w:p>
        </w:tc>
      </w:tr>
      <w:tr w:rsidR="003A5275" w:rsidRPr="001A280E" w14:paraId="07D6B70C" w14:textId="77777777" w:rsidTr="00347FF0">
        <w:trPr>
          <w:trHeight w:val="304"/>
        </w:trPr>
        <w:tc>
          <w:tcPr>
            <w:tcW w:w="1446" w:type="dxa"/>
          </w:tcPr>
          <w:p w14:paraId="4F2006E4"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030</w:t>
            </w:r>
          </w:p>
        </w:tc>
        <w:tc>
          <w:tcPr>
            <w:tcW w:w="7562" w:type="dxa"/>
          </w:tcPr>
          <w:p w14:paraId="1AB5336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1.1.2 regulované kryté dluhopisy</w:t>
            </w:r>
          </w:p>
          <w:p w14:paraId="34825A80" w14:textId="5CA8951B"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Výše peněžních odtoků vyplývajících z vydaných cenných papírů vykázaných na řádku 010, jedná-li se o dluhopisy způsobilé pro zacházení stanovené v čl. 129 odst. 4 nebo 5 nařízení (EU) č. 575/2013 nebo v čl. 52 odst. 4 směrnice 2009/65/ES</w:t>
            </w:r>
          </w:p>
        </w:tc>
      </w:tr>
      <w:tr w:rsidR="003A5275" w:rsidRPr="001A280E" w14:paraId="62D3E3F2" w14:textId="77777777" w:rsidTr="00347FF0">
        <w:trPr>
          <w:trHeight w:val="304"/>
        </w:trPr>
        <w:tc>
          <w:tcPr>
            <w:tcW w:w="1446" w:type="dxa"/>
          </w:tcPr>
          <w:p w14:paraId="578A0E6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040</w:t>
            </w:r>
          </w:p>
        </w:tc>
        <w:tc>
          <w:tcPr>
            <w:tcW w:w="7562" w:type="dxa"/>
          </w:tcPr>
          <w:p w14:paraId="66566C7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1.1.3 splatné sekuritizace</w:t>
            </w:r>
          </w:p>
          <w:p w14:paraId="1C8CDBAB" w14:textId="52CF9EE6"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Výše peněžních odtoků vyplývajících z vydaných cenných papírů vykázaných na řádku 010, jedná-li se o sekuritizační transakce se třetími stranami podle čl. 4 odst. 1 bodu 61 nařízení (EU) č. 575/2013</w:t>
            </w:r>
          </w:p>
        </w:tc>
      </w:tr>
      <w:tr w:rsidR="003A5275" w:rsidRPr="001A280E" w14:paraId="586236DB" w14:textId="77777777" w:rsidTr="00347FF0">
        <w:trPr>
          <w:trHeight w:val="304"/>
        </w:trPr>
        <w:tc>
          <w:tcPr>
            <w:tcW w:w="1446" w:type="dxa"/>
          </w:tcPr>
          <w:p w14:paraId="2A96DE0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050</w:t>
            </w:r>
          </w:p>
        </w:tc>
        <w:tc>
          <w:tcPr>
            <w:tcW w:w="7562" w:type="dxa"/>
          </w:tcPr>
          <w:p w14:paraId="78D0D44F"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1.1.4 ostatní</w:t>
            </w:r>
          </w:p>
          <w:p w14:paraId="7E6DE11E" w14:textId="2AC5D88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Výše peněžních odtoků vyplývajících z jiných vydaných cenných papírů vykázaných na řádku 010, než které jsou uvedeny v předcházejících podkategoriích</w:t>
            </w:r>
          </w:p>
        </w:tc>
      </w:tr>
      <w:tr w:rsidR="003A5275" w:rsidRPr="001A280E" w14:paraId="669868A2" w14:textId="77777777" w:rsidTr="00347FF0">
        <w:trPr>
          <w:trHeight w:val="304"/>
        </w:trPr>
        <w:tc>
          <w:tcPr>
            <w:tcW w:w="1446" w:type="dxa"/>
          </w:tcPr>
          <w:p w14:paraId="02CA1CDE"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060</w:t>
            </w:r>
          </w:p>
        </w:tc>
        <w:tc>
          <w:tcPr>
            <w:tcW w:w="7562" w:type="dxa"/>
          </w:tcPr>
          <w:p w14:paraId="1EC228C6" w14:textId="77777777" w:rsidR="003A5275" w:rsidRPr="001A280E" w:rsidRDefault="003A5275" w:rsidP="00347FF0">
            <w:pPr>
              <w:pStyle w:val="TableParagraph"/>
              <w:spacing w:before="118"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1.2 Závazky vyplývající ze zajištěných úvěrů a transakcí na kapitálovém trhu, kdy</w:t>
            </w:r>
            <w:r>
              <w:rPr>
                <w:rFonts w:ascii="Times New Roman" w:hAnsi="Times New Roman"/>
                <w:b/>
                <w:sz w:val="24"/>
                <w:szCs w:val="24"/>
              </w:rPr>
              <w:t xml:space="preserve"> </w:t>
            </w:r>
            <w:r>
              <w:rPr>
                <w:rFonts w:ascii="Times New Roman" w:hAnsi="Times New Roman"/>
                <w:b/>
                <w:sz w:val="24"/>
                <w:szCs w:val="24"/>
                <w:u w:val="thick" w:color="000000"/>
              </w:rPr>
              <w:t>jako kolaterál slouží:</w:t>
            </w:r>
          </w:p>
          <w:p w14:paraId="19A30048" w14:textId="03118A25" w:rsidR="003A5275" w:rsidRPr="001A280E" w:rsidRDefault="003A5275"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Celková výše všech peněžních odtoků ze zajištěných úvěrových transakcí a transakcí na kapitálovém trhu, které jsou definovány v článku 192 nařízení (EU) č. 575/2013</w:t>
            </w:r>
          </w:p>
          <w:p w14:paraId="1D4E7983" w14:textId="2FB2ED9A" w:rsidR="003A5275" w:rsidRPr="001A280E" w:rsidRDefault="001A280E" w:rsidP="00347FF0">
            <w:pPr>
              <w:pStyle w:val="TableParagraph"/>
              <w:spacing w:before="120" w:after="240"/>
              <w:ind w:left="102" w:right="98"/>
              <w:jc w:val="both"/>
              <w:rPr>
                <w:rFonts w:ascii="Times New Roman" w:eastAsia="Times New Roman" w:hAnsi="Times New Roman" w:cs="Times New Roman"/>
                <w:sz w:val="24"/>
                <w:szCs w:val="24"/>
              </w:rPr>
            </w:pPr>
            <w:r>
              <w:rPr>
                <w:rFonts w:ascii="Times New Roman" w:hAnsi="Times New Roman"/>
                <w:sz w:val="24"/>
                <w:szCs w:val="24"/>
              </w:rPr>
              <w:t xml:space="preserve">Instituce vykazují pouze peněžní toky. Toky cenných papírů spojené se </w:t>
            </w:r>
            <w:r>
              <w:rPr>
                <w:rFonts w:ascii="Times New Roman" w:hAnsi="Times New Roman"/>
                <w:sz w:val="24"/>
                <w:szCs w:val="24"/>
              </w:rPr>
              <w:lastRenderedPageBreak/>
              <w:t>zajištěnými úvěrovými transakcemi a transakcemi na kapitálovém trhu se vykážou v oddíle „vyrovnávací kapacita“.</w:t>
            </w:r>
          </w:p>
        </w:tc>
      </w:tr>
      <w:tr w:rsidR="003A5275" w:rsidRPr="001A280E" w14:paraId="58523919" w14:textId="77777777" w:rsidTr="00347FF0">
        <w:trPr>
          <w:trHeight w:val="304"/>
        </w:trPr>
        <w:tc>
          <w:tcPr>
            <w:tcW w:w="1446" w:type="dxa"/>
          </w:tcPr>
          <w:p w14:paraId="288C0E77"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070</w:t>
            </w:r>
          </w:p>
        </w:tc>
        <w:tc>
          <w:tcPr>
            <w:tcW w:w="7562" w:type="dxa"/>
          </w:tcPr>
          <w:p w14:paraId="2013A32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 Obchodovatelná aktiva úrovně 1</w:t>
            </w:r>
          </w:p>
          <w:p w14:paraId="2C65EFCC" w14:textId="3385DF26" w:rsidR="003A5275" w:rsidRPr="001A280E" w:rsidRDefault="003A5275" w:rsidP="00F52876">
            <w:pPr>
              <w:pStyle w:val="TableParagraph"/>
              <w:spacing w:before="117"/>
              <w:ind w:left="102" w:right="100"/>
              <w:jc w:val="both"/>
              <w:rPr>
                <w:rFonts w:ascii="Times New Roman" w:eastAsia="Times New Roman" w:hAnsi="Times New Roman" w:cs="Times New Roman"/>
                <w:sz w:val="24"/>
                <w:szCs w:val="24"/>
              </w:rPr>
            </w:pPr>
            <w:r>
              <w:rPr>
                <w:rFonts w:ascii="Times New Roman" w:hAnsi="Times New Roman"/>
                <w:sz w:val="24"/>
                <w:szCs w:val="24"/>
              </w:rPr>
              <w:t>Výše peněžních odtoků vykázaných na řádku 070, jsou-li zajištěny obchodovatelnými aktivy, která by splnila požadavky článků 7, 8 a 10 nařízení v přenesené pravomoci (EU) 2015/61, pokud by nezajišťovala konkrétní transakci.</w:t>
            </w:r>
          </w:p>
          <w:p w14:paraId="5DAD3189" w14:textId="64E2E47F" w:rsidR="003A5275" w:rsidRPr="001A280E" w:rsidRDefault="003A5275" w:rsidP="00347FF0">
            <w:pPr>
              <w:pStyle w:val="TableParagraph"/>
              <w:spacing w:before="119" w:after="240"/>
              <w:ind w:left="102" w:right="99"/>
              <w:jc w:val="both"/>
              <w:rPr>
                <w:rFonts w:ascii="Times New Roman" w:eastAsia="Times New Roman" w:hAnsi="Times New Roman" w:cs="Times New Roman"/>
                <w:sz w:val="24"/>
                <w:szCs w:val="24"/>
              </w:rPr>
            </w:pPr>
            <w:r>
              <w:rPr>
                <w:rFonts w:ascii="Times New Roman" w:hAnsi="Times New Roman"/>
                <w:sz w:val="24"/>
                <w:szCs w:val="24"/>
              </w:rPr>
              <w:t>Akcie nebo podílové jednotky v subjektu kolektivního investování podle článku 15 nařízení v přenesené pravomoci (EU) 2015/61, které lze považovat za aktiva úrovně 1, se vykazují v níže uvedených podkategoriích odpovídajících jejich podkladovým aktivům.</w:t>
            </w:r>
          </w:p>
        </w:tc>
      </w:tr>
      <w:tr w:rsidR="003A5275" w:rsidRPr="001A280E" w14:paraId="5DA04254" w14:textId="77777777" w:rsidTr="00347FF0">
        <w:trPr>
          <w:trHeight w:val="304"/>
        </w:trPr>
        <w:tc>
          <w:tcPr>
            <w:tcW w:w="1446" w:type="dxa"/>
          </w:tcPr>
          <w:p w14:paraId="7BAA3A0C"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080</w:t>
            </w:r>
          </w:p>
        </w:tc>
        <w:tc>
          <w:tcPr>
            <w:tcW w:w="7562" w:type="dxa"/>
          </w:tcPr>
          <w:p w14:paraId="4C81E10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 Aktiva úrovně 1 s vyloučením krytých dluhopisů</w:t>
            </w:r>
          </w:p>
          <w:p w14:paraId="2DA2E7B8" w14:textId="795BF6C8"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Výše peněžních odtoků vykázaných na řádku 070, jsou-li zajištěny aktivy, jež nejsou krytými dluhopisy</w:t>
            </w:r>
          </w:p>
        </w:tc>
      </w:tr>
      <w:tr w:rsidR="003A5275" w:rsidRPr="001A280E" w14:paraId="394B29AE" w14:textId="77777777" w:rsidTr="00347FF0">
        <w:trPr>
          <w:trHeight w:val="304"/>
        </w:trPr>
        <w:tc>
          <w:tcPr>
            <w:tcW w:w="1446" w:type="dxa"/>
          </w:tcPr>
          <w:p w14:paraId="4BA2B57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090</w:t>
            </w:r>
          </w:p>
        </w:tc>
        <w:tc>
          <w:tcPr>
            <w:tcW w:w="7562" w:type="dxa"/>
          </w:tcPr>
          <w:p w14:paraId="3C17603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1.2.1.1.1 Aktiva úrovně 1 od centrální banky</w:t>
            </w:r>
          </w:p>
          <w:p w14:paraId="67D38967" w14:textId="7E320C43" w:rsidR="003A5275" w:rsidRPr="001A280E" w:rsidRDefault="003A5275"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Výše peněžních odtoků vykázaných na řádku 080, jsou-li zajištěny aktivy, jež představují pohledávky vůči centrálním bankám nebo pohledávky jimi zaručené</w:t>
            </w:r>
          </w:p>
        </w:tc>
      </w:tr>
      <w:tr w:rsidR="003A5275" w:rsidRPr="001A280E" w14:paraId="37B1C539" w14:textId="77777777" w:rsidTr="00347FF0">
        <w:trPr>
          <w:trHeight w:val="304"/>
        </w:trPr>
        <w:tc>
          <w:tcPr>
            <w:tcW w:w="1446" w:type="dxa"/>
          </w:tcPr>
          <w:p w14:paraId="2748BD1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100</w:t>
            </w:r>
          </w:p>
        </w:tc>
        <w:tc>
          <w:tcPr>
            <w:tcW w:w="7562" w:type="dxa"/>
          </w:tcPr>
          <w:p w14:paraId="2C8B69A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1.2.1.1.2 Aktiva úrovně 1 (stupeň úvěrové kvality (CQS) 1)</w:t>
            </w:r>
          </w:p>
          <w:p w14:paraId="7B6047DC" w14:textId="795D970A"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Výše jiných peněžních odtoků vykázaných na řádku 080, než které jsou vykázány na řádku 090, jsou-li zajištěny aktivy představujícími pohledávky vůči emitentovi, jemuž je určenou externí ratingovou agenturou přiřazen stupeň úvěrové kvality 1, nebo pohledávky zaručené ručitelem s tímto stupněm úvěrové kvality.</w:t>
            </w:r>
          </w:p>
        </w:tc>
      </w:tr>
      <w:tr w:rsidR="003A5275" w:rsidRPr="001A280E" w14:paraId="29045D9B" w14:textId="77777777" w:rsidTr="00347FF0">
        <w:trPr>
          <w:trHeight w:val="304"/>
        </w:trPr>
        <w:tc>
          <w:tcPr>
            <w:tcW w:w="1446" w:type="dxa"/>
          </w:tcPr>
          <w:p w14:paraId="6B163AC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110</w:t>
            </w:r>
          </w:p>
        </w:tc>
        <w:tc>
          <w:tcPr>
            <w:tcW w:w="7562" w:type="dxa"/>
          </w:tcPr>
          <w:p w14:paraId="4EDA5A5B"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1.2.1.1.3 Aktiva úrovně 1 (CQS 2, CQS 3)</w:t>
            </w:r>
          </w:p>
          <w:p w14:paraId="29C94261" w14:textId="3EF6EB93"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Výše jiných peněžních odtoků vykázaných na řádku 080, než které jsou vykázány na řádku 090, jsou-li zajištěny aktivy představujícími pohledávky vůči emitentovi, jemuž je určenou externí ratingovou agenturou přiřazen stupeň úvěrové kvality 2 nebo 3, nebo pohledávky zaručené ručitelem s tímto stupněm úvěrové kvality.</w:t>
            </w:r>
          </w:p>
        </w:tc>
      </w:tr>
      <w:tr w:rsidR="003A5275" w:rsidRPr="001A280E" w14:paraId="61D5A047" w14:textId="77777777" w:rsidTr="00347FF0">
        <w:trPr>
          <w:trHeight w:val="304"/>
        </w:trPr>
        <w:tc>
          <w:tcPr>
            <w:tcW w:w="1446" w:type="dxa"/>
          </w:tcPr>
          <w:p w14:paraId="4A8CDE6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120</w:t>
            </w:r>
          </w:p>
        </w:tc>
        <w:tc>
          <w:tcPr>
            <w:tcW w:w="7562" w:type="dxa"/>
          </w:tcPr>
          <w:p w14:paraId="193D3B9D" w14:textId="28EAB69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1.2.1.1.4 Aktiva úrovně 1 (CQS 4+)</w:t>
            </w:r>
          </w:p>
          <w:p w14:paraId="5D24A4DD" w14:textId="4E07F005"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Výše jiných peněžních odtoků vykázaných na řádku 080, než které jsou vykázány na řádku 090, jsou-li zajištěny aktivy představujícími pohledávky vůči emitentovi, jemuž je určenou externí ratingovou </w:t>
            </w:r>
            <w:r>
              <w:rPr>
                <w:rFonts w:ascii="Times New Roman" w:hAnsi="Times New Roman"/>
                <w:sz w:val="24"/>
                <w:szCs w:val="24"/>
              </w:rPr>
              <w:lastRenderedPageBreak/>
              <w:t>agenturou přiřazen stupeň úvěrové kvality 4 nebo horší, nebo pohledávky zaručené ručitelem s tímto stupněm úvěrové kvality.</w:t>
            </w:r>
          </w:p>
        </w:tc>
      </w:tr>
      <w:tr w:rsidR="003A5275" w:rsidRPr="001A280E" w14:paraId="5CF5A0FE" w14:textId="77777777" w:rsidTr="00347FF0">
        <w:trPr>
          <w:trHeight w:val="304"/>
        </w:trPr>
        <w:tc>
          <w:tcPr>
            <w:tcW w:w="1446" w:type="dxa"/>
          </w:tcPr>
          <w:p w14:paraId="0A623EC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130</w:t>
            </w:r>
          </w:p>
        </w:tc>
        <w:tc>
          <w:tcPr>
            <w:tcW w:w="7562" w:type="dxa"/>
          </w:tcPr>
          <w:p w14:paraId="760EE314"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1.2.1.2 Kryté dluhopisy úrovně 1 (CQS1)</w:t>
            </w:r>
          </w:p>
          <w:p w14:paraId="509B860C" w14:textId="4D73CABC"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Výše peněžních odtoků vykázaných na řádku 070, jsou-li zajištěny aktivy, jež jsou krytými dluhopisy </w:t>
            </w:r>
          </w:p>
          <w:p w14:paraId="342A7C77" w14:textId="7D2AF442"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 souladu s čl. 10 odst. 1 písm. f) nařízení v přenesené pravomoci (EU) 2015/61 jsou jako aktiva úrovně 1 způsobilé pouze kryté dluhopisy CQS 1.</w:t>
            </w:r>
          </w:p>
        </w:tc>
      </w:tr>
      <w:tr w:rsidR="003A5275" w:rsidRPr="001A280E" w14:paraId="13A96706" w14:textId="77777777" w:rsidTr="00347FF0">
        <w:trPr>
          <w:trHeight w:val="304"/>
        </w:trPr>
        <w:tc>
          <w:tcPr>
            <w:tcW w:w="1446" w:type="dxa"/>
          </w:tcPr>
          <w:p w14:paraId="2F74693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140</w:t>
            </w:r>
          </w:p>
        </w:tc>
        <w:tc>
          <w:tcPr>
            <w:tcW w:w="7562" w:type="dxa"/>
          </w:tcPr>
          <w:p w14:paraId="1FF5B74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 Obchodovatelná aktiva úrovně 2A</w:t>
            </w:r>
          </w:p>
          <w:p w14:paraId="308402A5" w14:textId="2C66F7DB"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Výše peněžních odtoků vykázaných na řádku 060, jsou-li zajištěny obchodovatelnými aktivy, která by splnila požadavky článků 7, 8 a 11 nařízení v přenesené pravomoci (EU) 2015/61, pokud by nezajišťovala konkrétní transakci.</w:t>
            </w:r>
          </w:p>
          <w:p w14:paraId="53663919" w14:textId="628530FB" w:rsidR="003A5275" w:rsidRPr="001A280E" w:rsidRDefault="003A5275"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Akcie nebo podílové jednotky v subjektu kolektivního investování podle článku 15 nařízení v přenesené pravomoci (EU) 2015/61, které lze považovat za aktiva úrovně 2A, se vykazují v níže uvedených podkategoriích odpovídajících jejich podkladovým aktivům.</w:t>
            </w:r>
          </w:p>
        </w:tc>
      </w:tr>
      <w:tr w:rsidR="003A5275" w:rsidRPr="001A280E" w14:paraId="068BF627" w14:textId="77777777" w:rsidTr="00347FF0">
        <w:trPr>
          <w:trHeight w:val="304"/>
        </w:trPr>
        <w:tc>
          <w:tcPr>
            <w:tcW w:w="1446" w:type="dxa"/>
          </w:tcPr>
          <w:p w14:paraId="5182888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150</w:t>
            </w:r>
          </w:p>
        </w:tc>
        <w:tc>
          <w:tcPr>
            <w:tcW w:w="7562" w:type="dxa"/>
          </w:tcPr>
          <w:p w14:paraId="17BD1524"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1.2.2.1 Podnikové dluhopisy úrovně 2A (CQS1)</w:t>
            </w:r>
          </w:p>
          <w:p w14:paraId="4BE0B4FC" w14:textId="636CE4A1"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Výše peněžních odtoků vykázaných na řádku 140, jsou-li zajištěny podnikovými dluhopisy, jimž je určenou externí ratingovou agenturou přiřazen stupeň úvěrové kvality 1.</w:t>
            </w:r>
          </w:p>
        </w:tc>
      </w:tr>
      <w:tr w:rsidR="003A5275" w:rsidRPr="001A280E" w14:paraId="0EE603C0" w14:textId="77777777" w:rsidTr="00347FF0">
        <w:trPr>
          <w:trHeight w:val="304"/>
        </w:trPr>
        <w:tc>
          <w:tcPr>
            <w:tcW w:w="1446" w:type="dxa"/>
          </w:tcPr>
          <w:p w14:paraId="31E09C1F"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160</w:t>
            </w:r>
          </w:p>
        </w:tc>
        <w:tc>
          <w:tcPr>
            <w:tcW w:w="7562" w:type="dxa"/>
          </w:tcPr>
          <w:p w14:paraId="10D2142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1.2.2.2 Kryté dluhopisy úrovně 2A (CQS1, CQS2)</w:t>
            </w:r>
          </w:p>
          <w:p w14:paraId="665CBDB0" w14:textId="6409032E"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Výše peněžních odtoků vykázaných na řádku 140, jsou-li zajištěny krytými dluhopisy, jimž je určenou externí ratingovou agenturou přiřazen stupeň úvěrové kvality 1 nebo 2.</w:t>
            </w:r>
          </w:p>
        </w:tc>
      </w:tr>
      <w:tr w:rsidR="003A5275" w:rsidRPr="001A280E" w14:paraId="493866E5" w14:textId="77777777" w:rsidTr="00347FF0">
        <w:trPr>
          <w:trHeight w:val="304"/>
        </w:trPr>
        <w:tc>
          <w:tcPr>
            <w:tcW w:w="1446" w:type="dxa"/>
          </w:tcPr>
          <w:p w14:paraId="1112AE8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170</w:t>
            </w:r>
          </w:p>
        </w:tc>
        <w:tc>
          <w:tcPr>
            <w:tcW w:w="7562" w:type="dxa"/>
          </w:tcPr>
          <w:p w14:paraId="14BE0A1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1.2.2.3 Aktiva z veřejného sektoru úrovně 2A (CQS1, CQS2)</w:t>
            </w:r>
          </w:p>
          <w:p w14:paraId="6F37861B" w14:textId="5A3CBB5F"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Výše peněžních odtoků vykázaných na řádku 140, jsou-li zajištěny aktivy, jež představují pohledávky vůči ústředním vládním institucím, centrálním bankám, regionálním vládním institucím, místním orgánům nebo subjektům veřejného sektoru nebo pohledávky jimi zaručené.</w:t>
            </w:r>
          </w:p>
          <w:p w14:paraId="599521A4" w14:textId="3F008181"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 souladu s čl. 11 odst. 1 písm. a) a b) nařízení v přenesené pravomoci (EU) 2015/61 všechna aktiva veřejného sektoru způsobilá jako aktiva úrovně 2A jsou buď stupně úvěrové kvality 1, nebo stupně úvěrové kvality 2.</w:t>
            </w:r>
          </w:p>
        </w:tc>
      </w:tr>
      <w:tr w:rsidR="003A5275" w:rsidRPr="001A280E" w14:paraId="11A498C9" w14:textId="77777777" w:rsidTr="00347FF0">
        <w:trPr>
          <w:trHeight w:val="304"/>
        </w:trPr>
        <w:tc>
          <w:tcPr>
            <w:tcW w:w="1446" w:type="dxa"/>
          </w:tcPr>
          <w:p w14:paraId="49B0C57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180</w:t>
            </w:r>
          </w:p>
        </w:tc>
        <w:tc>
          <w:tcPr>
            <w:tcW w:w="7562" w:type="dxa"/>
          </w:tcPr>
          <w:p w14:paraId="1D941583"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 Obchodovatelná aktiva úrovně 2B</w:t>
            </w:r>
          </w:p>
          <w:p w14:paraId="550A0DAB" w14:textId="6FF3BD6C" w:rsidR="003A5275" w:rsidRPr="001A280E" w:rsidRDefault="003A5275" w:rsidP="00347FF0">
            <w:pPr>
              <w:widowControl w:val="0"/>
              <w:spacing w:before="117" w:after="240"/>
              <w:ind w:left="102" w:right="100"/>
              <w:jc w:val="both"/>
              <w:rPr>
                <w:rFonts w:ascii="Times New Roman" w:hAnsi="Times New Roman"/>
                <w:color w:val="auto"/>
                <w:sz w:val="24"/>
                <w:szCs w:val="24"/>
              </w:rPr>
            </w:pPr>
            <w:r>
              <w:rPr>
                <w:rFonts w:ascii="Times New Roman" w:hAnsi="Times New Roman"/>
                <w:color w:val="auto"/>
                <w:sz w:val="24"/>
                <w:szCs w:val="24"/>
              </w:rPr>
              <w:t>Výše peněžních odtoků vykázaných na řádku 060, jsou-li zajištěny obchodovatelnými aktivy, která by splnila požadavky článků 7, 8 a 12 nebo 13 nařízení v přenesené pravomoci (EU) 2015/61, pokud by nezajišťovala konkrétní transakci.</w:t>
            </w:r>
          </w:p>
          <w:p w14:paraId="7DBB331B" w14:textId="6C011F34" w:rsidR="003A5275" w:rsidRPr="001A280E" w:rsidRDefault="003A5275"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Akcie nebo podílové jednotky v subjektu kolektivního investování podle článku 15 nařízení v přenesené pravomoci (EU) 2015/61, které lze považovat za aktiva úrovně 2B, se vykazují v níže uvedených podkategoriích odpovídajících jejich podkladovým aktivům.</w:t>
            </w:r>
          </w:p>
        </w:tc>
      </w:tr>
      <w:tr w:rsidR="003A5275" w:rsidRPr="001A280E" w14:paraId="047A6295" w14:textId="77777777" w:rsidTr="00347FF0">
        <w:trPr>
          <w:trHeight w:val="304"/>
        </w:trPr>
        <w:tc>
          <w:tcPr>
            <w:tcW w:w="1446" w:type="dxa"/>
          </w:tcPr>
          <w:p w14:paraId="1A000AD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190</w:t>
            </w:r>
          </w:p>
        </w:tc>
        <w:tc>
          <w:tcPr>
            <w:tcW w:w="7562" w:type="dxa"/>
          </w:tcPr>
          <w:p w14:paraId="0EAB9246"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1.2.3.1 Cenné papíry úrovně 2B zajištěné aktivy (ABS) (CQS1)</w:t>
            </w:r>
          </w:p>
          <w:p w14:paraId="77AD2B36" w14:textId="46F90A1C" w:rsidR="0082781B" w:rsidRDefault="003A5275" w:rsidP="00347FF0">
            <w:pPr>
              <w:pStyle w:val="TableParagraph"/>
              <w:spacing w:before="118" w:after="240"/>
              <w:ind w:left="102"/>
              <w:jc w:val="both"/>
              <w:rPr>
                <w:rFonts w:ascii="Times New Roman" w:eastAsia="Calibri" w:hAnsi="Times New Roman" w:cs="Times New Roman"/>
                <w:sz w:val="24"/>
                <w:szCs w:val="24"/>
              </w:rPr>
            </w:pPr>
            <w:r>
              <w:rPr>
                <w:rFonts w:ascii="Times New Roman" w:hAnsi="Times New Roman"/>
                <w:sz w:val="24"/>
                <w:szCs w:val="24"/>
              </w:rPr>
              <w:t xml:space="preserve">Výše peněžních odtoků vykázaných na řádku 180, jsou-li zajištěny cennými papíry zajištěnými aktivy, včetně cenných papírů zajištěných hypotékou na obytné nemovitosti. </w:t>
            </w:r>
          </w:p>
          <w:p w14:paraId="6717508F" w14:textId="0683BD26" w:rsidR="003A5275" w:rsidRPr="001A280E" w:rsidRDefault="002B55BA"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V souladu s čl. 13 odst. 2 písm. a) nařízení v přenesené pravomoci (EU) 2015/61 všechny cenné papíry zajištěné aktivy způsobilé jako cenné papíry úrovně 2B mají stupeň úvěrové kvality 1.</w:t>
            </w:r>
          </w:p>
        </w:tc>
      </w:tr>
      <w:tr w:rsidR="001820FB" w:rsidRPr="001A280E" w14:paraId="09E9358B" w14:textId="77777777" w:rsidTr="00347FF0">
        <w:trPr>
          <w:trHeight w:val="304"/>
        </w:trPr>
        <w:tc>
          <w:tcPr>
            <w:tcW w:w="1446" w:type="dxa"/>
          </w:tcPr>
          <w:p w14:paraId="26052CBC"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200</w:t>
            </w:r>
          </w:p>
        </w:tc>
        <w:tc>
          <w:tcPr>
            <w:tcW w:w="7562" w:type="dxa"/>
          </w:tcPr>
          <w:p w14:paraId="2F91DFB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1.2.3.2 Kryté dluhopisy úrovně 2B (CQS 1-6)</w:t>
            </w:r>
          </w:p>
          <w:p w14:paraId="0A4165C0" w14:textId="33A0100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Výše peněžních odtoků vykázaných na řádku 180, jsou-li zajištěny krytými dluhopisy</w:t>
            </w:r>
          </w:p>
        </w:tc>
      </w:tr>
      <w:tr w:rsidR="001820FB" w:rsidRPr="001A280E" w14:paraId="66FAFB71" w14:textId="77777777" w:rsidTr="00347FF0">
        <w:trPr>
          <w:trHeight w:val="304"/>
        </w:trPr>
        <w:tc>
          <w:tcPr>
            <w:tcW w:w="1446" w:type="dxa"/>
          </w:tcPr>
          <w:p w14:paraId="70E1FBE6"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210</w:t>
            </w:r>
          </w:p>
        </w:tc>
        <w:tc>
          <w:tcPr>
            <w:tcW w:w="7562" w:type="dxa"/>
          </w:tcPr>
          <w:p w14:paraId="2889AD5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1.2.3.3 Podnikové dluhopisy úrovně 2B (CQS 1-3)</w:t>
            </w:r>
          </w:p>
          <w:p w14:paraId="44CC26D8" w14:textId="445FB1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Výše peněžních odtoků vykázaných na řádku 180, jsou-li zajištěny podnikovými dluhovými cennými papíry</w:t>
            </w:r>
          </w:p>
        </w:tc>
      </w:tr>
      <w:tr w:rsidR="001820FB" w:rsidRPr="001A280E" w14:paraId="6328EAB5" w14:textId="77777777" w:rsidTr="00347FF0">
        <w:trPr>
          <w:trHeight w:val="304"/>
        </w:trPr>
        <w:tc>
          <w:tcPr>
            <w:tcW w:w="1446" w:type="dxa"/>
          </w:tcPr>
          <w:p w14:paraId="4EA3D9C1"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220</w:t>
            </w:r>
          </w:p>
        </w:tc>
        <w:tc>
          <w:tcPr>
            <w:tcW w:w="7562" w:type="dxa"/>
          </w:tcPr>
          <w:p w14:paraId="7EE5A5B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1.2.3.4 Akcie úrovně 2B</w:t>
            </w:r>
          </w:p>
          <w:p w14:paraId="4B1441B0" w14:textId="4115704C"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Výše peněžních odtoků vykázaných na řádku 180, jsou-li zajištěny akciemi</w:t>
            </w:r>
          </w:p>
        </w:tc>
      </w:tr>
      <w:tr w:rsidR="001820FB" w:rsidRPr="001A280E" w14:paraId="6468746C" w14:textId="77777777" w:rsidTr="00347FF0">
        <w:trPr>
          <w:trHeight w:val="304"/>
        </w:trPr>
        <w:tc>
          <w:tcPr>
            <w:tcW w:w="1446" w:type="dxa"/>
          </w:tcPr>
          <w:p w14:paraId="0E1921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230</w:t>
            </w:r>
          </w:p>
        </w:tc>
        <w:tc>
          <w:tcPr>
            <w:tcW w:w="7562" w:type="dxa"/>
          </w:tcPr>
          <w:p w14:paraId="75153B6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1.2.3.5 Cenné papíry úrovně 2B z veřejného sektoru (CQS 3–5)</w:t>
            </w:r>
          </w:p>
          <w:p w14:paraId="4A958051" w14:textId="0730DBE3" w:rsidR="001820FB" w:rsidRPr="001A280E" w:rsidRDefault="001820FB" w:rsidP="00347FF0">
            <w:pPr>
              <w:pStyle w:val="TableParagraph"/>
              <w:spacing w:before="116" w:after="240"/>
              <w:ind w:left="102" w:right="99"/>
              <w:jc w:val="both"/>
              <w:rPr>
                <w:rFonts w:ascii="Times New Roman" w:eastAsia="Times New Roman" w:hAnsi="Times New Roman" w:cs="Times New Roman"/>
                <w:sz w:val="24"/>
                <w:szCs w:val="24"/>
              </w:rPr>
            </w:pPr>
            <w:r>
              <w:rPr>
                <w:rFonts w:ascii="Times New Roman" w:hAnsi="Times New Roman"/>
                <w:sz w:val="24"/>
                <w:szCs w:val="24"/>
              </w:rPr>
              <w:t>Výše peněžních odtoků vykázaných na řádku 180, jsou-li zajištěny aktivy úrovně 2B, jež nejsou vykázána na řádcích 190 až 220.</w:t>
            </w:r>
          </w:p>
        </w:tc>
      </w:tr>
      <w:tr w:rsidR="001820FB" w:rsidRPr="001A280E" w14:paraId="172B0600" w14:textId="77777777" w:rsidTr="00347FF0">
        <w:trPr>
          <w:trHeight w:val="304"/>
        </w:trPr>
        <w:tc>
          <w:tcPr>
            <w:tcW w:w="1446" w:type="dxa"/>
          </w:tcPr>
          <w:p w14:paraId="45A14C2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240</w:t>
            </w:r>
          </w:p>
        </w:tc>
        <w:tc>
          <w:tcPr>
            <w:tcW w:w="7562" w:type="dxa"/>
          </w:tcPr>
          <w:p w14:paraId="57F3D60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1.2.4 ostatní obchodovatelná aktiva</w:t>
            </w:r>
          </w:p>
          <w:p w14:paraId="4065A9AC" w14:textId="15647054"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 xml:space="preserve">Výše peněžních odtoků vykázaných na řádku 060, jsou-li zajištěny obchodovatelnými aktivy, jež nejsou vykázána na řádcích 070, 140 nebo </w:t>
            </w:r>
            <w:r>
              <w:rPr>
                <w:rFonts w:ascii="Times New Roman" w:hAnsi="Times New Roman"/>
                <w:sz w:val="24"/>
                <w:szCs w:val="24"/>
              </w:rPr>
              <w:lastRenderedPageBreak/>
              <w:t>180.</w:t>
            </w:r>
          </w:p>
        </w:tc>
      </w:tr>
      <w:tr w:rsidR="001820FB" w:rsidRPr="001A280E" w14:paraId="251B3101" w14:textId="77777777" w:rsidTr="00347FF0">
        <w:trPr>
          <w:trHeight w:val="304"/>
        </w:trPr>
        <w:tc>
          <w:tcPr>
            <w:tcW w:w="1446" w:type="dxa"/>
          </w:tcPr>
          <w:p w14:paraId="41F0BB0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250</w:t>
            </w:r>
          </w:p>
        </w:tc>
        <w:tc>
          <w:tcPr>
            <w:tcW w:w="7562" w:type="dxa"/>
          </w:tcPr>
          <w:p w14:paraId="4B45000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1.2.5 ostatní aktiva</w:t>
            </w:r>
          </w:p>
          <w:p w14:paraId="311F9EC8" w14:textId="59181A0A"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Výše peněžních odtoků vykázaných na řádku 060, jsou-li zajištěny aktivy, jež nejsou vykázána na řádcích 070, 140, 180 nebo 240.</w:t>
            </w:r>
          </w:p>
        </w:tc>
      </w:tr>
      <w:tr w:rsidR="001820FB" w:rsidRPr="001A280E" w14:paraId="6FC73F4F" w14:textId="77777777" w:rsidTr="00347FF0">
        <w:trPr>
          <w:trHeight w:val="304"/>
        </w:trPr>
        <w:tc>
          <w:tcPr>
            <w:tcW w:w="1446" w:type="dxa"/>
          </w:tcPr>
          <w:p w14:paraId="6342AD3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260</w:t>
            </w:r>
          </w:p>
        </w:tc>
        <w:tc>
          <w:tcPr>
            <w:tcW w:w="7562" w:type="dxa"/>
          </w:tcPr>
          <w:p w14:paraId="0FFB7484" w14:textId="37E5B8E5" w:rsidR="001820FB" w:rsidRPr="001A280E" w:rsidRDefault="001820FB" w:rsidP="00347FF0">
            <w:pPr>
              <w:pStyle w:val="TableParagraph"/>
              <w:spacing w:before="118" w:after="240"/>
              <w:ind w:left="102" w:right="99"/>
              <w:jc w:val="both"/>
              <w:rPr>
                <w:rFonts w:ascii="Times New Roman" w:eastAsia="Times New Roman" w:hAnsi="Times New Roman" w:cs="Times New Roman"/>
                <w:sz w:val="24"/>
                <w:szCs w:val="24"/>
              </w:rPr>
            </w:pPr>
            <w:r>
              <w:rPr>
                <w:rFonts w:ascii="Times New Roman" w:hAnsi="Times New Roman"/>
                <w:b/>
                <w:sz w:val="24"/>
                <w:szCs w:val="24"/>
                <w:u w:val="thick" w:color="000000"/>
              </w:rPr>
              <w:t>1.3 Závazky nevykázané v rámci položky 1.2, které vyplývají z obdržených vkladů</w:t>
            </w:r>
            <w:r>
              <w:rPr>
                <w:rFonts w:ascii="Times New Roman" w:hAnsi="Times New Roman"/>
                <w:b/>
                <w:sz w:val="24"/>
                <w:szCs w:val="24"/>
              </w:rPr>
              <w:t xml:space="preserve"> </w:t>
            </w:r>
            <w:r>
              <w:rPr>
                <w:rFonts w:ascii="Times New Roman" w:hAnsi="Times New Roman"/>
                <w:b/>
                <w:sz w:val="24"/>
                <w:szCs w:val="24"/>
                <w:u w:val="thick" w:color="000000"/>
              </w:rPr>
              <w:t>(s vyloučením vkladů obdržených jako kolaterál)</w:t>
            </w:r>
          </w:p>
          <w:p w14:paraId="7E04EC5B" w14:textId="505D0E18" w:rsidR="008B4BA5" w:rsidRDefault="001820FB" w:rsidP="00347FF0">
            <w:pPr>
              <w:pStyle w:val="TableParagraph"/>
              <w:spacing w:before="117" w:after="240"/>
              <w:ind w:left="102" w:right="98"/>
              <w:jc w:val="both"/>
              <w:rPr>
                <w:rFonts w:ascii="Times New Roman" w:hAnsi="Times New Roman" w:cs="Times New Roman"/>
                <w:spacing w:val="20"/>
                <w:sz w:val="24"/>
                <w:szCs w:val="24"/>
              </w:rPr>
            </w:pPr>
            <w:r>
              <w:rPr>
                <w:rFonts w:ascii="Times New Roman" w:hAnsi="Times New Roman"/>
                <w:sz w:val="24"/>
                <w:szCs w:val="24"/>
              </w:rPr>
              <w:t>Peněžní odtoky vyplývající ze všech obdržených vkladů s výjimkou odtoků vykázaných na řádku 060 a vkladů obdržených jako kolaterál.</w:t>
            </w:r>
          </w:p>
          <w:p w14:paraId="3CB1B083" w14:textId="3BA206F7"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Peněžní odtoky vyplývající z derivátových transakcí se vykážou na řádku 350 nebo 360.</w:t>
            </w:r>
          </w:p>
          <w:p w14:paraId="07CD7326" w14:textId="421160B5"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Vklady se vykážou v souladu se stavem k prvnímu možnému datu jejich smluvní splatnosti. Vklady, které lze vybrat okamžitě bez předchozího oznámení („vklady na viděnou“), nebo vklady splatné na požádání se vykazují v koši „jednodenní“.</w:t>
            </w:r>
          </w:p>
        </w:tc>
      </w:tr>
      <w:tr w:rsidR="001820FB" w:rsidRPr="001A280E" w14:paraId="6BF74EB8" w14:textId="77777777" w:rsidTr="00347FF0">
        <w:trPr>
          <w:trHeight w:val="304"/>
        </w:trPr>
        <w:tc>
          <w:tcPr>
            <w:tcW w:w="1446" w:type="dxa"/>
          </w:tcPr>
          <w:p w14:paraId="44B8EC8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270</w:t>
            </w:r>
          </w:p>
        </w:tc>
        <w:tc>
          <w:tcPr>
            <w:tcW w:w="7562" w:type="dxa"/>
          </w:tcPr>
          <w:p w14:paraId="05561D36" w14:textId="77777777" w:rsidR="001820FB" w:rsidRPr="001A280E" w:rsidRDefault="001820FB" w:rsidP="00347FF0">
            <w:pPr>
              <w:widowControl w:val="0"/>
              <w:spacing w:before="118"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1.3.1 stabilní retailové vklady</w:t>
            </w:r>
          </w:p>
          <w:p w14:paraId="53AB415C" w14:textId="4EF7060C" w:rsidR="001820FB" w:rsidRPr="001A280E" w:rsidRDefault="001820FB"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Výše peněžních odtoků vykázaných na řádku 260, které pocházejí z retailových vkladů v souladu s čl. 3 bodem 8 a článkem 24 nařízení v přenesené pravomoci (EU) 2015/61</w:t>
            </w:r>
          </w:p>
        </w:tc>
      </w:tr>
      <w:tr w:rsidR="001820FB" w:rsidRPr="001A280E" w14:paraId="334373F8" w14:textId="77777777" w:rsidTr="00347FF0">
        <w:trPr>
          <w:trHeight w:val="304"/>
        </w:trPr>
        <w:tc>
          <w:tcPr>
            <w:tcW w:w="1446" w:type="dxa"/>
          </w:tcPr>
          <w:p w14:paraId="33FA2BE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280</w:t>
            </w:r>
          </w:p>
        </w:tc>
        <w:tc>
          <w:tcPr>
            <w:tcW w:w="7562" w:type="dxa"/>
          </w:tcPr>
          <w:p w14:paraId="1F7382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1.3.2 ostatní retailové vklady</w:t>
            </w:r>
          </w:p>
          <w:p w14:paraId="2D62682E" w14:textId="30A2EF3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Výše peněžních odtoků vykázaných na řádku 260, které pocházejí z retailových vkladů v souladu s čl. 3 bodem 8 nařízení v přenesené pravomoci (EU) 2015/61, jiných než vykázaných na řádku 270.</w:t>
            </w:r>
          </w:p>
        </w:tc>
      </w:tr>
      <w:tr w:rsidR="001820FB" w:rsidRPr="001A280E" w14:paraId="11E495B6" w14:textId="77777777" w:rsidTr="00347FF0">
        <w:trPr>
          <w:trHeight w:val="304"/>
        </w:trPr>
        <w:tc>
          <w:tcPr>
            <w:tcW w:w="1446" w:type="dxa"/>
          </w:tcPr>
          <w:p w14:paraId="67E6521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290</w:t>
            </w:r>
          </w:p>
        </w:tc>
        <w:tc>
          <w:tcPr>
            <w:tcW w:w="7562" w:type="dxa"/>
          </w:tcPr>
          <w:p w14:paraId="09E73F4E"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1.3.3 provozní vklady</w:t>
            </w:r>
          </w:p>
          <w:p w14:paraId="077440BF" w14:textId="2FDC58E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Výše peněžních odtoků vykázaných na řádku 260, které pocházejí z provozních vkladů, v souladu s článkem 27 nařízení v přenesené pravomoci (EU) 2015/61.</w:t>
            </w:r>
          </w:p>
        </w:tc>
      </w:tr>
      <w:tr w:rsidR="001820FB" w:rsidRPr="001A280E" w14:paraId="7836260B" w14:textId="77777777" w:rsidTr="00347FF0">
        <w:trPr>
          <w:trHeight w:val="304"/>
        </w:trPr>
        <w:tc>
          <w:tcPr>
            <w:tcW w:w="1446" w:type="dxa"/>
          </w:tcPr>
          <w:p w14:paraId="650FBD3D" w14:textId="6801CA9B" w:rsidR="001820FB" w:rsidRPr="001A280E" w:rsidRDefault="00AE380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300</w:t>
            </w:r>
          </w:p>
        </w:tc>
        <w:tc>
          <w:tcPr>
            <w:tcW w:w="7562" w:type="dxa"/>
          </w:tcPr>
          <w:p w14:paraId="27DBA9A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1.3.4 neprovozní vklady od úvěrových institucí</w:t>
            </w:r>
          </w:p>
          <w:p w14:paraId="31071826" w14:textId="0C7BF78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Výše peněžních odtoků vykázaných na řádku 260, které pocházejí z vkladů úvěrových institucí, jiných než vykázaných na řádku 290.</w:t>
            </w:r>
          </w:p>
        </w:tc>
      </w:tr>
      <w:tr w:rsidR="001820FB" w:rsidRPr="001A280E" w14:paraId="3E6DED97" w14:textId="77777777" w:rsidTr="00347FF0">
        <w:trPr>
          <w:trHeight w:val="304"/>
        </w:trPr>
        <w:tc>
          <w:tcPr>
            <w:tcW w:w="1446" w:type="dxa"/>
          </w:tcPr>
          <w:p w14:paraId="7A57959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310</w:t>
            </w:r>
          </w:p>
        </w:tc>
        <w:tc>
          <w:tcPr>
            <w:tcW w:w="7562" w:type="dxa"/>
          </w:tcPr>
          <w:p w14:paraId="0D13068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1.3.5 neprovozní vklady od jiných finančních zákazníků</w:t>
            </w:r>
          </w:p>
          <w:p w14:paraId="2DEED4FE" w14:textId="21D6FD53" w:rsidR="001820FB" w:rsidRPr="001A280E" w:rsidRDefault="001820FB" w:rsidP="00DD468B">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lastRenderedPageBreak/>
              <w:t>Výše peněžních odtoků vykázaných na řádku 260, které pocházejí z vkladů od finančních zákazníků</w:t>
            </w:r>
            <w:r w:rsidR="0042238E">
              <w:rPr>
                <w:rFonts w:ascii="Times New Roman" w:hAnsi="Times New Roman"/>
                <w:sz w:val="24"/>
                <w:szCs w:val="24"/>
              </w:rPr>
              <w:t>,</w:t>
            </w:r>
            <w:bookmarkStart w:id="14" w:name="_GoBack"/>
            <w:bookmarkEnd w:id="14"/>
            <w:r>
              <w:rPr>
                <w:rFonts w:ascii="Times New Roman" w:hAnsi="Times New Roman"/>
                <w:sz w:val="24"/>
                <w:szCs w:val="24"/>
              </w:rPr>
              <w:t xml:space="preserve"> jiných než vykázaných na řádku 290 a 300.</w:t>
            </w:r>
          </w:p>
        </w:tc>
      </w:tr>
      <w:tr w:rsidR="001820FB" w:rsidRPr="001A280E" w14:paraId="1DE8DD82" w14:textId="77777777" w:rsidTr="00347FF0">
        <w:trPr>
          <w:trHeight w:val="304"/>
        </w:trPr>
        <w:tc>
          <w:tcPr>
            <w:tcW w:w="1446" w:type="dxa"/>
          </w:tcPr>
          <w:p w14:paraId="37A6056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320</w:t>
            </w:r>
          </w:p>
        </w:tc>
        <w:tc>
          <w:tcPr>
            <w:tcW w:w="7562" w:type="dxa"/>
          </w:tcPr>
          <w:p w14:paraId="772A58B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1.3.6 neprovozní vklady od centrálních bank</w:t>
            </w:r>
          </w:p>
          <w:p w14:paraId="2E9B7BCB" w14:textId="5F7CCE0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Výše peněžních odtoků vykázaných na řádku 260, které pocházejí z neprovozních vkladů centrálních bank</w:t>
            </w:r>
          </w:p>
        </w:tc>
      </w:tr>
      <w:tr w:rsidR="001820FB" w:rsidRPr="001A280E" w14:paraId="5A900CB0" w14:textId="77777777" w:rsidTr="00347FF0">
        <w:trPr>
          <w:trHeight w:val="304"/>
        </w:trPr>
        <w:tc>
          <w:tcPr>
            <w:tcW w:w="1446" w:type="dxa"/>
          </w:tcPr>
          <w:p w14:paraId="0B81EE5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330</w:t>
            </w:r>
          </w:p>
        </w:tc>
        <w:tc>
          <w:tcPr>
            <w:tcW w:w="7562" w:type="dxa"/>
          </w:tcPr>
          <w:p w14:paraId="12A0B41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1.3.7 neprovozní vklady od nefinančních podniků</w:t>
            </w:r>
          </w:p>
          <w:p w14:paraId="3A293982" w14:textId="613D050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Výše peněžních odtoků vykázaných na řádku 260, které pocházejí z neprovozních vkladů od nefinančních podniků.</w:t>
            </w:r>
          </w:p>
        </w:tc>
      </w:tr>
      <w:tr w:rsidR="001820FB" w:rsidRPr="001A280E" w14:paraId="0AA2E879" w14:textId="77777777" w:rsidTr="00347FF0">
        <w:trPr>
          <w:trHeight w:val="304"/>
        </w:trPr>
        <w:tc>
          <w:tcPr>
            <w:tcW w:w="1446" w:type="dxa"/>
          </w:tcPr>
          <w:p w14:paraId="33AA7B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340</w:t>
            </w:r>
          </w:p>
        </w:tc>
        <w:tc>
          <w:tcPr>
            <w:tcW w:w="7562" w:type="dxa"/>
          </w:tcPr>
          <w:p w14:paraId="2E4CAD0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1.3.8 neprovozní vklady od ostatních protistran</w:t>
            </w:r>
          </w:p>
          <w:p w14:paraId="4E96CF7E" w14:textId="1FC8E1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Výše peněžních odtoků vykázaných na řádku 260, které pocházejí z vkladů, jež nejsou vykázány na řádcích 270 až 330.</w:t>
            </w:r>
          </w:p>
        </w:tc>
      </w:tr>
      <w:tr w:rsidR="001820FB" w:rsidRPr="001A280E" w14:paraId="3E8758EA" w14:textId="77777777" w:rsidTr="00347FF0">
        <w:trPr>
          <w:trHeight w:val="304"/>
        </w:trPr>
        <w:tc>
          <w:tcPr>
            <w:tcW w:w="1446" w:type="dxa"/>
          </w:tcPr>
          <w:p w14:paraId="4EBBDC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350</w:t>
            </w:r>
          </w:p>
        </w:tc>
        <w:tc>
          <w:tcPr>
            <w:tcW w:w="7562" w:type="dxa"/>
          </w:tcPr>
          <w:p w14:paraId="17F54B9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 Splatnost měnových swapů</w:t>
            </w:r>
          </w:p>
          <w:p w14:paraId="3862BA06" w14:textId="7777777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Celková výše peněžních odtoků vyplývajících ze splatnosti transakcí měnových swapů, jako je výměna jistin při skončení smlouvy.</w:t>
            </w:r>
          </w:p>
        </w:tc>
      </w:tr>
      <w:tr w:rsidR="001820FB" w:rsidRPr="001A280E" w14:paraId="32A3E4EB" w14:textId="77777777" w:rsidTr="00347FF0">
        <w:trPr>
          <w:trHeight w:val="304"/>
        </w:trPr>
        <w:tc>
          <w:tcPr>
            <w:tcW w:w="1446" w:type="dxa"/>
          </w:tcPr>
          <w:p w14:paraId="3BBBADB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360</w:t>
            </w:r>
          </w:p>
        </w:tc>
        <w:tc>
          <w:tcPr>
            <w:tcW w:w="7562" w:type="dxa"/>
          </w:tcPr>
          <w:p w14:paraId="2A049B07" w14:textId="72038DEC"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1.5 Objem jiných splatných derivátů než vykázaných v rámci položky 1.4</w:t>
            </w:r>
          </w:p>
          <w:p w14:paraId="0DBC28F3" w14:textId="7A702797" w:rsidR="001820FB" w:rsidRPr="001A280E" w:rsidRDefault="001820FB" w:rsidP="00347FF0">
            <w:pPr>
              <w:pStyle w:val="TableParagraph"/>
              <w:spacing w:before="116" w:after="240"/>
              <w:ind w:left="102" w:right="100"/>
              <w:jc w:val="both"/>
              <w:rPr>
                <w:rFonts w:ascii="Times New Roman" w:eastAsia="Times New Roman" w:hAnsi="Times New Roman" w:cs="Times New Roman"/>
                <w:sz w:val="24"/>
                <w:szCs w:val="24"/>
              </w:rPr>
            </w:pPr>
            <w:r>
              <w:rPr>
                <w:rFonts w:ascii="Times New Roman" w:hAnsi="Times New Roman"/>
                <w:sz w:val="24"/>
                <w:szCs w:val="24"/>
              </w:rPr>
              <w:t>Celková výše peněžních odtoků vyplývajících ze splatných derivátových pozic ze smluv uvedených v příloze II nařízení (EU) č. 575/2013 s výjimkou odtoků vyplývajících ze splatnosti měnových swapů, které se vykážou na řádku 350.</w:t>
            </w:r>
          </w:p>
          <w:p w14:paraId="067B97BF"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Celková výše odráží vypořádací částky včetně nevypořádaných výzev k doplnění zajištění ke dni vykázání.</w:t>
            </w:r>
          </w:p>
          <w:p w14:paraId="4E7926F8"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Celková výše odráží součet částek 1 a 2 stanovených níže uvedeným způsobem v jednotlivých časových koších:</w:t>
            </w:r>
          </w:p>
          <w:p w14:paraId="18D8D4DC" w14:textId="3BABBFEC"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(1)</w:t>
            </w:r>
            <w:r>
              <w:tab/>
            </w:r>
            <w:r>
              <w:rPr>
                <w:rFonts w:ascii="Times New Roman" w:hAnsi="Times New Roman"/>
                <w:sz w:val="24"/>
                <w:szCs w:val="24"/>
              </w:rPr>
              <w:t xml:space="preserve">peněžní toky a toky cenných papírů spojené s deriváty vázanými platnou dohodou o kolaterálu, která vyžaduje úplné nebo dostatečné zajištění expozic protistrany, se v žádné z šablon tabulky splatností neuvádějí; v šablonách se neuvádějí žádné peněžní toky, toky cenných papírů, hotovostní kolaterál a kolaterál ve formě cenných papírů spojený s těmito deriváty. Zásoby hotovostního kolaterálu a kolaterálu ve formě cenných papírů, které již byly obdrženy nebo poskytnuty v souvislosti s deriváty zajištěnými kolaterálem, nesmí být zahrnuty do sloupce „zásoby“ oddílu 3 tabulky splatností vztahujícího se na vyrovnávací kapacity, s výjimkou peněžních toků a toků cenných papírů v rámci výzev k doplnění </w:t>
            </w:r>
            <w:r>
              <w:rPr>
                <w:rFonts w:ascii="Times New Roman" w:hAnsi="Times New Roman"/>
                <w:sz w:val="24"/>
                <w:szCs w:val="24"/>
              </w:rPr>
              <w:lastRenderedPageBreak/>
              <w:t>zajištění („zajišťovací peněžní toky nebo toky cenných papírů“), které jsou splatné v patřičnou dobu, ale nebyly ještě vypořádány. Uvedené toky se zohlední na řádku 1.5 „derivátové peněžní odtoky“ a na řádku 2.4 „derivátové peněžní přítoky“ v případě hotovostního kolaterálu a v oddíle 3 „vyrovnávací kapacita“ v případě kolaterálu ve formě cenných papírů;</w:t>
            </w:r>
          </w:p>
          <w:p w14:paraId="0419F644" w14:textId="46EE8226"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(2)</w:t>
            </w:r>
            <w:r>
              <w:tab/>
            </w:r>
            <w:r>
              <w:rPr>
                <w:rFonts w:ascii="Times New Roman" w:hAnsi="Times New Roman"/>
                <w:sz w:val="24"/>
                <w:szCs w:val="24"/>
              </w:rPr>
              <w:t>u peněžních přítoků a odtoků a přítoků a odtoků cenných papírů spojených s deriváty, které nejsou vázány žádnou platnou dohodou o kolaterálu (nebo je pro ně vyžadována pouze částečná kolateralizace), se rozlišují smlouvy s opcemi a ostatní:</w:t>
            </w:r>
          </w:p>
          <w:p w14:paraId="45AFAB36" w14:textId="77777777" w:rsidR="001820FB" w:rsidRPr="001A280E" w:rsidRDefault="001820FB" w:rsidP="00347FF0">
            <w:pPr>
              <w:pStyle w:val="TableParagraph"/>
              <w:spacing w:before="120" w:after="240"/>
              <w:ind w:left="720"/>
              <w:jc w:val="both"/>
              <w:rPr>
                <w:rFonts w:ascii="Times New Roman" w:hAnsi="Times New Roman" w:cs="Times New Roman"/>
                <w:spacing w:val="-1"/>
                <w:sz w:val="24"/>
                <w:szCs w:val="24"/>
              </w:rPr>
            </w:pPr>
            <w:r>
              <w:rPr>
                <w:rFonts w:ascii="Times New Roman" w:hAnsi="Times New Roman"/>
                <w:sz w:val="24"/>
                <w:szCs w:val="24"/>
              </w:rPr>
              <w:t>a)</w:t>
            </w:r>
            <w:r>
              <w:tab/>
            </w:r>
            <w:r>
              <w:rPr>
                <w:rFonts w:ascii="Times New Roman" w:hAnsi="Times New Roman"/>
                <w:sz w:val="24"/>
                <w:szCs w:val="24"/>
              </w:rPr>
              <w:t>toky spojené s deriváty, které mají charakter opcí, jsou uvedeny, pouze je-li realizační cena nižší než tržní cena u kupní opce nebo vyšší než tržní cena u prodejní opce („in the money“). Tyto toky se zachycují oběma těmito způsoby:</w:t>
            </w:r>
          </w:p>
          <w:p w14:paraId="7F4804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w:t>
            </w:r>
            <w:r>
              <w:tab/>
            </w:r>
            <w:r>
              <w:rPr>
                <w:rFonts w:ascii="Times New Roman" w:hAnsi="Times New Roman"/>
                <w:sz w:val="24"/>
                <w:szCs w:val="24"/>
              </w:rPr>
              <w:t>zahrnutím stávající tržní hodnoty nebo čisté současné hodnoty smlouvy jako přítoků na řádek 2.4 tabulky splatností „derivátové peněžní přítoky“ k nejposlednějšímu dni pro výkon této opce, pokud má právo uplatnit opci banka;</w:t>
            </w:r>
          </w:p>
          <w:p w14:paraId="08E5FE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ii)</w:t>
            </w:r>
            <w:r>
              <w:tab/>
            </w:r>
            <w:r>
              <w:rPr>
                <w:rFonts w:ascii="Times New Roman" w:hAnsi="Times New Roman"/>
                <w:sz w:val="24"/>
                <w:szCs w:val="24"/>
              </w:rPr>
              <w:t>zahrnutím stávající tržní hodnoty nebo čisté současné hodnoty smlouvy jako odtoků na řádek 1.5 tabulky splatností „derivátové peněžní odtoky“ k nejdřívějšímu dni pro výkon této opce, pokud má právo uplatnit opci protistrana banky;</w:t>
            </w:r>
          </w:p>
          <w:p w14:paraId="22C675DA" w14:textId="2DD8B791" w:rsidR="001820FB" w:rsidRPr="001A280E" w:rsidRDefault="001820FB" w:rsidP="00347FF0">
            <w:pPr>
              <w:pStyle w:val="TableParagraph"/>
              <w:spacing w:before="120" w:after="240"/>
              <w:ind w:left="720"/>
              <w:jc w:val="both"/>
              <w:rPr>
                <w:rFonts w:ascii="Times New Roman" w:eastAsia="Times New Roman" w:hAnsi="Times New Roman" w:cs="Times New Roman"/>
                <w:sz w:val="24"/>
                <w:szCs w:val="24"/>
              </w:rPr>
            </w:pPr>
            <w:r>
              <w:rPr>
                <w:rFonts w:ascii="Times New Roman" w:hAnsi="Times New Roman"/>
                <w:sz w:val="24"/>
                <w:szCs w:val="24"/>
              </w:rPr>
              <w:t>b) toky spojené s jinými smlouvami, než které jsou uvedeny v písmenu a), jsou stanoveny projekcí hrubých smluvních toků hotovosti v příslušných časových koších na řádku 1.5 „derivátové peněžní odtoky“ a na řádku 2.4 „derivátové peněžní přítoky“ a smluvních toků likvidních cenných papírů ve vyrovnávací kapacitě tabulky splatností, a to za použití současných tržních forwardových kursů platných ke dni vykazování, nejsou-li tyto částky dosud pevně stanoveny.</w:t>
            </w:r>
          </w:p>
        </w:tc>
      </w:tr>
      <w:tr w:rsidR="001820FB" w:rsidRPr="001A280E" w14:paraId="1632A2B1" w14:textId="77777777" w:rsidTr="00347FF0">
        <w:trPr>
          <w:trHeight w:val="304"/>
        </w:trPr>
        <w:tc>
          <w:tcPr>
            <w:tcW w:w="1446" w:type="dxa"/>
          </w:tcPr>
          <w:p w14:paraId="79361B4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370</w:t>
            </w:r>
          </w:p>
        </w:tc>
        <w:tc>
          <w:tcPr>
            <w:tcW w:w="7562" w:type="dxa"/>
          </w:tcPr>
          <w:p w14:paraId="2BC0E82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1.6 Ostatní odtoky</w:t>
            </w:r>
          </w:p>
          <w:p w14:paraId="229701F4" w14:textId="4A25C32C"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Celková výše všech ostatních peněžních odtoků, které nejsou vykázány na řádku 010, 060, 260, 350 nebo 360. Nevykazují se zde podmíněné odtoky.</w:t>
            </w:r>
          </w:p>
        </w:tc>
      </w:tr>
      <w:tr w:rsidR="001820FB" w:rsidRPr="001A280E" w14:paraId="1D3D5150" w14:textId="77777777" w:rsidTr="00347FF0">
        <w:trPr>
          <w:trHeight w:val="304"/>
        </w:trPr>
        <w:tc>
          <w:tcPr>
            <w:tcW w:w="1446" w:type="dxa"/>
          </w:tcPr>
          <w:p w14:paraId="7BB0E3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380</w:t>
            </w:r>
          </w:p>
        </w:tc>
        <w:tc>
          <w:tcPr>
            <w:tcW w:w="7562" w:type="dxa"/>
          </w:tcPr>
          <w:p w14:paraId="4C06657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Odtoky celkem</w:t>
            </w:r>
          </w:p>
          <w:p w14:paraId="295782B0" w14:textId="68D66160" w:rsidR="00C54FC2"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Souhrn odtoků vykázaných na řádku 010, 060, 260, 350, 360 a 370.</w:t>
            </w:r>
          </w:p>
        </w:tc>
      </w:tr>
      <w:tr w:rsidR="001820FB" w:rsidRPr="001A280E" w14:paraId="30C80F46" w14:textId="77777777" w:rsidTr="00347FF0">
        <w:trPr>
          <w:trHeight w:val="304"/>
        </w:trPr>
        <w:tc>
          <w:tcPr>
            <w:tcW w:w="1446" w:type="dxa"/>
            <w:shd w:val="clear" w:color="auto" w:fill="E5E5E6" w:themeFill="accent2" w:themeFillTint="33"/>
          </w:tcPr>
          <w:p w14:paraId="3EB8D937" w14:textId="5AD0CB68" w:rsidR="001820FB" w:rsidRPr="001A280E" w:rsidRDefault="001820FB"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390 až 700</w:t>
            </w:r>
          </w:p>
        </w:tc>
        <w:tc>
          <w:tcPr>
            <w:tcW w:w="7562" w:type="dxa"/>
            <w:shd w:val="clear" w:color="auto" w:fill="E5E5E6" w:themeFill="accent2" w:themeFillTint="33"/>
          </w:tcPr>
          <w:p w14:paraId="5471E76C" w14:textId="5E1E212E" w:rsidR="001820FB" w:rsidRPr="001A280E" w:rsidRDefault="00740184" w:rsidP="003246B8">
            <w:pPr>
              <w:pStyle w:val="TableParagraph"/>
              <w:spacing w:before="119" w:after="240"/>
              <w:ind w:left="102"/>
              <w:jc w:val="both"/>
              <w:rPr>
                <w:rFonts w:ascii="Times New Roman" w:hAnsi="Times New Roman"/>
                <w:b/>
                <w:sz w:val="24"/>
                <w:szCs w:val="24"/>
              </w:rPr>
            </w:pPr>
            <w:r>
              <w:rPr>
                <w:rFonts w:ascii="Times New Roman" w:hAnsi="Times New Roman"/>
                <w:b/>
                <w:sz w:val="24"/>
                <w:szCs w:val="24"/>
              </w:rPr>
              <w:t>2 PŘÍTOKY</w:t>
            </w:r>
          </w:p>
        </w:tc>
      </w:tr>
      <w:tr w:rsidR="001820FB" w:rsidRPr="001A280E" w14:paraId="5767BA87" w14:textId="77777777" w:rsidTr="00347FF0">
        <w:trPr>
          <w:trHeight w:val="304"/>
        </w:trPr>
        <w:tc>
          <w:tcPr>
            <w:tcW w:w="1446" w:type="dxa"/>
          </w:tcPr>
          <w:p w14:paraId="3EA1BDA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390</w:t>
            </w:r>
          </w:p>
        </w:tc>
        <w:tc>
          <w:tcPr>
            <w:tcW w:w="7562" w:type="dxa"/>
          </w:tcPr>
          <w:p w14:paraId="5DF4C62B" w14:textId="77777777" w:rsidR="001820FB" w:rsidRPr="001A280E" w:rsidRDefault="001820FB" w:rsidP="00347FF0">
            <w:pPr>
              <w:pStyle w:val="TableParagraph"/>
              <w:spacing w:before="118" w:after="240"/>
              <w:ind w:left="102" w:right="98"/>
              <w:jc w:val="both"/>
              <w:rPr>
                <w:rFonts w:ascii="Times New Roman" w:eastAsia="Times New Roman" w:hAnsi="Times New Roman" w:cs="Times New Roman"/>
                <w:sz w:val="24"/>
                <w:szCs w:val="24"/>
              </w:rPr>
            </w:pPr>
            <w:r>
              <w:rPr>
                <w:rFonts w:ascii="Times New Roman" w:hAnsi="Times New Roman"/>
                <w:b/>
                <w:sz w:val="24"/>
                <w:szCs w:val="24"/>
                <w:u w:val="thick" w:color="000000"/>
              </w:rPr>
              <w:t>2.1 Splatné peněžní částky vyplývající ze zajištěných úvěrových transakcí a transakcí na kapitálovém trhu,</w:t>
            </w:r>
            <w:r>
              <w:rPr>
                <w:rFonts w:ascii="Times New Roman" w:hAnsi="Times New Roman"/>
                <w:b/>
                <w:sz w:val="24"/>
                <w:szCs w:val="24"/>
              </w:rPr>
              <w:t xml:space="preserve"> </w:t>
            </w:r>
            <w:r>
              <w:rPr>
                <w:rFonts w:ascii="Times New Roman" w:hAnsi="Times New Roman"/>
                <w:b/>
                <w:sz w:val="24"/>
                <w:szCs w:val="24"/>
                <w:u w:val="thick" w:color="000000"/>
              </w:rPr>
              <w:t>kdy jako kolaterál slouží:</w:t>
            </w:r>
          </w:p>
          <w:p w14:paraId="1263430E" w14:textId="03628D33"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Celková výše peněžních přítoků ze zajištěných úvěrových transakcí a transakcí na kapitálovém trhu ve smyslu článku 192 nařízení (EU) č. 575/2013</w:t>
            </w:r>
          </w:p>
          <w:p w14:paraId="051024FD" w14:textId="77777777"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Na tomto místě se vykazují pouze peněžní toky; toky cenných papírů spojené se zajištěnými úvěrovými transakcemi a transakcemi na kapitálovém trhu se vykážou v oddíle „vyrovnávací kapacita“.</w:t>
            </w:r>
          </w:p>
        </w:tc>
      </w:tr>
      <w:tr w:rsidR="001820FB" w:rsidRPr="001A280E" w14:paraId="7D64FFD1" w14:textId="77777777" w:rsidTr="00347FF0">
        <w:trPr>
          <w:trHeight w:val="304"/>
        </w:trPr>
        <w:tc>
          <w:tcPr>
            <w:tcW w:w="1446" w:type="dxa"/>
          </w:tcPr>
          <w:p w14:paraId="23A5C45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400</w:t>
            </w:r>
          </w:p>
        </w:tc>
        <w:tc>
          <w:tcPr>
            <w:tcW w:w="7562" w:type="dxa"/>
          </w:tcPr>
          <w:p w14:paraId="29693D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 Obchodovatelná aktiva úrovně 1</w:t>
            </w:r>
          </w:p>
          <w:p w14:paraId="456E310A" w14:textId="17C8138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Výše peněžních přítoků vykázaných na řádku 390, jsou-li zajištěny obchodovatelnými aktivy v souladu s články 7, 8 a 10 nařízení v přenesené pravomoci (EU) 2015/61.</w:t>
            </w:r>
          </w:p>
          <w:p w14:paraId="2F5C2786" w14:textId="04783310"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Akcie nebo podílové jednotky v subjektu kolektivního investování podle článku 15 nařízení v přenesené pravomoci (EU) 2015/61, které lze považovat za aktiva úrovně 1, se vykazují v níže uvedených podkategoriích odpovídajících jejich podkladovým aktivům.</w:t>
            </w:r>
          </w:p>
        </w:tc>
      </w:tr>
      <w:tr w:rsidR="001820FB" w:rsidRPr="001A280E" w14:paraId="5260EC6D" w14:textId="77777777" w:rsidTr="00347FF0">
        <w:trPr>
          <w:trHeight w:val="304"/>
        </w:trPr>
        <w:tc>
          <w:tcPr>
            <w:tcW w:w="1446" w:type="dxa"/>
          </w:tcPr>
          <w:p w14:paraId="50EFE6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410</w:t>
            </w:r>
          </w:p>
        </w:tc>
        <w:tc>
          <w:tcPr>
            <w:tcW w:w="7562" w:type="dxa"/>
          </w:tcPr>
          <w:p w14:paraId="1E790D8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 Aktiva úrovně 1 s vyloučením krytých dluhopisů</w:t>
            </w:r>
          </w:p>
          <w:p w14:paraId="2508819B" w14:textId="67E9E91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Výše peněžních přítoků vykázaných na řádku 400, jsou-li zajištěny aktivy, jež nejsou krytými dluhopisy</w:t>
            </w:r>
          </w:p>
        </w:tc>
      </w:tr>
      <w:tr w:rsidR="001820FB" w:rsidRPr="001A280E" w14:paraId="0EDCA615" w14:textId="77777777" w:rsidTr="00347FF0">
        <w:trPr>
          <w:trHeight w:val="304"/>
        </w:trPr>
        <w:tc>
          <w:tcPr>
            <w:tcW w:w="1446" w:type="dxa"/>
          </w:tcPr>
          <w:p w14:paraId="1C00E29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420</w:t>
            </w:r>
          </w:p>
        </w:tc>
        <w:tc>
          <w:tcPr>
            <w:tcW w:w="7562" w:type="dxa"/>
          </w:tcPr>
          <w:p w14:paraId="6901E49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2.1.1.1.1 Aktiva úrovně 1 od centrální banky</w:t>
            </w:r>
          </w:p>
          <w:p w14:paraId="08AA787A" w14:textId="162F7D2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Výše peněžních přítoků vykázaných na řádku 410, jsou-li zajištěny aktivy, jež představují pohledávky vůči centrálním bankám nebo pohledávky jimi zaručené</w:t>
            </w:r>
          </w:p>
        </w:tc>
      </w:tr>
      <w:tr w:rsidR="001820FB" w:rsidRPr="001A280E" w14:paraId="00393CBB" w14:textId="77777777" w:rsidTr="00347FF0">
        <w:trPr>
          <w:trHeight w:val="304"/>
        </w:trPr>
        <w:tc>
          <w:tcPr>
            <w:tcW w:w="1446" w:type="dxa"/>
          </w:tcPr>
          <w:p w14:paraId="79D3F00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430</w:t>
            </w:r>
          </w:p>
        </w:tc>
        <w:tc>
          <w:tcPr>
            <w:tcW w:w="7562" w:type="dxa"/>
          </w:tcPr>
          <w:p w14:paraId="52AD524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2.1.1.1.2 Aktiva úrovně 1 (stupeň úvěrové kvality (CQS) 1)</w:t>
            </w:r>
          </w:p>
          <w:p w14:paraId="5E3A5E1C" w14:textId="700D34D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Výše jiných peněžních přítoků vykázaných na řádku 410, než které jsou vykázány na řádku 420, jsou-li zajištěny aktivy představujícími pohledávky vůči emitentovi, jemuž je určenou externí ratingovou agenturou přiřazen stupeň úvěrové kvality 1, nebo pohledávky zaručené ručitelem s tímto stupněm úvěrové kvality</w:t>
            </w:r>
          </w:p>
        </w:tc>
      </w:tr>
      <w:tr w:rsidR="001820FB" w:rsidRPr="001A280E" w14:paraId="436DD78F" w14:textId="77777777" w:rsidTr="00347FF0">
        <w:trPr>
          <w:trHeight w:val="304"/>
        </w:trPr>
        <w:tc>
          <w:tcPr>
            <w:tcW w:w="1446" w:type="dxa"/>
          </w:tcPr>
          <w:p w14:paraId="3A77690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440</w:t>
            </w:r>
          </w:p>
        </w:tc>
        <w:tc>
          <w:tcPr>
            <w:tcW w:w="7562" w:type="dxa"/>
          </w:tcPr>
          <w:p w14:paraId="12058D1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2.1.1.1.3 Aktiva úrovně 1 (CQS 2, CQS 3)</w:t>
            </w:r>
          </w:p>
          <w:p w14:paraId="7A024068" w14:textId="1288974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Výše jiných peněžních přítoků vykázaných na řádku 410, než které jsou vykázány na řádku 420, jsou-li zajištěny aktivy představujícími pohledávky vůči emitentovi, jemuž je určenou externí ratingovou agenturou přiřazen stupeň úvěrové kvality 2 nebo 3, nebo pohledávky </w:t>
            </w:r>
            <w:r>
              <w:rPr>
                <w:rFonts w:ascii="Times New Roman" w:hAnsi="Times New Roman"/>
                <w:sz w:val="24"/>
                <w:szCs w:val="24"/>
              </w:rPr>
              <w:lastRenderedPageBreak/>
              <w:t>zaručené ručitelem s tímto stupněm úvěrové kvality</w:t>
            </w:r>
          </w:p>
        </w:tc>
      </w:tr>
      <w:tr w:rsidR="001820FB" w:rsidRPr="001A280E" w14:paraId="024FDAFE" w14:textId="77777777" w:rsidTr="00347FF0">
        <w:trPr>
          <w:trHeight w:val="304"/>
        </w:trPr>
        <w:tc>
          <w:tcPr>
            <w:tcW w:w="1446" w:type="dxa"/>
          </w:tcPr>
          <w:p w14:paraId="6A75DDC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450</w:t>
            </w:r>
          </w:p>
        </w:tc>
        <w:tc>
          <w:tcPr>
            <w:tcW w:w="7562" w:type="dxa"/>
          </w:tcPr>
          <w:p w14:paraId="46CA104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2.1.1.1.4 Aktiva úrovně 1 (CQS 4+)</w:t>
            </w:r>
          </w:p>
          <w:p w14:paraId="50DE7C35" w14:textId="2D44B64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Výše jiných peněžních přítoků vykázaných na řádku 410, než které jsou vykázány na řádku 420, jsou-li zajištěny aktivy představujícími pohledávky vůči emitentovi, jemuž je určenou externí ratingovou agenturou přiřazen stupeň úvěrové kvality 4 nebo horší, nebo pohledávky zaručené ručitelem s tímto stupněm úvěrové kvality</w:t>
            </w:r>
          </w:p>
        </w:tc>
      </w:tr>
      <w:tr w:rsidR="001820FB" w:rsidRPr="001A280E" w14:paraId="06DC29C4" w14:textId="77777777" w:rsidTr="00347FF0">
        <w:trPr>
          <w:trHeight w:val="304"/>
        </w:trPr>
        <w:tc>
          <w:tcPr>
            <w:tcW w:w="1446" w:type="dxa"/>
          </w:tcPr>
          <w:p w14:paraId="560F909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460</w:t>
            </w:r>
          </w:p>
        </w:tc>
        <w:tc>
          <w:tcPr>
            <w:tcW w:w="7562" w:type="dxa"/>
          </w:tcPr>
          <w:p w14:paraId="2E2BC8D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2.1.1.2 Kryté dluhopisy úrovně 1 (CQS1)</w:t>
            </w:r>
          </w:p>
          <w:p w14:paraId="209C9834" w14:textId="16AA6A32" w:rsidR="00BC4918" w:rsidRDefault="001820FB" w:rsidP="00347FF0">
            <w:pPr>
              <w:pStyle w:val="TableParagraph"/>
              <w:spacing w:before="117" w:after="240"/>
              <w:ind w:left="102" w:right="100"/>
              <w:jc w:val="both"/>
              <w:rPr>
                <w:rFonts w:ascii="Times New Roman" w:hAnsi="Times New Roman" w:cs="Times New Roman"/>
                <w:spacing w:val="7"/>
                <w:sz w:val="24"/>
                <w:szCs w:val="24"/>
              </w:rPr>
            </w:pPr>
            <w:r>
              <w:rPr>
                <w:rFonts w:ascii="Times New Roman" w:hAnsi="Times New Roman"/>
                <w:sz w:val="24"/>
                <w:szCs w:val="24"/>
              </w:rPr>
              <w:t xml:space="preserve">Výše peněžních přítoků vykázaných na řádku 400, jsou-li zajištěny aktivy, jež jsou krytými dluhopisy </w:t>
            </w:r>
          </w:p>
          <w:p w14:paraId="60C529A9" w14:textId="5864FDE4"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 souladu s čl. 10 odst. 1 písm. f) nařízení v přenesené pravomoci (EU) 2015/61 jsou jako aktiva úrovně 1 způsobilé pouze kryté dluhopisy CQS 1.</w:t>
            </w:r>
          </w:p>
        </w:tc>
      </w:tr>
      <w:tr w:rsidR="001820FB" w:rsidRPr="001A280E" w14:paraId="7F93A93F" w14:textId="77777777" w:rsidTr="00347FF0">
        <w:trPr>
          <w:trHeight w:val="304"/>
        </w:trPr>
        <w:tc>
          <w:tcPr>
            <w:tcW w:w="1446" w:type="dxa"/>
          </w:tcPr>
          <w:p w14:paraId="42B2F72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470</w:t>
            </w:r>
          </w:p>
        </w:tc>
        <w:tc>
          <w:tcPr>
            <w:tcW w:w="7562" w:type="dxa"/>
          </w:tcPr>
          <w:p w14:paraId="66C1409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 Obchodovatelná aktiva úrovně 2A</w:t>
            </w:r>
          </w:p>
          <w:p w14:paraId="1ED84A2F" w14:textId="5406BC76"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Výše peněžních přítoků vykázaných na řádku 390, jsou-li zajištěny obchodovatelnými aktivy v souladu s články 7, 8 a 11 nařízení v přenesené pravomoci (EU) 2015/61.</w:t>
            </w:r>
          </w:p>
          <w:p w14:paraId="6AA2B8AD" w14:textId="51CAD2AF"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Akcie nebo podílové jednotky v subjektu kolektivního investování podle článku 15 nařízení v přenesené pravomoci (EU) 2015/61, které lze považovat za aktiva úrovně 2A, se vykazují v níže uvedených podkategoriích odpovídajících jejich podkladovým aktivům.</w:t>
            </w:r>
          </w:p>
        </w:tc>
      </w:tr>
      <w:tr w:rsidR="001820FB" w:rsidRPr="001A280E" w14:paraId="50CE47F4" w14:textId="77777777" w:rsidTr="00347FF0">
        <w:trPr>
          <w:trHeight w:val="304"/>
        </w:trPr>
        <w:tc>
          <w:tcPr>
            <w:tcW w:w="1446" w:type="dxa"/>
          </w:tcPr>
          <w:p w14:paraId="0EFC67B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480</w:t>
            </w:r>
          </w:p>
        </w:tc>
        <w:tc>
          <w:tcPr>
            <w:tcW w:w="7562" w:type="dxa"/>
          </w:tcPr>
          <w:p w14:paraId="0423E18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2.1.2.1 Podnikové dluhopisy úrovně 2A (CQS1)</w:t>
            </w:r>
          </w:p>
          <w:p w14:paraId="6F8EB54D" w14:textId="4E41166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Výše peněžních přítoků vykázaných na řádku 470, jsou-li zajištěny podnikovými dluhopisy, jimž je určenou externí ratingovou agenturou přiřazen stupeň úvěrové kvality 1</w:t>
            </w:r>
          </w:p>
        </w:tc>
      </w:tr>
      <w:tr w:rsidR="001820FB" w:rsidRPr="001A280E" w14:paraId="6AF1A8FF" w14:textId="77777777" w:rsidTr="00347FF0">
        <w:trPr>
          <w:trHeight w:val="304"/>
        </w:trPr>
        <w:tc>
          <w:tcPr>
            <w:tcW w:w="1446" w:type="dxa"/>
          </w:tcPr>
          <w:p w14:paraId="193562C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490</w:t>
            </w:r>
          </w:p>
        </w:tc>
        <w:tc>
          <w:tcPr>
            <w:tcW w:w="7562" w:type="dxa"/>
          </w:tcPr>
          <w:p w14:paraId="301A9C9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2.1.2.2 Kryté dluhopisy úrovně 2A (CQS1, CQS2)</w:t>
            </w:r>
          </w:p>
          <w:p w14:paraId="07F55CB1" w14:textId="05D6873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Výše peněžních přítoků vykázaných na řádku 470, jsou-li zajištěny krytými dluhopisy, jimž je určenou externí ratingovou agenturou přiřazen stupeň úvěrové kvality 1 nebo 2</w:t>
            </w:r>
          </w:p>
        </w:tc>
      </w:tr>
      <w:tr w:rsidR="001820FB" w:rsidRPr="001A280E" w14:paraId="58737E54" w14:textId="77777777" w:rsidTr="00347FF0">
        <w:trPr>
          <w:trHeight w:val="304"/>
        </w:trPr>
        <w:tc>
          <w:tcPr>
            <w:tcW w:w="1446" w:type="dxa"/>
          </w:tcPr>
          <w:p w14:paraId="78FA4DE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500</w:t>
            </w:r>
          </w:p>
        </w:tc>
        <w:tc>
          <w:tcPr>
            <w:tcW w:w="7562" w:type="dxa"/>
          </w:tcPr>
          <w:p w14:paraId="358C1F6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2.1.2.3 Aktiva z veřejného sektoru úrovně 2A (CQS1, CQS2)</w:t>
            </w:r>
          </w:p>
          <w:p w14:paraId="61E23700" w14:textId="7B037A41" w:rsidR="00BC4918" w:rsidRDefault="001820FB"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Výše peněžních přítoků vykázaných na řádku 470, jsou-li zajištěny aktivy, jež představují pohledávky vůči ústředním vládním institucím, centrálním bankám, regionálním vládním institucím, místním orgánům nebo </w:t>
            </w:r>
            <w:r>
              <w:rPr>
                <w:rFonts w:ascii="Times New Roman" w:hAnsi="Times New Roman"/>
                <w:sz w:val="24"/>
                <w:szCs w:val="24"/>
              </w:rPr>
              <w:lastRenderedPageBreak/>
              <w:t>subjektům veřejného sektoru nebo pohledávky jimi zaručené</w:t>
            </w:r>
          </w:p>
          <w:p w14:paraId="5B9E06B0" w14:textId="1DD7B8A0"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 souladu s čl. 11 odst. 1 písm. a) a b) nařízení v přenesené pravomoci (EU) 2015/61 všechna aktiva veřejného sektoru způsobilá jako aktiva úrovně 2A jsou buď stupně úvěrové kvality 1, nebo stupně úvěrové kvality 2.</w:t>
            </w:r>
          </w:p>
        </w:tc>
      </w:tr>
      <w:tr w:rsidR="001820FB" w:rsidRPr="001A280E" w14:paraId="7659AE37" w14:textId="77777777" w:rsidTr="00347FF0">
        <w:trPr>
          <w:trHeight w:val="304"/>
        </w:trPr>
        <w:tc>
          <w:tcPr>
            <w:tcW w:w="1446" w:type="dxa"/>
          </w:tcPr>
          <w:p w14:paraId="30EAB7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510</w:t>
            </w:r>
          </w:p>
        </w:tc>
        <w:tc>
          <w:tcPr>
            <w:tcW w:w="7562" w:type="dxa"/>
          </w:tcPr>
          <w:p w14:paraId="377C12E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 Obchodovatelná aktiva úrovně 2B</w:t>
            </w:r>
          </w:p>
          <w:p w14:paraId="2DEF25AE" w14:textId="0F82EBF0"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Výše peněžních přítoků vykázaných na řádku 390, jsou-li zajištěny obchodovatelnými aktivy v souladu s články 7, 8 a 12 nebo 13 nařízení v přenesené pravomoci (EU) 2015/61</w:t>
            </w:r>
          </w:p>
          <w:p w14:paraId="4A85494B" w14:textId="47FA3098"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Akcie nebo podílové jednotky v subjektu kolektivního investování podle článku 15 nařízení v přenesené pravomoci (EU) 2015/61, které lze považovat za aktiva úrovně 2B, se vykazují v níže uvedených podkategoriích odpovídajících jejich podkladovým aktivům.</w:t>
            </w:r>
          </w:p>
        </w:tc>
      </w:tr>
      <w:tr w:rsidR="001820FB" w:rsidRPr="001A280E" w14:paraId="5A90DCCE" w14:textId="77777777" w:rsidTr="00347FF0">
        <w:trPr>
          <w:trHeight w:val="304"/>
        </w:trPr>
        <w:tc>
          <w:tcPr>
            <w:tcW w:w="1446" w:type="dxa"/>
          </w:tcPr>
          <w:p w14:paraId="0B6671B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520</w:t>
            </w:r>
          </w:p>
        </w:tc>
        <w:tc>
          <w:tcPr>
            <w:tcW w:w="7562" w:type="dxa"/>
          </w:tcPr>
          <w:p w14:paraId="742449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2.1.3.1 Cenné papíry úrovně 2B zajištěné aktivy (CQS 1)</w:t>
            </w:r>
          </w:p>
          <w:p w14:paraId="2F152DF5" w14:textId="1B81104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Výše peněžních přítoků vykázaných na řádku 510, jsou-li zajištěny cennými papíry zajištěnými aktivy, včetně cenných papírů zajištěných hypotékou na obytné nemovitosti.</w:t>
            </w:r>
          </w:p>
        </w:tc>
      </w:tr>
      <w:tr w:rsidR="001820FB" w:rsidRPr="001A280E" w14:paraId="3800108D" w14:textId="77777777" w:rsidTr="00347FF0">
        <w:trPr>
          <w:trHeight w:val="304"/>
        </w:trPr>
        <w:tc>
          <w:tcPr>
            <w:tcW w:w="1446" w:type="dxa"/>
          </w:tcPr>
          <w:p w14:paraId="2A8CA67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530</w:t>
            </w:r>
          </w:p>
        </w:tc>
        <w:tc>
          <w:tcPr>
            <w:tcW w:w="7562" w:type="dxa"/>
          </w:tcPr>
          <w:p w14:paraId="70DC098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2.1.3.2 Kryté dluhopisy úrovně 2B (CQS 1-6)</w:t>
            </w:r>
          </w:p>
          <w:p w14:paraId="4466D4D7" w14:textId="4DC703A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Výše peněžních přítoků vykázaných na řádku 510, jsou-li zajištěny krytými dluhopisy.</w:t>
            </w:r>
          </w:p>
        </w:tc>
      </w:tr>
      <w:tr w:rsidR="001820FB" w:rsidRPr="001A280E" w14:paraId="3390768B" w14:textId="77777777" w:rsidTr="00347FF0">
        <w:trPr>
          <w:trHeight w:val="304"/>
        </w:trPr>
        <w:tc>
          <w:tcPr>
            <w:tcW w:w="1446" w:type="dxa"/>
          </w:tcPr>
          <w:p w14:paraId="73D9A9C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540</w:t>
            </w:r>
          </w:p>
        </w:tc>
        <w:tc>
          <w:tcPr>
            <w:tcW w:w="7562" w:type="dxa"/>
          </w:tcPr>
          <w:p w14:paraId="00522AC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2.1.3.3 Podnikové dluhopisy úrovně 2B (CQS 1-3)</w:t>
            </w:r>
          </w:p>
          <w:p w14:paraId="6B40E4A5" w14:textId="41F0C1E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Výše peněžních přítoků vykázaných na řádku 510, jsou-li zajištěny podnikovými dluhovými cennými papíry.</w:t>
            </w:r>
          </w:p>
        </w:tc>
      </w:tr>
      <w:tr w:rsidR="001820FB" w:rsidRPr="001A280E" w14:paraId="2785EC94" w14:textId="77777777" w:rsidTr="00347FF0">
        <w:trPr>
          <w:trHeight w:val="304"/>
        </w:trPr>
        <w:tc>
          <w:tcPr>
            <w:tcW w:w="1446" w:type="dxa"/>
          </w:tcPr>
          <w:p w14:paraId="2364148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550</w:t>
            </w:r>
          </w:p>
        </w:tc>
        <w:tc>
          <w:tcPr>
            <w:tcW w:w="7562" w:type="dxa"/>
          </w:tcPr>
          <w:p w14:paraId="5174A57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2.1.3.4 Akcie úrovně 2B</w:t>
            </w:r>
          </w:p>
          <w:p w14:paraId="02FC639B" w14:textId="2215C858"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Výše peněžních přítoků vykázaných na řádku 510, jsou-li zajištěny akciemi.</w:t>
            </w:r>
          </w:p>
        </w:tc>
      </w:tr>
      <w:tr w:rsidR="001820FB" w:rsidRPr="001A280E" w14:paraId="3001BB9B" w14:textId="77777777" w:rsidTr="00347FF0">
        <w:trPr>
          <w:trHeight w:val="304"/>
        </w:trPr>
        <w:tc>
          <w:tcPr>
            <w:tcW w:w="1446" w:type="dxa"/>
          </w:tcPr>
          <w:p w14:paraId="236FAF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560</w:t>
            </w:r>
          </w:p>
        </w:tc>
        <w:tc>
          <w:tcPr>
            <w:tcW w:w="7562" w:type="dxa"/>
          </w:tcPr>
          <w:p w14:paraId="0EA5C8E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2.1.3.5 Cenné papíry úrovně 2B z veřejného sektoru (CQS 3–5)</w:t>
            </w:r>
          </w:p>
          <w:p w14:paraId="0919709C" w14:textId="32B0693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Výše peněžních přítoků vykázaných na řádku 510, jsou-li zajištěny aktivy úrovně 2B, jež nejsou vykázána na řádcích 520 až 550</w:t>
            </w:r>
          </w:p>
        </w:tc>
      </w:tr>
      <w:tr w:rsidR="001820FB" w:rsidRPr="001A280E" w14:paraId="5554A8D9" w14:textId="77777777" w:rsidTr="00347FF0">
        <w:trPr>
          <w:trHeight w:val="304"/>
        </w:trPr>
        <w:tc>
          <w:tcPr>
            <w:tcW w:w="1446" w:type="dxa"/>
          </w:tcPr>
          <w:p w14:paraId="5006752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570</w:t>
            </w:r>
          </w:p>
        </w:tc>
        <w:tc>
          <w:tcPr>
            <w:tcW w:w="7562" w:type="dxa"/>
          </w:tcPr>
          <w:p w14:paraId="22CA093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2.1.4 ostatní obchodovatelná aktiva</w:t>
            </w:r>
          </w:p>
          <w:p w14:paraId="3BD0D3A8" w14:textId="3664A52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Výše peněžních přítoků vykázaných na řádku 390, jsou-li zajištěny </w:t>
            </w:r>
            <w:r>
              <w:rPr>
                <w:rFonts w:ascii="Times New Roman" w:hAnsi="Times New Roman"/>
                <w:sz w:val="24"/>
                <w:szCs w:val="24"/>
              </w:rPr>
              <w:lastRenderedPageBreak/>
              <w:t>obchodovatelnými aktivy, jež nejsou vykázána na řádcích 400, 470 nebo 510.</w:t>
            </w:r>
          </w:p>
        </w:tc>
      </w:tr>
      <w:tr w:rsidR="001820FB" w:rsidRPr="001A280E" w14:paraId="663F2DB8" w14:textId="77777777" w:rsidTr="00347FF0">
        <w:trPr>
          <w:trHeight w:val="304"/>
        </w:trPr>
        <w:tc>
          <w:tcPr>
            <w:tcW w:w="1446" w:type="dxa"/>
          </w:tcPr>
          <w:p w14:paraId="11A1FD4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580</w:t>
            </w:r>
          </w:p>
        </w:tc>
        <w:tc>
          <w:tcPr>
            <w:tcW w:w="7562" w:type="dxa"/>
          </w:tcPr>
          <w:p w14:paraId="0E7EDB6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2.1.5 ostatní aktiva</w:t>
            </w:r>
          </w:p>
          <w:p w14:paraId="33B29D09" w14:textId="5977159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Výše peněžních přítoků vykázaných na řádku 390, jsou-li zajištěny aktivy, jež nejsou vykázána na řádcích 400, 470, 510 nebo 570.</w:t>
            </w:r>
          </w:p>
        </w:tc>
      </w:tr>
      <w:tr w:rsidR="001820FB" w:rsidRPr="001A280E" w14:paraId="20C1A504" w14:textId="77777777" w:rsidTr="00347FF0">
        <w:trPr>
          <w:trHeight w:val="304"/>
        </w:trPr>
        <w:tc>
          <w:tcPr>
            <w:tcW w:w="1446" w:type="dxa"/>
          </w:tcPr>
          <w:p w14:paraId="44021EB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590</w:t>
            </w:r>
          </w:p>
        </w:tc>
        <w:tc>
          <w:tcPr>
            <w:tcW w:w="7562" w:type="dxa"/>
          </w:tcPr>
          <w:p w14:paraId="2060FCE4" w14:textId="6C751CF3" w:rsidR="001820FB" w:rsidRPr="001A280E" w:rsidRDefault="001820FB" w:rsidP="00347FF0">
            <w:pPr>
              <w:pStyle w:val="TableParagraph"/>
              <w:spacing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2.2 Splatné peněžní částky nevykázané v rámci položky 2.1 vyplývající z úvěrů a jiných pohledávek, kdy</w:t>
            </w:r>
            <w:r>
              <w:rPr>
                <w:rFonts w:ascii="Times New Roman" w:hAnsi="Times New Roman"/>
                <w:b/>
                <w:sz w:val="24"/>
                <w:szCs w:val="24"/>
              </w:rPr>
              <w:t xml:space="preserve"> </w:t>
            </w:r>
            <w:r>
              <w:rPr>
                <w:rFonts w:ascii="Times New Roman" w:hAnsi="Times New Roman"/>
                <w:b/>
                <w:sz w:val="24"/>
                <w:szCs w:val="24"/>
                <w:u w:val="thick" w:color="000000"/>
              </w:rPr>
              <w:t>protistranou jsou:</w:t>
            </w:r>
          </w:p>
          <w:p w14:paraId="7EEB0E77" w14:textId="63E4937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Peněžní přítoky z úvěrů a jiných pohledávek</w:t>
            </w:r>
          </w:p>
          <w:p w14:paraId="2809F325" w14:textId="4C0C2E1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Peněžní přítoky se vykážou k poslednímu smluvnímu datu splacení. V případě revolvingových facilit se stávající úvěr považuje za refinancovaný a všechny zbývající zůstatky se považují za přislíbené facility.</w:t>
            </w:r>
          </w:p>
        </w:tc>
      </w:tr>
      <w:tr w:rsidR="001820FB" w:rsidRPr="001A280E" w14:paraId="79428C4B" w14:textId="77777777" w:rsidTr="00347FF0">
        <w:trPr>
          <w:trHeight w:val="304"/>
        </w:trPr>
        <w:tc>
          <w:tcPr>
            <w:tcW w:w="1446" w:type="dxa"/>
          </w:tcPr>
          <w:p w14:paraId="67FB755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600</w:t>
            </w:r>
          </w:p>
        </w:tc>
        <w:tc>
          <w:tcPr>
            <w:tcW w:w="7562" w:type="dxa"/>
          </w:tcPr>
          <w:p w14:paraId="34D152B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2.2.1 retailoví zákazníci</w:t>
            </w:r>
          </w:p>
          <w:p w14:paraId="5D5DF9BC" w14:textId="194F765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Výše peněžních přítoků vykázaných na řádku 590, které pocházejí od fyzických osob nebo malých a středních podniků, v souladu s čl. 3 bodem 8 nařízení v přenesené pravomoci (EU) 2015/61</w:t>
            </w:r>
          </w:p>
        </w:tc>
      </w:tr>
      <w:tr w:rsidR="001820FB" w:rsidRPr="001A280E" w14:paraId="04BD3968" w14:textId="77777777" w:rsidTr="00347FF0">
        <w:trPr>
          <w:trHeight w:val="304"/>
        </w:trPr>
        <w:tc>
          <w:tcPr>
            <w:tcW w:w="1446" w:type="dxa"/>
          </w:tcPr>
          <w:p w14:paraId="39CC999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610</w:t>
            </w:r>
          </w:p>
        </w:tc>
        <w:tc>
          <w:tcPr>
            <w:tcW w:w="7562" w:type="dxa"/>
          </w:tcPr>
          <w:p w14:paraId="792CFCA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2.2.2 nefinanční podniky</w:t>
            </w:r>
          </w:p>
          <w:p w14:paraId="4DE5D22F" w14:textId="14866993"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Výše peněžních přítoků vykázaných na řádku 590, které pocházejí od nefinančních podniků</w:t>
            </w:r>
          </w:p>
        </w:tc>
      </w:tr>
      <w:tr w:rsidR="001820FB" w:rsidRPr="001A280E" w14:paraId="13ECD28B" w14:textId="77777777" w:rsidTr="00347FF0">
        <w:trPr>
          <w:trHeight w:val="304"/>
        </w:trPr>
        <w:tc>
          <w:tcPr>
            <w:tcW w:w="1446" w:type="dxa"/>
          </w:tcPr>
          <w:p w14:paraId="1B190D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620</w:t>
            </w:r>
          </w:p>
        </w:tc>
        <w:tc>
          <w:tcPr>
            <w:tcW w:w="7562" w:type="dxa"/>
          </w:tcPr>
          <w:p w14:paraId="2B1FD28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2.2.3 úvěrové instituce</w:t>
            </w:r>
          </w:p>
          <w:p w14:paraId="7EDD8965" w14:textId="6FE2D69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Výše peněžních přítoků vykázaných na řádku 590, které pocházejí od úvěrových institucí</w:t>
            </w:r>
          </w:p>
        </w:tc>
      </w:tr>
      <w:tr w:rsidR="001820FB" w:rsidRPr="001A280E" w14:paraId="0A3EDD0E" w14:textId="77777777" w:rsidTr="00347FF0">
        <w:trPr>
          <w:trHeight w:val="304"/>
        </w:trPr>
        <w:tc>
          <w:tcPr>
            <w:tcW w:w="1446" w:type="dxa"/>
          </w:tcPr>
          <w:p w14:paraId="00C2614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630</w:t>
            </w:r>
          </w:p>
        </w:tc>
        <w:tc>
          <w:tcPr>
            <w:tcW w:w="7562" w:type="dxa"/>
          </w:tcPr>
          <w:p w14:paraId="3C1AFF7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2.2.4 ostatní finanční zákazníci</w:t>
            </w:r>
          </w:p>
          <w:p w14:paraId="72C853AC" w14:textId="41EBF40F"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Výše peněžních přítoků vykázaných na řádku 590, které pocházejí od finančních zákazníků v souladu s čl. 3 bodem 9 nařízení v přenesené pravomoci (EU) 2015/61, jiných než vykázaných na řádku 620</w:t>
            </w:r>
          </w:p>
        </w:tc>
      </w:tr>
      <w:tr w:rsidR="001820FB" w:rsidRPr="001A280E" w14:paraId="043828D1" w14:textId="77777777" w:rsidTr="00347FF0">
        <w:trPr>
          <w:trHeight w:val="304"/>
        </w:trPr>
        <w:tc>
          <w:tcPr>
            <w:tcW w:w="1446" w:type="dxa"/>
          </w:tcPr>
          <w:p w14:paraId="6D423CE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640</w:t>
            </w:r>
          </w:p>
        </w:tc>
        <w:tc>
          <w:tcPr>
            <w:tcW w:w="7562" w:type="dxa"/>
          </w:tcPr>
          <w:p w14:paraId="2127B7C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2.2.5 centrální banky</w:t>
            </w:r>
          </w:p>
          <w:p w14:paraId="0BC0F308" w14:textId="196186D2"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Výše peněžních přítoků vykázaných na řádku 590, které pocházejí od centrálních bank</w:t>
            </w:r>
          </w:p>
        </w:tc>
      </w:tr>
      <w:tr w:rsidR="001820FB" w:rsidRPr="001A280E" w14:paraId="12274D66" w14:textId="77777777" w:rsidTr="00347FF0">
        <w:trPr>
          <w:trHeight w:val="304"/>
        </w:trPr>
        <w:tc>
          <w:tcPr>
            <w:tcW w:w="1446" w:type="dxa"/>
          </w:tcPr>
          <w:p w14:paraId="0551922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650</w:t>
            </w:r>
          </w:p>
        </w:tc>
        <w:tc>
          <w:tcPr>
            <w:tcW w:w="7562" w:type="dxa"/>
          </w:tcPr>
          <w:p w14:paraId="25607833"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2.2.6 ostatní protistrany</w:t>
            </w:r>
          </w:p>
          <w:p w14:paraId="00EFFF71" w14:textId="2FC37E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Výše peněžních přítoků vykázaných na řádku 590, které pocházejí od </w:t>
            </w:r>
            <w:r>
              <w:rPr>
                <w:rFonts w:ascii="Times New Roman" w:hAnsi="Times New Roman"/>
                <w:sz w:val="24"/>
                <w:szCs w:val="24"/>
              </w:rPr>
              <w:lastRenderedPageBreak/>
              <w:t>jiných protistran neuvedených v oddílech 2.2.1–2.2.5.</w:t>
            </w:r>
          </w:p>
        </w:tc>
      </w:tr>
      <w:tr w:rsidR="001820FB" w:rsidRPr="001A280E" w14:paraId="28E09EAA" w14:textId="77777777" w:rsidTr="00347FF0">
        <w:trPr>
          <w:trHeight w:val="304"/>
        </w:trPr>
        <w:tc>
          <w:tcPr>
            <w:tcW w:w="1446" w:type="dxa"/>
          </w:tcPr>
          <w:p w14:paraId="77BD6F3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660</w:t>
            </w:r>
          </w:p>
        </w:tc>
        <w:tc>
          <w:tcPr>
            <w:tcW w:w="7562" w:type="dxa"/>
          </w:tcPr>
          <w:p w14:paraId="3960AAB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2.3 Splatnost měnových swapů</w:t>
            </w:r>
          </w:p>
          <w:p w14:paraId="4C82BDA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Celková výše smluvních peněžních přítoků vyplývajících ze splatnosti transakcí měnových swapů, jako je výměna jistin při skončení smlouvy.</w:t>
            </w:r>
          </w:p>
          <w:p w14:paraId="4EB24A7E"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Odpovídá splatnosti pomyslné hodnoty křížových měnových swapů, měnových spotových a forwardových transakcí v příslušných časových koších dané šablony.</w:t>
            </w:r>
          </w:p>
        </w:tc>
      </w:tr>
      <w:tr w:rsidR="001820FB" w:rsidRPr="001A280E" w14:paraId="41F9BB23" w14:textId="77777777" w:rsidTr="00347FF0">
        <w:trPr>
          <w:trHeight w:val="304"/>
        </w:trPr>
        <w:tc>
          <w:tcPr>
            <w:tcW w:w="1446" w:type="dxa"/>
          </w:tcPr>
          <w:p w14:paraId="738A009C" w14:textId="485D6871"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670</w:t>
            </w:r>
          </w:p>
        </w:tc>
        <w:tc>
          <w:tcPr>
            <w:tcW w:w="7562" w:type="dxa"/>
          </w:tcPr>
          <w:p w14:paraId="10465A82"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2.4</w:t>
            </w:r>
            <w:r>
              <w:tab/>
            </w:r>
            <w:r>
              <w:rPr>
                <w:rFonts w:ascii="Times New Roman" w:hAnsi="Times New Roman"/>
                <w:b/>
                <w:sz w:val="24"/>
                <w:szCs w:val="24"/>
                <w:u w:val="thick" w:color="000000"/>
              </w:rPr>
              <w:t>Objem jiných pohledávek z derivátů než vykázaných v položce 2.3</w:t>
            </w:r>
          </w:p>
          <w:p w14:paraId="760AEE09" w14:textId="79E7EBB5"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Celková výše smluvních peněžních přítoků vyplývajících z derivátových pohledávkových pozic ze smluv uvedených v příloze II nařízení (EU) č. 575/2013 s výjimkou přítoků vyplývajících ze splatnosti měnových swapů, které se vykážou v položce 2.3.</w:t>
            </w:r>
          </w:p>
          <w:p w14:paraId="1C5AD40C"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Celková výše zahrnuje vypořádací částky včetně nevypořádaných výzev k doplnění zajištění ke dni vykázání.</w:t>
            </w:r>
          </w:p>
          <w:p w14:paraId="63857EBD"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Celková výše odráží součet částek 1 a 2 stanovených níže uvedeným způsobem v jednotlivých časových koších:</w:t>
            </w:r>
          </w:p>
          <w:p w14:paraId="135C0336" w14:textId="1917B3BD"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1.</w:t>
            </w:r>
            <w:r>
              <w:tab/>
            </w:r>
            <w:r>
              <w:rPr>
                <w:rFonts w:ascii="Times New Roman" w:hAnsi="Times New Roman"/>
                <w:sz w:val="24"/>
                <w:szCs w:val="24"/>
              </w:rPr>
              <w:t>peněžní toky a toky cenných papírů související s deriváty, u nichž existuje dohoda o kolaterálu, která vyžaduje úplné nebo dostatečné zajištění expozic protistrany, jsou ze šablony tabulky splatností vyloučeny, a všechny peněžní toky, toky cenných papírů, hotovostní kolaterál i kolaterál ve formě cenných papírů související s těmito deriváty jsou z šablony vyloučeny. Zásoby hotovostního kolaterálu a kolaterálu ve formě cenných papírů, které již byly obdrženy nebo poskytnuty v souvislosti s deriváty zajištěnými kolaterálem, nesmí být zahrnuty do sloupce „zásoby“ oddílu 3 tabulky splatností vztahujícího se na vyrovnávací kapacity, s výjimkou peněžních toků a toků cenných papírů v rámci výzev k doplnění zajištění, které jsou splatné v patřičnou dobu, ale nebyly ještě vypořádány. Uvedené toky se zohlední v tabulce splatností na řádku 1.5 „derivátové peněžní odtoky“ a na řádku 2.4 „derivátové peněžní přítoky“ v případě hotovostního kolaterálu a v oddíle 3 „vyrovnávací kapacita“ v případě kolaterálu ve formě cenných papírů;</w:t>
            </w:r>
          </w:p>
          <w:p w14:paraId="67E4B0FD" w14:textId="77777777"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2.</w:t>
            </w:r>
            <w:r>
              <w:tab/>
            </w:r>
            <w:r>
              <w:rPr>
                <w:rFonts w:ascii="Times New Roman" w:hAnsi="Times New Roman"/>
                <w:sz w:val="24"/>
                <w:szCs w:val="24"/>
              </w:rPr>
              <w:t>u peněžních přítoků a odtoků a přítoků a odtoků cenných papírů spojených s deriváty, které nejsou vázány žádnou platnou dohodou o kolaterálu (nebo je pro ně vyžadována pouze částečná kolateralizace), se rozlišují smlouvy s opcemi a ostatní:</w:t>
            </w:r>
          </w:p>
          <w:p w14:paraId="4312647C" w14:textId="77777777" w:rsidR="001820FB" w:rsidRPr="001A280E" w:rsidRDefault="001820FB" w:rsidP="00347FF0">
            <w:pPr>
              <w:pStyle w:val="TableParagraph"/>
              <w:spacing w:before="119" w:after="240"/>
              <w:ind w:left="720"/>
              <w:jc w:val="both"/>
              <w:rPr>
                <w:rFonts w:ascii="Times New Roman" w:hAnsi="Times New Roman" w:cs="Times New Roman"/>
                <w:sz w:val="24"/>
                <w:szCs w:val="24"/>
              </w:rPr>
            </w:pPr>
            <w:r>
              <w:rPr>
                <w:rFonts w:ascii="Times New Roman" w:hAnsi="Times New Roman"/>
                <w:sz w:val="24"/>
                <w:szCs w:val="24"/>
              </w:rPr>
              <w:t>a)</w:t>
            </w:r>
            <w:r>
              <w:tab/>
            </w:r>
            <w:r>
              <w:rPr>
                <w:rFonts w:ascii="Times New Roman" w:hAnsi="Times New Roman"/>
                <w:sz w:val="24"/>
                <w:szCs w:val="24"/>
              </w:rPr>
              <w:t xml:space="preserve">toky související s deriváty, které mají charakter opcí, se uvádějí, pouze jsou-li „in the money“. Tyto toky se zachycují oběma </w:t>
            </w:r>
            <w:r>
              <w:rPr>
                <w:rFonts w:ascii="Times New Roman" w:hAnsi="Times New Roman"/>
                <w:sz w:val="24"/>
                <w:szCs w:val="24"/>
              </w:rPr>
              <w:lastRenderedPageBreak/>
              <w:t>těmito způsoby:</w:t>
            </w:r>
          </w:p>
          <w:p w14:paraId="33A5BDA4"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w:t>
            </w:r>
            <w:r>
              <w:tab/>
            </w:r>
            <w:r>
              <w:rPr>
                <w:rFonts w:ascii="Times New Roman" w:hAnsi="Times New Roman"/>
                <w:sz w:val="24"/>
                <w:szCs w:val="24"/>
              </w:rPr>
              <w:t>zahrnutím stávající tržní hodnoty nebo čisté současné hodnoty smlouvy jako přítoků na řádek 2.4 tabulky splatností „derivátové peněžní přítoky“ k nejposlednějšímu dni pro výkon této opce, pokud má právo uplatnit opci banka;</w:t>
            </w:r>
          </w:p>
          <w:p w14:paraId="78691930"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ii)</w:t>
            </w:r>
            <w:r>
              <w:tab/>
            </w:r>
            <w:r>
              <w:rPr>
                <w:rFonts w:ascii="Times New Roman" w:hAnsi="Times New Roman"/>
                <w:sz w:val="24"/>
                <w:szCs w:val="24"/>
              </w:rPr>
              <w:t>zahrnutím stávající tržní hodnoty nebo čisté současné hodnoty smlouvy jako odtoků na řádek 1.5 tabulky splatností „derivátové peněžní odtoky“ k nejdřívějšímu dni pro výkon této opce, pokud má právo uplatnit opci protistrana banky;</w:t>
            </w:r>
          </w:p>
          <w:p w14:paraId="36E673EA" w14:textId="250D3026" w:rsidR="001820FB" w:rsidRPr="001A280E" w:rsidRDefault="001820FB" w:rsidP="00347FF0">
            <w:pPr>
              <w:pStyle w:val="TableParagraph"/>
              <w:spacing w:before="119" w:after="240"/>
              <w:ind w:left="720"/>
              <w:jc w:val="both"/>
              <w:rPr>
                <w:rFonts w:ascii="Times New Roman" w:hAnsi="Times New Roman" w:cs="Times New Roman"/>
                <w:b/>
                <w:sz w:val="24"/>
                <w:szCs w:val="24"/>
                <w:u w:val="thick" w:color="000000"/>
              </w:rPr>
            </w:pPr>
            <w:r>
              <w:rPr>
                <w:rFonts w:ascii="Times New Roman" w:hAnsi="Times New Roman"/>
                <w:sz w:val="24"/>
                <w:szCs w:val="24"/>
              </w:rPr>
              <w:t>b)</w:t>
            </w:r>
            <w:r>
              <w:tab/>
            </w:r>
            <w:r>
              <w:rPr>
                <w:rFonts w:ascii="Times New Roman" w:hAnsi="Times New Roman"/>
                <w:sz w:val="24"/>
                <w:szCs w:val="24"/>
              </w:rPr>
              <w:t>toky spojené s jinými smlouvami, než které jsou uvedeny v písmenu a), jsou stanoveny projekcí hrubých smluvních toků hotovosti v příslušných časových koších na řádku 1.5 „derivátové peněžní odtoky“ a na řádku 2.4 „derivátové peněžní přítoky“ a smluvních toků cenných papírů ve vyrovnávací kapacitě tabulky splatností, a to za použití současných tržních forwardových kursů platných ke dni vykazování, nejsou-li tyto částky dosud pevně stanoveny.</w:t>
            </w:r>
          </w:p>
        </w:tc>
      </w:tr>
      <w:tr w:rsidR="001820FB" w:rsidRPr="001A280E" w14:paraId="029304D5" w14:textId="77777777" w:rsidTr="00347FF0">
        <w:trPr>
          <w:trHeight w:val="304"/>
        </w:trPr>
        <w:tc>
          <w:tcPr>
            <w:tcW w:w="1446" w:type="dxa"/>
          </w:tcPr>
          <w:p w14:paraId="5C275F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680</w:t>
            </w:r>
          </w:p>
        </w:tc>
        <w:tc>
          <w:tcPr>
            <w:tcW w:w="7562" w:type="dxa"/>
          </w:tcPr>
          <w:p w14:paraId="6D7FC99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2.5 Splatné papíry ve vlastním portfoliu</w:t>
            </w:r>
          </w:p>
          <w:p w14:paraId="4175F735" w14:textId="315455FF" w:rsidR="00FF6A85" w:rsidRDefault="001820FB" w:rsidP="00347FF0">
            <w:pPr>
              <w:pStyle w:val="TableParagraph"/>
              <w:spacing w:before="117" w:after="240"/>
              <w:ind w:left="102" w:right="99"/>
              <w:jc w:val="both"/>
              <w:rPr>
                <w:rFonts w:ascii="Times New Roman" w:hAnsi="Times New Roman" w:cs="Times New Roman"/>
                <w:spacing w:val="73"/>
                <w:sz w:val="24"/>
                <w:szCs w:val="24"/>
              </w:rPr>
            </w:pPr>
            <w:r>
              <w:rPr>
                <w:rFonts w:ascii="Times New Roman" w:hAnsi="Times New Roman"/>
                <w:sz w:val="24"/>
                <w:szCs w:val="24"/>
              </w:rPr>
              <w:t xml:space="preserve">Výše peněžních přítoků, které jsou dlužnou splátkou jistiny z vlastních investic ve formě dluhopisů, vykazovaných podle jejich zbytkové smluvní splatnosti. </w:t>
            </w:r>
          </w:p>
          <w:p w14:paraId="5A657DAC" w14:textId="309758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Tato položka zahrnuje peněžní přítoky z cenných papírů se splatností vykázaných ve vyrovnávací kapacitě. Jakmile tedy cenný papír dosáhne splatnosti, vykáže se jako odtok cenných papírů ve vyrovnávací kapacitě a následně jako přítok hotovosti v tomto řádku.</w:t>
            </w:r>
          </w:p>
        </w:tc>
      </w:tr>
      <w:tr w:rsidR="001820FB" w:rsidRPr="001A280E" w14:paraId="6A37D8E4" w14:textId="77777777" w:rsidTr="00347FF0">
        <w:trPr>
          <w:trHeight w:val="304"/>
        </w:trPr>
        <w:tc>
          <w:tcPr>
            <w:tcW w:w="1446" w:type="dxa"/>
          </w:tcPr>
          <w:p w14:paraId="2495549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690</w:t>
            </w:r>
          </w:p>
        </w:tc>
        <w:tc>
          <w:tcPr>
            <w:tcW w:w="7562" w:type="dxa"/>
          </w:tcPr>
          <w:p w14:paraId="0FDB8D1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2.6 Ostatní přítoky</w:t>
            </w:r>
          </w:p>
          <w:p w14:paraId="0E0D7272" w14:textId="77B1DD56" w:rsidR="00FF6A85" w:rsidRDefault="001820FB" w:rsidP="00347FF0">
            <w:pPr>
              <w:pStyle w:val="TableParagraph"/>
              <w:spacing w:before="117" w:after="240"/>
              <w:ind w:left="102" w:right="101"/>
              <w:jc w:val="both"/>
              <w:rPr>
                <w:rFonts w:ascii="Times New Roman" w:hAnsi="Times New Roman" w:cs="Times New Roman"/>
                <w:spacing w:val="-1"/>
                <w:sz w:val="24"/>
                <w:szCs w:val="24"/>
              </w:rPr>
            </w:pPr>
            <w:r>
              <w:rPr>
                <w:rFonts w:ascii="Times New Roman" w:hAnsi="Times New Roman"/>
                <w:sz w:val="24"/>
                <w:szCs w:val="24"/>
              </w:rPr>
              <w:t>Celková výše všech ostatních peněžních přítoků, které nejsou vykázány na řádcích 390, 590, 660, 670 nebo 680.</w:t>
            </w:r>
          </w:p>
          <w:p w14:paraId="74BF4E9D" w14:textId="48DFE80B"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Nevykazují se podmíněné přítoky.</w:t>
            </w:r>
          </w:p>
        </w:tc>
      </w:tr>
      <w:tr w:rsidR="001820FB" w:rsidRPr="001A280E" w14:paraId="35784146" w14:textId="77777777" w:rsidTr="00347FF0">
        <w:trPr>
          <w:trHeight w:val="304"/>
        </w:trPr>
        <w:tc>
          <w:tcPr>
            <w:tcW w:w="1446" w:type="dxa"/>
          </w:tcPr>
          <w:p w14:paraId="3F992CF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700</w:t>
            </w:r>
          </w:p>
        </w:tc>
        <w:tc>
          <w:tcPr>
            <w:tcW w:w="7562" w:type="dxa"/>
          </w:tcPr>
          <w:p w14:paraId="725F73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2.7 Přítoky celkem</w:t>
            </w:r>
          </w:p>
          <w:p w14:paraId="52EEFD4C" w14:textId="3C66346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Součet přítoků vykázaných na řádcích 390, 590, 660, 670, 680 a 690.</w:t>
            </w:r>
          </w:p>
        </w:tc>
      </w:tr>
      <w:tr w:rsidR="001820FB" w:rsidRPr="001A280E" w14:paraId="2DFF920D" w14:textId="77777777" w:rsidTr="00347FF0">
        <w:trPr>
          <w:trHeight w:val="304"/>
        </w:trPr>
        <w:tc>
          <w:tcPr>
            <w:tcW w:w="1446" w:type="dxa"/>
          </w:tcPr>
          <w:p w14:paraId="2AD2B90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710</w:t>
            </w:r>
          </w:p>
        </w:tc>
        <w:tc>
          <w:tcPr>
            <w:tcW w:w="7562" w:type="dxa"/>
          </w:tcPr>
          <w:p w14:paraId="7110FC6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2.8 Čistý smluvní schodek</w:t>
            </w:r>
          </w:p>
          <w:p w14:paraId="33B125B0" w14:textId="59FD80D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Celková výše přítoků vykázaná na řádku 700 po odečtení celkové výše odtoků vykázané na řádku 380.</w:t>
            </w:r>
          </w:p>
        </w:tc>
      </w:tr>
      <w:tr w:rsidR="001820FB" w:rsidRPr="001A280E" w14:paraId="092FB2B6" w14:textId="77777777" w:rsidTr="00347FF0">
        <w:trPr>
          <w:trHeight w:val="304"/>
        </w:trPr>
        <w:tc>
          <w:tcPr>
            <w:tcW w:w="1446" w:type="dxa"/>
          </w:tcPr>
          <w:p w14:paraId="4F3CA69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720</w:t>
            </w:r>
          </w:p>
        </w:tc>
        <w:tc>
          <w:tcPr>
            <w:tcW w:w="7562" w:type="dxa"/>
          </w:tcPr>
          <w:p w14:paraId="64CF2C64"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2.9 Kumulovaný čistý smluvní schodek</w:t>
            </w:r>
          </w:p>
          <w:p w14:paraId="7AE6F41B" w14:textId="6D4596F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Kumulovaný čistý smluvní schodek financování ode dne vykázání do horní hranice příslušného časového koše.</w:t>
            </w:r>
          </w:p>
        </w:tc>
      </w:tr>
      <w:tr w:rsidR="001820FB" w:rsidRPr="001A280E" w14:paraId="486BCCDA" w14:textId="77777777" w:rsidTr="00347FF0">
        <w:trPr>
          <w:trHeight w:val="304"/>
        </w:trPr>
        <w:tc>
          <w:tcPr>
            <w:tcW w:w="1446" w:type="dxa"/>
            <w:shd w:val="clear" w:color="auto" w:fill="E5E5E6" w:themeFill="accent2" w:themeFillTint="33"/>
          </w:tcPr>
          <w:p w14:paraId="3D5DF10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730-1080</w:t>
            </w:r>
          </w:p>
        </w:tc>
        <w:tc>
          <w:tcPr>
            <w:tcW w:w="7562" w:type="dxa"/>
            <w:shd w:val="clear" w:color="auto" w:fill="E5E5E6" w:themeFill="accent2" w:themeFillTint="33"/>
          </w:tcPr>
          <w:p w14:paraId="37B5FBF5"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rPr>
              <w:t>3 VYROVNÁVACÍ KAPACITA</w:t>
            </w:r>
          </w:p>
          <w:p w14:paraId="2CE11537" w14:textId="10E1AA92"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„Vyrovnávací kapacita“ tabulky splatností musí obsahovat informace o vývoji institucí držených aktiv různého stupně likvidity, mimo jiné obchodovatelných aktiv a aktiv způsobilých pro centrální banky, jakož i facilit instituci smluvně přislíbených.</w:t>
            </w:r>
          </w:p>
          <w:p w14:paraId="51F79D9F"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Základ pro podávání zpráv o způsobilosti pro centrální banku na konsolidované úrovni tvoří pravidla způsobilosti pro centrální banku, která pro každou konsolidovanou instituci platí v její jurisdikci založení.</w:t>
            </w:r>
          </w:p>
          <w:p w14:paraId="2366B0E9"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Odkazuje-li vyrovnávací kapacita na obchodovatelná aktiva, podávají instituce</w:t>
            </w:r>
          </w:p>
          <w:p w14:paraId="359D8D72"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zprávu o obchodovatelných aktivech obchodovaných na velkých, hlubokých a aktivních repo trzích nebo hotovostních trzích s nízkou úrovní koncentrace.</w:t>
            </w:r>
          </w:p>
          <w:p w14:paraId="041D4D34" w14:textId="48E0B424"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Aktiva vykazovaná ve sloupcích vyrovnávací kapacity zahrnují pouze nezatížená aktiva, která jsou instituci kdykoli dostupná k převedení na hotovost za účelem vyplnění smluvních rozestupů mezi peněžními přítoky a odtoky v daném časovém horizontu. Pro tyto účely se použije definice zatížených aktiv v souladu s nařízením Komise v přenesené pravomoci (EU) 2015/61. Tato aktiva nelze použít k poskytnutí úvěrového posílení ve strukturovaných transakcích a nesmí sloužit ke krytí provozních nákladů, například pronájmů a mezd, a musí být spravována čistě a pouze jako zdroj podmíněného financování.</w:t>
            </w:r>
          </w:p>
          <w:p w14:paraId="49DC3CAF" w14:textId="3D5728C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Aktiva, jež instituce přijala jako kolaterál v reverzních repo operacích a v transakcích SFT, mohou být považována za součást vyrovnávací kapacity, jsou-li držena v dané instituci, nebylo jich využito k rehypotekaci a instituce je má právně a smluvně k dispozici.</w:t>
            </w:r>
          </w:p>
          <w:p w14:paraId="220F57E3" w14:textId="2441E91B"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Aby se zamezilo dvojímu započtení, pokud instituce vykazuje uzpůsobená aktiva v rámci položek 3.1 až 3.7, nevykazuje související kapacitu těchto facilit v rámci položky 3.8.</w:t>
            </w:r>
          </w:p>
          <w:p w14:paraId="648E39BD"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Instituce vykáží aktiva, splňují-li popis určitého řádku a jsou-li dostupná ke dni vykázání, jako počáteční stav zásob v sloupci 010.</w:t>
            </w:r>
          </w:p>
          <w:p w14:paraId="12C3E180" w14:textId="64C7B0A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Sloupce 020 až 220 obsahují smluvní toky v rámci vyrovnávací kapacity. Pokud instituce uskutečnila repo transakci, zpětně odkoupená aktiva jsou opětovně zaznamenána jako přítok ve formě cenných papírů, který patří do </w:t>
            </w:r>
            <w:r>
              <w:rPr>
                <w:rFonts w:ascii="Times New Roman" w:hAnsi="Times New Roman"/>
                <w:sz w:val="24"/>
                <w:szCs w:val="24"/>
              </w:rPr>
              <w:lastRenderedPageBreak/>
              <w:t>koše splatnosti odpovídajícího splatnosti repo transakce. V souladu s tím se peněžní odtok vyplývající ze splatné repo transakce vykáže do příslušného časového koše pro peněžní odtoky v rámci položky 1.2. Pokud instituce uskutečnila reverzní repo transakci, zpětně odkoupená aktiva jsou zaznamenána jako odtok ve formě cenných papírů, který patří do koše splatnosti odpovídajícího splatnosti repo transakce. V souladu s tím se peněžní přítok vyplývající ze splatné repo transakce vykáže do příslušného časového koše pro peněžní přítoky v rámci položky 2.1. Kolaterálové swapy se vykazují jako smluvní přítoky a odtoky cenných papírů v oddíle vyrovnávací kapacity v souladu s příslušnými koši splatností, v nichž se tyto swapy stanou splatnými.</w:t>
            </w:r>
          </w:p>
          <w:p w14:paraId="6915AE7D" w14:textId="4EBBBA2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Změna smluvně dostupné výše úvěrových a likviditních linek vykázaných v rámci položky 3.8 se vykáže jako tok v příslušném časovém koši. Má-li instituce jednodenní vklad u centrální banky, vykáže se výše tohoto vkladu jako počáteční zásoba v rámci položky 3.2 a jako peněžní odtok v koši splatnosti „jednodenní“ pro tuto položku. V souladu s tím se v rámci položky 2.2.5 vykáže výsledný peněžní přítok.</w:t>
            </w:r>
          </w:p>
          <w:p w14:paraId="00D7A67D" w14:textId="12E1A59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Splatné cenné papíry se v rámci vyrovnávací kapacity vykážou na základě jejich smluvní splatnosti. Cenný papír se po uplynutí doby splatnosti vyřadí z kategorie aktiv, v níž byl původně vykázán, zachází se s ním jako s odtokem cenných papírů, a výsledný peněžní přítok se vykáže v rámci položky 2.5.</w:t>
            </w:r>
          </w:p>
          <w:p w14:paraId="56B0BA73"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Všechny hodnoty cenných papírů se vykážou v příslušném koši v částkách odpovídajících současným tržním hodnotám.</w:t>
            </w:r>
          </w:p>
          <w:p w14:paraId="3F0D09FF" w14:textId="75996A03" w:rsidR="001820FB" w:rsidRPr="001A280E" w:rsidRDefault="002D512C"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V rámci položky 3.8 se vykazují pouze částky, které jsou k dispozici na základě smlouvy.</w:t>
            </w:r>
          </w:p>
          <w:p w14:paraId="6AECA3F8" w14:textId="1984FA1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Aby se předešlo dvojímu započtení, neuvádějí se v rámci položky 3.1 ani 3.2 vyrovnávací kapacity peněžní přítoky.</w:t>
            </w:r>
          </w:p>
          <w:p w14:paraId="32ECFB27"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Položky uvedené ve vyrovnávací kapacitě se vykazují v některé z níže uvedených podkategorií:</w:t>
            </w:r>
          </w:p>
        </w:tc>
      </w:tr>
      <w:tr w:rsidR="001820FB" w:rsidRPr="001A280E" w14:paraId="00606E07" w14:textId="77777777" w:rsidTr="00347FF0">
        <w:trPr>
          <w:trHeight w:val="304"/>
        </w:trPr>
        <w:tc>
          <w:tcPr>
            <w:tcW w:w="1446" w:type="dxa"/>
          </w:tcPr>
          <w:p w14:paraId="62276CD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730</w:t>
            </w:r>
          </w:p>
        </w:tc>
        <w:tc>
          <w:tcPr>
            <w:tcW w:w="7562" w:type="dxa"/>
          </w:tcPr>
          <w:p w14:paraId="1D87EA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 Mince a bankovky</w:t>
            </w:r>
          </w:p>
          <w:p w14:paraId="022C8113" w14:textId="1D7B07B8"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Celková výše hotovosti z mincí a bankovek.</w:t>
            </w:r>
          </w:p>
        </w:tc>
      </w:tr>
      <w:tr w:rsidR="001820FB" w:rsidRPr="001A280E" w14:paraId="67042BDD" w14:textId="77777777" w:rsidTr="00347FF0">
        <w:trPr>
          <w:trHeight w:val="304"/>
        </w:trPr>
        <w:tc>
          <w:tcPr>
            <w:tcW w:w="1446" w:type="dxa"/>
          </w:tcPr>
          <w:p w14:paraId="7F46017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740</w:t>
            </w:r>
          </w:p>
        </w:tc>
        <w:tc>
          <w:tcPr>
            <w:tcW w:w="7562" w:type="dxa"/>
          </w:tcPr>
          <w:p w14:paraId="3BB397F6" w14:textId="31C7F621"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3.2 Vyplatitelné rezervy v centrální bance</w:t>
            </w:r>
          </w:p>
          <w:p w14:paraId="7C4692DF" w14:textId="76F3E5B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Celková výše rezerv u centrálních bank podle čl. 10 odst. 1 písm. b) bodu iii) nařízení v přenesené pravomoci (EU) 2015/61, které jsou vyplatitelné nejpozději do jednoho dne.</w:t>
            </w:r>
          </w:p>
          <w:p w14:paraId="799F1561"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Na tomto místě se nevykazují cenné papíry představující pohledávky vůči </w:t>
            </w:r>
            <w:r>
              <w:rPr>
                <w:rFonts w:ascii="Times New Roman" w:hAnsi="Times New Roman"/>
                <w:sz w:val="24"/>
                <w:szCs w:val="24"/>
              </w:rPr>
              <w:lastRenderedPageBreak/>
              <w:t>centrálním bankám nebo pohledávky jimi zaručené.</w:t>
            </w:r>
          </w:p>
        </w:tc>
      </w:tr>
      <w:tr w:rsidR="001820FB" w:rsidRPr="001A280E" w14:paraId="7AA6DBA5" w14:textId="77777777" w:rsidTr="00347FF0">
        <w:trPr>
          <w:trHeight w:val="304"/>
        </w:trPr>
        <w:tc>
          <w:tcPr>
            <w:tcW w:w="1446" w:type="dxa"/>
          </w:tcPr>
          <w:p w14:paraId="045E67F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750</w:t>
            </w:r>
          </w:p>
        </w:tc>
        <w:tc>
          <w:tcPr>
            <w:tcW w:w="7562" w:type="dxa"/>
          </w:tcPr>
          <w:p w14:paraId="34C732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 Obchodovatelná aktiva úrovně 1</w:t>
            </w:r>
          </w:p>
          <w:p w14:paraId="58F64037" w14:textId="05C1B0D3"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Tržní hodnota obchodovatelných aktiv podle článků 7, 8 a 10 nařízení v přenesené pravomoci (EU) 2015/61.</w:t>
            </w:r>
          </w:p>
          <w:p w14:paraId="7A0A5D36" w14:textId="1D8E01D3"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Akcie nebo podílové jednotky v subjektu kolektivního investování podle článku 15 nařízení v přenesené pravomoci (EU) 2015/61, které lze považovat za aktiva úrovně 1, se vykazují v níže uvedených podkategoriích odpovídajících jejich podkladovým aktivům.</w:t>
            </w:r>
          </w:p>
        </w:tc>
      </w:tr>
      <w:tr w:rsidR="001820FB" w:rsidRPr="001A280E" w14:paraId="05B5E0D8" w14:textId="77777777" w:rsidTr="00347FF0">
        <w:trPr>
          <w:trHeight w:val="304"/>
        </w:trPr>
        <w:tc>
          <w:tcPr>
            <w:tcW w:w="1446" w:type="dxa"/>
          </w:tcPr>
          <w:p w14:paraId="7489915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760</w:t>
            </w:r>
          </w:p>
        </w:tc>
        <w:tc>
          <w:tcPr>
            <w:tcW w:w="7562" w:type="dxa"/>
          </w:tcPr>
          <w:p w14:paraId="5C9AF1A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 Aktiva úrovně 1 s vyloučením krytých dluhopisů</w:t>
            </w:r>
          </w:p>
          <w:p w14:paraId="3F359585" w14:textId="5C4EB8D0"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Částka vykázaná na řádku 750, nepředstavuje-li kryté dluhopisy.</w:t>
            </w:r>
          </w:p>
        </w:tc>
      </w:tr>
      <w:tr w:rsidR="001820FB" w:rsidRPr="001A280E" w14:paraId="7AD72C6B" w14:textId="77777777" w:rsidTr="00347FF0">
        <w:trPr>
          <w:trHeight w:val="304"/>
        </w:trPr>
        <w:tc>
          <w:tcPr>
            <w:tcW w:w="1446" w:type="dxa"/>
          </w:tcPr>
          <w:p w14:paraId="0B1B3B6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770</w:t>
            </w:r>
          </w:p>
        </w:tc>
        <w:tc>
          <w:tcPr>
            <w:tcW w:w="7562" w:type="dxa"/>
          </w:tcPr>
          <w:p w14:paraId="2EC342E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3.3.1.1 Aktiva úrovně 1 od centrální banky</w:t>
            </w:r>
          </w:p>
          <w:p w14:paraId="13E95E66" w14:textId="3A1DF9B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Částka vykázaná na řádku 760, jedná-li se o aktiva představující pohledávky vůči centrálním bankám nebo pohledávky jimi zaručené.</w:t>
            </w:r>
          </w:p>
        </w:tc>
      </w:tr>
      <w:tr w:rsidR="001820FB" w:rsidRPr="001A280E" w14:paraId="3E3EFBEA" w14:textId="77777777" w:rsidTr="00347FF0">
        <w:trPr>
          <w:trHeight w:val="304"/>
        </w:trPr>
        <w:tc>
          <w:tcPr>
            <w:tcW w:w="1446" w:type="dxa"/>
          </w:tcPr>
          <w:p w14:paraId="58CC83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780</w:t>
            </w:r>
          </w:p>
        </w:tc>
        <w:tc>
          <w:tcPr>
            <w:tcW w:w="7562" w:type="dxa"/>
          </w:tcPr>
          <w:p w14:paraId="38CB447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3.3.1.2 Aktiva úrovně 1 (stupeň úvěrové kvality (CQS) 1)</w:t>
            </w:r>
          </w:p>
          <w:p w14:paraId="690D4C8F" w14:textId="08318D1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Částka vykázaná na řádku 760, jiná než částka vykázaná na řádku 770, jedná-li se o aktiva představující pohledávky vůči emitentovi, jemuž je určenou externí ratingovou agenturou přiřazen stupeň úvěrové kvality 1, nebo pohledávky zaručené ručitelem s tímto stupněm úvěrové kvality.</w:t>
            </w:r>
          </w:p>
        </w:tc>
      </w:tr>
      <w:tr w:rsidR="001820FB" w:rsidRPr="001A280E" w14:paraId="5AC956E3" w14:textId="77777777" w:rsidTr="00347FF0">
        <w:trPr>
          <w:trHeight w:val="304"/>
        </w:trPr>
        <w:tc>
          <w:tcPr>
            <w:tcW w:w="1446" w:type="dxa"/>
          </w:tcPr>
          <w:p w14:paraId="3DA8B94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790</w:t>
            </w:r>
          </w:p>
        </w:tc>
        <w:tc>
          <w:tcPr>
            <w:tcW w:w="7562" w:type="dxa"/>
          </w:tcPr>
          <w:p w14:paraId="0CD85F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3.3.1.3 Aktiva úrovně 1 (CQS 2, CQS 3)</w:t>
            </w:r>
          </w:p>
          <w:p w14:paraId="63E1716D" w14:textId="4A62483B"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Částka vykázaná na řádku 760, jiná než částka vykázaná na řádku 770, jedná-li se o aktiva představující pohledávky vůči emitentovi, jemuž je určenou externí ratingovou agenturou přiřazen stupeň úvěrové kvality 2 nebo 3, nebo pohledávky zaručené ručitelem s tímto stupněm úvěrové kvality</w:t>
            </w:r>
          </w:p>
        </w:tc>
      </w:tr>
      <w:tr w:rsidR="001820FB" w:rsidRPr="001A280E" w14:paraId="6861E5B4" w14:textId="77777777" w:rsidTr="00347FF0">
        <w:trPr>
          <w:trHeight w:val="304"/>
        </w:trPr>
        <w:tc>
          <w:tcPr>
            <w:tcW w:w="1446" w:type="dxa"/>
          </w:tcPr>
          <w:p w14:paraId="6FDD815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800</w:t>
            </w:r>
          </w:p>
        </w:tc>
        <w:tc>
          <w:tcPr>
            <w:tcW w:w="7562" w:type="dxa"/>
          </w:tcPr>
          <w:p w14:paraId="1FB8AF6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3.3.1.4 Aktiva úrovně 1 (CQS 4+)</w:t>
            </w:r>
          </w:p>
          <w:p w14:paraId="0B2D6AAB" w14:textId="407DDDB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Částka vykázaná na řádku 760, jiná než částka vykázaná na řádku 770, jedná-li se o aktiva představujícími pohledávky vůči emitentovi, jemuž je určenou externí ratingovou agenturou přiřazen stupeň úvěrové kvality 4 nebo horší, nebo pohledávky zaručené ručitelem s tímto stupněm úvěrové kvality</w:t>
            </w:r>
          </w:p>
        </w:tc>
      </w:tr>
      <w:tr w:rsidR="001820FB" w:rsidRPr="001A280E" w14:paraId="0C1DFF4A" w14:textId="77777777" w:rsidTr="00347FF0">
        <w:trPr>
          <w:trHeight w:val="304"/>
        </w:trPr>
        <w:tc>
          <w:tcPr>
            <w:tcW w:w="1446" w:type="dxa"/>
          </w:tcPr>
          <w:p w14:paraId="4D284B2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810</w:t>
            </w:r>
          </w:p>
        </w:tc>
        <w:tc>
          <w:tcPr>
            <w:tcW w:w="7562" w:type="dxa"/>
          </w:tcPr>
          <w:p w14:paraId="1DD9200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3.3.2 Kryté dluhopisy úrovně 1 (CQS1)</w:t>
            </w:r>
          </w:p>
          <w:p w14:paraId="1027A26D" w14:textId="1A7E1993" w:rsidR="00642098" w:rsidRDefault="001820FB" w:rsidP="00347FF0">
            <w:pPr>
              <w:pStyle w:val="TableParagraph"/>
              <w:spacing w:before="117" w:after="240"/>
              <w:ind w:left="102" w:right="100"/>
              <w:jc w:val="both"/>
              <w:rPr>
                <w:rFonts w:ascii="Times New Roman" w:hAnsi="Times New Roman" w:cs="Times New Roman"/>
                <w:spacing w:val="10"/>
                <w:sz w:val="24"/>
                <w:szCs w:val="24"/>
              </w:rPr>
            </w:pPr>
            <w:r>
              <w:rPr>
                <w:rFonts w:ascii="Times New Roman" w:hAnsi="Times New Roman"/>
                <w:sz w:val="24"/>
                <w:szCs w:val="24"/>
              </w:rPr>
              <w:lastRenderedPageBreak/>
              <w:t>Částka vykázaná na řádku 750, představuje-li kryté dluhopisy.</w:t>
            </w:r>
          </w:p>
          <w:p w14:paraId="2DAE2068" w14:textId="195625A1" w:rsidR="001820FB" w:rsidRPr="001A280E" w:rsidRDefault="0064209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 souladu s čl. 10 odst. 1 písm. f) nařízení v přenesené pravomoci (EU) 2015/61 jsou jako aktiva úrovně 1 způsobilé pouze kryté dluhopisy CQS 1.</w:t>
            </w:r>
          </w:p>
        </w:tc>
      </w:tr>
      <w:tr w:rsidR="001820FB" w:rsidRPr="001A280E" w14:paraId="22B25267" w14:textId="77777777" w:rsidTr="00347FF0">
        <w:trPr>
          <w:trHeight w:val="304"/>
        </w:trPr>
        <w:tc>
          <w:tcPr>
            <w:tcW w:w="1446" w:type="dxa"/>
          </w:tcPr>
          <w:p w14:paraId="239381F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820</w:t>
            </w:r>
          </w:p>
        </w:tc>
        <w:tc>
          <w:tcPr>
            <w:tcW w:w="7562" w:type="dxa"/>
          </w:tcPr>
          <w:p w14:paraId="6CEC9F7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 Obchodovatelná aktiva úrovně 2A</w:t>
            </w:r>
          </w:p>
          <w:p w14:paraId="4CAF6D4E" w14:textId="18EE505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Tržní hodnota obchodovatelných aktiv podle článků 7, 8 a 11 nařízení v přenesené pravomoci (EU) 2015/61.</w:t>
            </w:r>
          </w:p>
          <w:p w14:paraId="01011C96" w14:textId="50415597"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Akcie nebo podílové jednotky v subjektu kolektivního investování podle článku 15 nařízení v přenesené pravomoci (EU) 2015/61, které lze považovat za aktiva úrovně 2A, se vykazují v níže uvedených podkategoriích odpovídajících jejich podkladovým aktivům.</w:t>
            </w:r>
          </w:p>
        </w:tc>
      </w:tr>
      <w:tr w:rsidR="001820FB" w:rsidRPr="001A280E" w14:paraId="3F06811C" w14:textId="77777777" w:rsidTr="00347FF0">
        <w:trPr>
          <w:trHeight w:val="304"/>
        </w:trPr>
        <w:tc>
          <w:tcPr>
            <w:tcW w:w="1446" w:type="dxa"/>
          </w:tcPr>
          <w:p w14:paraId="36898D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830</w:t>
            </w:r>
          </w:p>
        </w:tc>
        <w:tc>
          <w:tcPr>
            <w:tcW w:w="7562" w:type="dxa"/>
          </w:tcPr>
          <w:p w14:paraId="55F8551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3.4.1 Podnikové dluhopisy úrovně 2A (CQS1)</w:t>
            </w:r>
          </w:p>
          <w:p w14:paraId="32E61027" w14:textId="6FC58BD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Částka vykázaná na řádku 820, představuje-li podnikové dluhopisy, jimž je určenou externí ratingovou agenturou přiřazen stupeň úvěrové kvality 1.</w:t>
            </w:r>
          </w:p>
        </w:tc>
      </w:tr>
      <w:tr w:rsidR="001820FB" w:rsidRPr="001A280E" w14:paraId="66B5EFBD" w14:textId="77777777" w:rsidTr="00347FF0">
        <w:trPr>
          <w:trHeight w:val="304"/>
        </w:trPr>
        <w:tc>
          <w:tcPr>
            <w:tcW w:w="1446" w:type="dxa"/>
          </w:tcPr>
          <w:p w14:paraId="7E1D23C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840</w:t>
            </w:r>
          </w:p>
        </w:tc>
        <w:tc>
          <w:tcPr>
            <w:tcW w:w="7562" w:type="dxa"/>
          </w:tcPr>
          <w:p w14:paraId="3EF1934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3.4.2 Kryté dluhopisy úrovně 2A (CQS1, CQS2)</w:t>
            </w:r>
          </w:p>
          <w:p w14:paraId="54AC07D9" w14:textId="569CE95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Částka vykázaná na řádku 820, představuje-li kryté dluhopisy, jimž je určenou externí ratingovou agenturou přiřazen stupeň úvěrové kvality 1 nebo 2.</w:t>
            </w:r>
          </w:p>
        </w:tc>
      </w:tr>
      <w:tr w:rsidR="001820FB" w:rsidRPr="001A280E" w14:paraId="0BF1033C" w14:textId="77777777" w:rsidTr="00347FF0">
        <w:trPr>
          <w:trHeight w:val="304"/>
        </w:trPr>
        <w:tc>
          <w:tcPr>
            <w:tcW w:w="1446" w:type="dxa"/>
          </w:tcPr>
          <w:p w14:paraId="70406D0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850</w:t>
            </w:r>
          </w:p>
        </w:tc>
        <w:tc>
          <w:tcPr>
            <w:tcW w:w="7562" w:type="dxa"/>
          </w:tcPr>
          <w:p w14:paraId="72A2C4A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3.4.3 Aktiva z veřejného sektoru úrovně 2A (CQS1, CQS2)</w:t>
            </w:r>
          </w:p>
          <w:p w14:paraId="2F84BEA1" w14:textId="1F0263C5" w:rsidR="001F2BB7" w:rsidRDefault="001820FB" w:rsidP="00347FF0">
            <w:pPr>
              <w:pStyle w:val="TableParagraph"/>
              <w:spacing w:before="117" w:after="240"/>
              <w:ind w:left="102" w:right="100"/>
              <w:jc w:val="both"/>
              <w:rPr>
                <w:rFonts w:ascii="Times New Roman" w:hAnsi="Times New Roman" w:cs="Times New Roman"/>
                <w:spacing w:val="5"/>
                <w:sz w:val="24"/>
                <w:szCs w:val="24"/>
              </w:rPr>
            </w:pPr>
            <w:r>
              <w:rPr>
                <w:rFonts w:ascii="Times New Roman" w:hAnsi="Times New Roman"/>
                <w:sz w:val="24"/>
                <w:szCs w:val="24"/>
              </w:rPr>
              <w:t>Částka vykázaná na řádku 820, jedná-li se o aktiva, jež představují pohledávky vůči ústředním vládním institucím, centrálním bankám, regionálním vládním institucím, místním orgánům nebo subjektům veřejného sektoru nebo pohledávky jimi zaručené.</w:t>
            </w:r>
          </w:p>
          <w:p w14:paraId="695F66A0" w14:textId="27D6868E"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 souladu s čl. 11 odst. 1 písm. a) a b) nařízení v přenesené pravomoci (EU) 2015/61 všechna aktiva veřejného sektoru způsobilá jako aktiva úrovně 2A jsou buď stupně úvěrové kvality 1, nebo stupně úvěrové kvality 2.</w:t>
            </w:r>
          </w:p>
        </w:tc>
      </w:tr>
      <w:tr w:rsidR="001820FB" w:rsidRPr="001A280E" w14:paraId="682ED6FF" w14:textId="77777777" w:rsidTr="00347FF0">
        <w:trPr>
          <w:trHeight w:val="304"/>
        </w:trPr>
        <w:tc>
          <w:tcPr>
            <w:tcW w:w="1446" w:type="dxa"/>
          </w:tcPr>
          <w:p w14:paraId="2C3CB23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860</w:t>
            </w:r>
          </w:p>
        </w:tc>
        <w:tc>
          <w:tcPr>
            <w:tcW w:w="7562" w:type="dxa"/>
          </w:tcPr>
          <w:p w14:paraId="2F8C952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 Obchodovatelná aktiva úrovně 2B</w:t>
            </w:r>
          </w:p>
          <w:p w14:paraId="3F420DF2" w14:textId="6BF4C6E1"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Tržní hodnota obchodovatelných aktiv podle článků 7, 8 a 12 nebo 13 nařízení v přenesené pravomoci (EU) 2015/61.</w:t>
            </w:r>
          </w:p>
          <w:p w14:paraId="641DD986" w14:textId="016D91C2"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Akcie nebo podílové jednotky v subjektu kolektivního investování podle článku 15 nařízení v přenesené pravomoci (EU) 2015/61, které lze považovat za aktiva úrovně 2B, se vykazují v níže uvedených </w:t>
            </w:r>
            <w:r>
              <w:rPr>
                <w:rFonts w:ascii="Times New Roman" w:hAnsi="Times New Roman"/>
                <w:sz w:val="24"/>
                <w:szCs w:val="24"/>
              </w:rPr>
              <w:lastRenderedPageBreak/>
              <w:t>podkategoriích odpovídajících jejich podkladovým aktivům.</w:t>
            </w:r>
          </w:p>
        </w:tc>
      </w:tr>
      <w:tr w:rsidR="001820FB" w:rsidRPr="001A280E" w14:paraId="597E96CF" w14:textId="77777777" w:rsidTr="00347FF0">
        <w:trPr>
          <w:trHeight w:val="304"/>
        </w:trPr>
        <w:tc>
          <w:tcPr>
            <w:tcW w:w="1446" w:type="dxa"/>
          </w:tcPr>
          <w:p w14:paraId="21A3CC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870</w:t>
            </w:r>
          </w:p>
        </w:tc>
        <w:tc>
          <w:tcPr>
            <w:tcW w:w="7562" w:type="dxa"/>
          </w:tcPr>
          <w:p w14:paraId="23F769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3.5.1 Cenné papíry úrovně 2B zajištěné aktivy (CQS 1)</w:t>
            </w:r>
          </w:p>
          <w:p w14:paraId="14F46EB3" w14:textId="588BF219" w:rsidR="001F2BB7" w:rsidRDefault="001820FB" w:rsidP="00347FF0">
            <w:pPr>
              <w:pStyle w:val="TableParagraph"/>
              <w:spacing w:before="117" w:after="240"/>
              <w:ind w:left="102" w:right="100"/>
              <w:jc w:val="both"/>
              <w:rPr>
                <w:rFonts w:ascii="Times New Roman" w:hAnsi="Times New Roman" w:cs="Times New Roman"/>
                <w:spacing w:val="6"/>
                <w:sz w:val="24"/>
                <w:szCs w:val="24"/>
              </w:rPr>
            </w:pPr>
            <w:r>
              <w:rPr>
                <w:rFonts w:ascii="Times New Roman" w:hAnsi="Times New Roman"/>
                <w:sz w:val="24"/>
                <w:szCs w:val="24"/>
              </w:rPr>
              <w:t>Částka vykázaná na řádku 860, představuje-li cenné papíry zajištěné aktivy (včetně cenných papírů zajištěných hypotékou na obytné nemovitosti).</w:t>
            </w:r>
          </w:p>
          <w:p w14:paraId="65A72D37" w14:textId="0429C961"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 souladu s čl. 13 odst. 2 písm. a) nařízení v přenesené pravomoci (EU) 2015/61 všechny cenné papíry zajištěné aktivy způsobilé jako cenné papíry úrovně 2B mají stupeň úvěrové kvality 1.</w:t>
            </w:r>
          </w:p>
        </w:tc>
      </w:tr>
      <w:tr w:rsidR="001820FB" w:rsidRPr="001A280E" w14:paraId="758720FB" w14:textId="77777777" w:rsidTr="00347FF0">
        <w:trPr>
          <w:trHeight w:val="304"/>
        </w:trPr>
        <w:tc>
          <w:tcPr>
            <w:tcW w:w="1446" w:type="dxa"/>
          </w:tcPr>
          <w:p w14:paraId="1F87E2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880</w:t>
            </w:r>
          </w:p>
        </w:tc>
        <w:tc>
          <w:tcPr>
            <w:tcW w:w="7562" w:type="dxa"/>
          </w:tcPr>
          <w:p w14:paraId="3B025681"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3.5.2 Kryté dluhopisy úrovně 2B (CQS 1-6)</w:t>
            </w:r>
          </w:p>
          <w:p w14:paraId="63BD7039" w14:textId="30CE20E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Částka vykázaná na řádku 860, představuje-li kryté dluhopisy.</w:t>
            </w:r>
          </w:p>
        </w:tc>
      </w:tr>
      <w:tr w:rsidR="001820FB" w:rsidRPr="001A280E" w14:paraId="53F82D15" w14:textId="77777777" w:rsidTr="00347FF0">
        <w:trPr>
          <w:trHeight w:val="304"/>
        </w:trPr>
        <w:tc>
          <w:tcPr>
            <w:tcW w:w="1446" w:type="dxa"/>
          </w:tcPr>
          <w:p w14:paraId="692BB4A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890</w:t>
            </w:r>
          </w:p>
        </w:tc>
        <w:tc>
          <w:tcPr>
            <w:tcW w:w="7562" w:type="dxa"/>
          </w:tcPr>
          <w:p w14:paraId="4CBE03F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3.5.3 Podnikové dluhopisy úrovně 2B (CQS 1-3)</w:t>
            </w:r>
          </w:p>
          <w:p w14:paraId="30AC1040" w14:textId="07E72417"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Částka vykázaná na řádku 860, představuje-li podnikové dluhové cenné papíry.</w:t>
            </w:r>
          </w:p>
        </w:tc>
      </w:tr>
      <w:tr w:rsidR="001820FB" w:rsidRPr="001A280E" w14:paraId="7BF75346" w14:textId="77777777" w:rsidTr="00347FF0">
        <w:trPr>
          <w:trHeight w:val="304"/>
        </w:trPr>
        <w:tc>
          <w:tcPr>
            <w:tcW w:w="1446" w:type="dxa"/>
          </w:tcPr>
          <w:p w14:paraId="0B8632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900</w:t>
            </w:r>
          </w:p>
        </w:tc>
        <w:tc>
          <w:tcPr>
            <w:tcW w:w="7562" w:type="dxa"/>
          </w:tcPr>
          <w:p w14:paraId="363DD2E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3.5.4 Akcie úrovně 2B</w:t>
            </w:r>
          </w:p>
          <w:p w14:paraId="7CD113F3" w14:textId="482782DF"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Částka vykázaná na řádku 860, představuje-li akcie.</w:t>
            </w:r>
          </w:p>
        </w:tc>
      </w:tr>
      <w:tr w:rsidR="001820FB" w:rsidRPr="001A280E" w14:paraId="31462534" w14:textId="77777777" w:rsidTr="00347FF0">
        <w:trPr>
          <w:trHeight w:val="304"/>
        </w:trPr>
        <w:tc>
          <w:tcPr>
            <w:tcW w:w="1446" w:type="dxa"/>
          </w:tcPr>
          <w:p w14:paraId="4A8D22C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910</w:t>
            </w:r>
          </w:p>
        </w:tc>
        <w:tc>
          <w:tcPr>
            <w:tcW w:w="7562" w:type="dxa"/>
          </w:tcPr>
          <w:p w14:paraId="237BB9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3.5.5 Cenné papíry úrovně 2B z veřejného sektoru (CQS 3–5)</w:t>
            </w:r>
          </w:p>
          <w:p w14:paraId="5C8D3C10" w14:textId="76C9E41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Částka vykázaná na řádku 860, představuje-li aktiva úrovně 2B, která nejsou vykázána v položkách 3.5.1 až 3.5.4.</w:t>
            </w:r>
          </w:p>
        </w:tc>
      </w:tr>
      <w:tr w:rsidR="001820FB" w:rsidRPr="001A280E" w14:paraId="01419052" w14:textId="77777777" w:rsidTr="00347FF0">
        <w:trPr>
          <w:trHeight w:val="304"/>
        </w:trPr>
        <w:tc>
          <w:tcPr>
            <w:tcW w:w="1446" w:type="dxa"/>
          </w:tcPr>
          <w:p w14:paraId="2E7C81B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920</w:t>
            </w:r>
          </w:p>
        </w:tc>
        <w:tc>
          <w:tcPr>
            <w:tcW w:w="7562" w:type="dxa"/>
          </w:tcPr>
          <w:p w14:paraId="7988D03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 ostatní obchodovatelná aktiva</w:t>
            </w:r>
          </w:p>
          <w:p w14:paraId="10A901E3" w14:textId="214255D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Tržní hodnota jiných obchodovatelných aktiv, než která jsou vykázána na řádcích 750, 820 a 860.</w:t>
            </w:r>
          </w:p>
          <w:p w14:paraId="04746B3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Cenné papíry a toky cenných papírů z jiných obchodovatelných aktiv ve formě emisí uvnitř skupiny nebo vlastních emisí se nevykazují ve vyrovnávací kapacitě. Peněžní toky z těchto položek se však vykazují v příslušné části oddílů 1 a 2 této šablony.</w:t>
            </w:r>
          </w:p>
        </w:tc>
      </w:tr>
      <w:tr w:rsidR="001820FB" w:rsidRPr="001A280E" w14:paraId="26E8485F" w14:textId="77777777" w:rsidTr="00347FF0">
        <w:trPr>
          <w:trHeight w:val="304"/>
        </w:trPr>
        <w:tc>
          <w:tcPr>
            <w:tcW w:w="1446" w:type="dxa"/>
          </w:tcPr>
          <w:p w14:paraId="0C9493C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930</w:t>
            </w:r>
          </w:p>
        </w:tc>
        <w:tc>
          <w:tcPr>
            <w:tcW w:w="7562" w:type="dxa"/>
          </w:tcPr>
          <w:p w14:paraId="3AF639A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3.6.1 ústřední vládní instituce (CQS1)</w:t>
            </w:r>
          </w:p>
          <w:p w14:paraId="130E4E8E" w14:textId="542E8B4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Částka vykázaná na řádku 920, jedná-li se o aktiva představující pohledávku vůči ústřední vládní instituci, které je určenou externí ratingovou agenturou přiřazen stupeň úvěrové kvality 1, nebo pohledávku takovou vládní institucí zaručenou.</w:t>
            </w:r>
          </w:p>
        </w:tc>
      </w:tr>
      <w:tr w:rsidR="001820FB" w:rsidRPr="001A280E" w14:paraId="5248E0E4" w14:textId="77777777" w:rsidTr="00347FF0">
        <w:trPr>
          <w:trHeight w:val="304"/>
        </w:trPr>
        <w:tc>
          <w:tcPr>
            <w:tcW w:w="1446" w:type="dxa"/>
          </w:tcPr>
          <w:p w14:paraId="29A6F9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940</w:t>
            </w:r>
          </w:p>
        </w:tc>
        <w:tc>
          <w:tcPr>
            <w:tcW w:w="7562" w:type="dxa"/>
          </w:tcPr>
          <w:p w14:paraId="05BA55F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3.6.2 ústřední vládní instituce (CQS2-3)</w:t>
            </w:r>
          </w:p>
          <w:p w14:paraId="58806FAB" w14:textId="32F5B21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Částka vykázaná na řádku 920, jedná-li se o aktiva představující pohledávku vůči ústřední vládní instituci, které je určenou externí ratingovou agenturou přiřazen stupeň úvěrové kvality 2 nebo 3, nebo pohledávku takovou vládní institucí zaručenou.</w:t>
            </w:r>
          </w:p>
        </w:tc>
      </w:tr>
      <w:tr w:rsidR="001820FB" w:rsidRPr="001A280E" w14:paraId="00BBE1DD" w14:textId="77777777" w:rsidTr="00347FF0">
        <w:trPr>
          <w:trHeight w:val="304"/>
        </w:trPr>
        <w:tc>
          <w:tcPr>
            <w:tcW w:w="1446" w:type="dxa"/>
          </w:tcPr>
          <w:p w14:paraId="7F031EE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950</w:t>
            </w:r>
          </w:p>
        </w:tc>
        <w:tc>
          <w:tcPr>
            <w:tcW w:w="7562" w:type="dxa"/>
          </w:tcPr>
          <w:p w14:paraId="35C6C25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3.6.3 akcie</w:t>
            </w:r>
          </w:p>
          <w:p w14:paraId="251A65B0" w14:textId="02569123"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Částka vykázaná na řádku 920, představuje-li akcie.</w:t>
            </w:r>
          </w:p>
        </w:tc>
      </w:tr>
      <w:tr w:rsidR="001820FB" w:rsidRPr="001A280E" w14:paraId="668CA2B7" w14:textId="77777777" w:rsidTr="00347FF0">
        <w:trPr>
          <w:trHeight w:val="304"/>
        </w:trPr>
        <w:tc>
          <w:tcPr>
            <w:tcW w:w="1446" w:type="dxa"/>
          </w:tcPr>
          <w:p w14:paraId="707295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960</w:t>
            </w:r>
          </w:p>
        </w:tc>
        <w:tc>
          <w:tcPr>
            <w:tcW w:w="7562" w:type="dxa"/>
          </w:tcPr>
          <w:p w14:paraId="76D00CD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3.6.4 kryté dluhopisy</w:t>
            </w:r>
          </w:p>
          <w:p w14:paraId="2688BB78" w14:textId="65326C0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Částka vykázaná na řádku 920, představuje-li kryté dluhopisy.</w:t>
            </w:r>
          </w:p>
        </w:tc>
      </w:tr>
      <w:tr w:rsidR="001820FB" w:rsidRPr="001A280E" w14:paraId="1C9FB7DF" w14:textId="77777777" w:rsidTr="00347FF0">
        <w:trPr>
          <w:trHeight w:val="304"/>
        </w:trPr>
        <w:tc>
          <w:tcPr>
            <w:tcW w:w="1446" w:type="dxa"/>
          </w:tcPr>
          <w:p w14:paraId="296B983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970</w:t>
            </w:r>
          </w:p>
        </w:tc>
        <w:tc>
          <w:tcPr>
            <w:tcW w:w="7562" w:type="dxa"/>
          </w:tcPr>
          <w:p w14:paraId="1FBBCE8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3.6.5 cenné papíry zajištěné aktivy</w:t>
            </w:r>
          </w:p>
          <w:p w14:paraId="02EEC246" w14:textId="7F060074"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Částka vykázaná na řádku 920, představuje-li cenné papíry zajištěné aktivy.</w:t>
            </w:r>
          </w:p>
        </w:tc>
      </w:tr>
      <w:tr w:rsidR="001820FB" w:rsidRPr="001A280E" w14:paraId="11FEF2DA" w14:textId="77777777" w:rsidTr="00347FF0">
        <w:trPr>
          <w:trHeight w:val="304"/>
        </w:trPr>
        <w:tc>
          <w:tcPr>
            <w:tcW w:w="1446" w:type="dxa"/>
          </w:tcPr>
          <w:p w14:paraId="410CAB1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980</w:t>
            </w:r>
          </w:p>
        </w:tc>
        <w:tc>
          <w:tcPr>
            <w:tcW w:w="7562" w:type="dxa"/>
          </w:tcPr>
          <w:p w14:paraId="1E0D7D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3.6.6 ostatní obchodovatelná aktiva</w:t>
            </w:r>
          </w:p>
          <w:p w14:paraId="0694B561" w14:textId="09D9C142"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Částka vykázaná na řádku 920, představuje-li jiná obchodovatelná aktiva, než která jsou vykázána na řádcích 930 až 970.</w:t>
            </w:r>
          </w:p>
        </w:tc>
      </w:tr>
      <w:tr w:rsidR="001820FB" w:rsidRPr="001A280E" w14:paraId="501034BE" w14:textId="77777777" w:rsidTr="00347FF0">
        <w:trPr>
          <w:trHeight w:val="304"/>
        </w:trPr>
        <w:tc>
          <w:tcPr>
            <w:tcW w:w="1446" w:type="dxa"/>
          </w:tcPr>
          <w:p w14:paraId="62DC159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990</w:t>
            </w:r>
          </w:p>
        </w:tc>
        <w:tc>
          <w:tcPr>
            <w:tcW w:w="7562" w:type="dxa"/>
          </w:tcPr>
          <w:p w14:paraId="303555F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3.7 neobchodovatelná aktiva způsobilá pro centrální banku</w:t>
            </w:r>
          </w:p>
          <w:p w14:paraId="0930A8B9" w14:textId="01D7BA6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Účetní hodnota neobchodovatelných aktiv, která jsou způsobilým kolaterálem pro standardní likviditní operace centrální banky, ke kterým má instituce přímý přístup na své úrovni konsolidace.</w:t>
            </w:r>
          </w:p>
          <w:p w14:paraId="0AA0A615" w14:textId="452F6818"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 případě aktiv denominovaných v měně uvedené v příloze prováděcího nařízení Komise (EU) 2015/233</w:t>
            </w:r>
            <w:r>
              <w:rPr>
                <w:rStyle w:val="FootnoteReference"/>
                <w:rFonts w:ascii="Times New Roman" w:hAnsi="Times New Roman" w:cs="Times New Roman"/>
                <w:spacing w:val="-1"/>
                <w:sz w:val="24"/>
                <w:szCs w:val="24"/>
              </w:rPr>
              <w:footnoteReference w:id="2"/>
            </w:r>
            <w:r>
              <w:rPr>
                <w:rFonts w:ascii="Times New Roman" w:hAnsi="Times New Roman"/>
                <w:sz w:val="24"/>
                <w:szCs w:val="24"/>
              </w:rPr>
              <w:t xml:space="preserve"> jako měna s velmi úzkou způsobilostí pro centrální banku nechají instituce toto pole prázdné. Cenné papíry a toky cenných papírů z jiných obchodovatelných aktiv ve formě emisí uvnitř skupiny nebo vlastních emisí se nevykazují ve vyrovnávací kapacitě. Peněžní toky z těchto položek se však vykazují v příslušné části oddílů 1 a 2 této šablony.</w:t>
            </w:r>
          </w:p>
        </w:tc>
      </w:tr>
      <w:tr w:rsidR="001820FB" w:rsidRPr="001A280E" w14:paraId="12D517E0" w14:textId="77777777" w:rsidTr="00347FF0">
        <w:trPr>
          <w:trHeight w:val="304"/>
        </w:trPr>
        <w:tc>
          <w:tcPr>
            <w:tcW w:w="1446" w:type="dxa"/>
          </w:tcPr>
          <w:p w14:paraId="24F9A7A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1000</w:t>
            </w:r>
          </w:p>
        </w:tc>
        <w:tc>
          <w:tcPr>
            <w:tcW w:w="7562" w:type="dxa"/>
          </w:tcPr>
          <w:p w14:paraId="18A0839D"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 přijaté přísliby facilit nečerpané</w:t>
            </w:r>
          </w:p>
          <w:p w14:paraId="3FAB865C" w14:textId="4B41CF09" w:rsidR="003C47C0" w:rsidRDefault="001820FB" w:rsidP="00347FF0">
            <w:pPr>
              <w:pStyle w:val="TableParagraph"/>
              <w:spacing w:before="117" w:after="240"/>
              <w:ind w:left="102" w:right="99"/>
              <w:jc w:val="both"/>
              <w:rPr>
                <w:rFonts w:ascii="Times New Roman" w:hAnsi="Times New Roman" w:cs="Times New Roman"/>
                <w:spacing w:val="4"/>
                <w:sz w:val="24"/>
                <w:szCs w:val="24"/>
              </w:rPr>
            </w:pPr>
            <w:r>
              <w:rPr>
                <w:rFonts w:ascii="Times New Roman" w:hAnsi="Times New Roman"/>
                <w:sz w:val="24"/>
                <w:szCs w:val="24"/>
              </w:rPr>
              <w:t>Celková výše nevyčerpaných přislíbených facilit poskytnutých vykazující instituci.</w:t>
            </w:r>
          </w:p>
          <w:p w14:paraId="6BEB3D07" w14:textId="0E5DCDC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Tyto nástroje zahrnují smluvně neodvolatelné facility. Když potenciální potřeby zajištění čerpání těchto facilit formou kolaterálu překročí </w:t>
            </w:r>
            <w:r>
              <w:rPr>
                <w:rFonts w:ascii="Times New Roman" w:hAnsi="Times New Roman"/>
                <w:sz w:val="24"/>
                <w:szCs w:val="24"/>
              </w:rPr>
              <w:lastRenderedPageBreak/>
              <w:t>dostupnost kolaterálu, vykážou instituce nižší částku.</w:t>
            </w:r>
          </w:p>
          <w:p w14:paraId="6BC5803A" w14:textId="56AD515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Aby se zamezilo dvojímu započtení, pokud již vykazující instituce předurčila aktiva jako kolaterál pro nečerpané úvěrové facility a již vykázala aktiva na řádcích 730 až 990, nevykážou se na řádku 1000. Totéž platí pro případy, kdy vykazující instituce může potřebovat předurčit aktiva jako kolaterál, aby mohla čerpat, jak je v tomto poli vykázáno.</w:t>
            </w:r>
          </w:p>
        </w:tc>
      </w:tr>
      <w:tr w:rsidR="001820FB" w:rsidRPr="001A280E" w14:paraId="1F9143B9" w14:textId="77777777" w:rsidTr="00347FF0">
        <w:trPr>
          <w:trHeight w:val="304"/>
        </w:trPr>
        <w:tc>
          <w:tcPr>
            <w:tcW w:w="1446" w:type="dxa"/>
          </w:tcPr>
          <w:p w14:paraId="1E94B1E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1010</w:t>
            </w:r>
          </w:p>
        </w:tc>
        <w:tc>
          <w:tcPr>
            <w:tcW w:w="7562" w:type="dxa"/>
          </w:tcPr>
          <w:p w14:paraId="4979AD3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3.8.1 Facility úrovně 1</w:t>
            </w:r>
          </w:p>
          <w:p w14:paraId="41136187" w14:textId="25314B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Částka vykázaná na řádku 1000, představuje-li facilitu centrální banky v souladu s čl. 19 odst. 1 písm. b) nařízení v přenesené pravomoci (EU) 2015/61.</w:t>
            </w:r>
          </w:p>
        </w:tc>
      </w:tr>
      <w:tr w:rsidR="001820FB" w:rsidRPr="001A280E" w14:paraId="19B6224E" w14:textId="77777777" w:rsidTr="00347FF0">
        <w:trPr>
          <w:trHeight w:val="304"/>
        </w:trPr>
        <w:tc>
          <w:tcPr>
            <w:tcW w:w="1446" w:type="dxa"/>
          </w:tcPr>
          <w:p w14:paraId="000383F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1020</w:t>
            </w:r>
          </w:p>
        </w:tc>
        <w:tc>
          <w:tcPr>
            <w:tcW w:w="7562" w:type="dxa"/>
          </w:tcPr>
          <w:p w14:paraId="21EB2EB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3.8.2 Facility úrovně 2B s omezeným použitím</w:t>
            </w:r>
          </w:p>
          <w:p w14:paraId="652363BC" w14:textId="4DF193F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Částka vykázaná na řádku 1000, představuje-li facility v souladu s článkem 14 nařízení v přenesené pravomoci (EU) 2015/61.</w:t>
            </w:r>
          </w:p>
        </w:tc>
      </w:tr>
      <w:tr w:rsidR="001820FB" w:rsidRPr="001A280E" w14:paraId="6EF4CD79" w14:textId="77777777" w:rsidTr="00347FF0">
        <w:trPr>
          <w:trHeight w:val="304"/>
        </w:trPr>
        <w:tc>
          <w:tcPr>
            <w:tcW w:w="1446" w:type="dxa"/>
          </w:tcPr>
          <w:p w14:paraId="16254E2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1030</w:t>
            </w:r>
          </w:p>
        </w:tc>
        <w:tc>
          <w:tcPr>
            <w:tcW w:w="7562" w:type="dxa"/>
          </w:tcPr>
          <w:p w14:paraId="3032E9E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3.8.3 Facility úrovně 2B institucionálních systémů ochrany</w:t>
            </w:r>
          </w:p>
          <w:p w14:paraId="75EF0DE4" w14:textId="5F052C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Částka vykázaná na řádku 1000, představuje-li likviditní financování v souladu s čl. 16 odst. 2 nařízení v přenesené pravomoci (EU) 2015/61.</w:t>
            </w:r>
          </w:p>
        </w:tc>
      </w:tr>
      <w:tr w:rsidR="001820FB" w:rsidRPr="001A280E" w14:paraId="2266B5E8" w14:textId="77777777" w:rsidTr="00347FF0">
        <w:trPr>
          <w:trHeight w:val="304"/>
        </w:trPr>
        <w:tc>
          <w:tcPr>
            <w:tcW w:w="1446" w:type="dxa"/>
          </w:tcPr>
          <w:p w14:paraId="61A2FE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1040</w:t>
            </w:r>
          </w:p>
        </w:tc>
        <w:tc>
          <w:tcPr>
            <w:tcW w:w="7562" w:type="dxa"/>
          </w:tcPr>
          <w:p w14:paraId="44FC829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 Ostatní facility</w:t>
            </w:r>
          </w:p>
          <w:p w14:paraId="560895C6" w14:textId="3E505DCE"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Částka vykázaná na řádku 1000, jiná než vykázaná na řádcích 1010 až 1030.</w:t>
            </w:r>
          </w:p>
        </w:tc>
      </w:tr>
      <w:tr w:rsidR="00907416" w:rsidRPr="001A280E" w14:paraId="2E14E0A2" w14:textId="77777777" w:rsidTr="00347FF0">
        <w:trPr>
          <w:trHeight w:val="304"/>
        </w:trPr>
        <w:tc>
          <w:tcPr>
            <w:tcW w:w="1446" w:type="dxa"/>
          </w:tcPr>
          <w:p w14:paraId="6B177C7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1050</w:t>
            </w:r>
          </w:p>
        </w:tc>
        <w:tc>
          <w:tcPr>
            <w:tcW w:w="7562" w:type="dxa"/>
          </w:tcPr>
          <w:p w14:paraId="7F0EAE67" w14:textId="77777777" w:rsidR="00907416" w:rsidRPr="001A280E" w:rsidRDefault="00907416" w:rsidP="00347FF0">
            <w:pPr>
              <w:pStyle w:val="TableParagraph"/>
              <w:spacing w:before="119" w:after="240"/>
              <w:ind w:left="102"/>
              <w:jc w:val="both"/>
              <w:rPr>
                <w:rFonts w:ascii="Times New Roman" w:hAnsi="Times New Roman" w:cs="Times New Roman"/>
                <w:b/>
                <w:spacing w:val="-1"/>
                <w:sz w:val="24"/>
                <w:szCs w:val="24"/>
                <w:u w:val="thick" w:color="000000"/>
              </w:rPr>
            </w:pPr>
            <w:r>
              <w:rPr>
                <w:rFonts w:ascii="Times New Roman" w:hAnsi="Times New Roman"/>
                <w:b/>
                <w:sz w:val="24"/>
                <w:szCs w:val="24"/>
                <w:u w:val="thick" w:color="000000"/>
              </w:rPr>
              <w:t>3.8.4.1 od protistran uvnitř skupiny</w:t>
            </w:r>
          </w:p>
          <w:p w14:paraId="1873D090" w14:textId="1C3FF9D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Částka vykázaná na řádku 1040, je-li protistranou mateřský nebo dceřiný podnik dané instituce nebo jiný dceřiný podnik téhož mateřského podniku nebo spojený s danou úvěrovou institucí vztahem ve smyslu čl. 12 odst. 1 směrnice 83/349/EHS nebo člen téhož institucionálního systému ochrany podle čl. 113 odst. 7 nařízení (EU) č. 575/2013 nebo ústřední instituce nebo subjekt přidružený k síti nebo kooperativní skupině uvedené v článku 10 nařízení (EU) č. 575/2013.</w:t>
            </w:r>
          </w:p>
        </w:tc>
      </w:tr>
      <w:tr w:rsidR="00907416" w:rsidRPr="001A280E" w14:paraId="6DFF1D79" w14:textId="77777777" w:rsidTr="00347FF0">
        <w:trPr>
          <w:trHeight w:val="304"/>
        </w:trPr>
        <w:tc>
          <w:tcPr>
            <w:tcW w:w="1446" w:type="dxa"/>
          </w:tcPr>
          <w:p w14:paraId="2DACEB9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1060</w:t>
            </w:r>
          </w:p>
        </w:tc>
        <w:tc>
          <w:tcPr>
            <w:tcW w:w="7562" w:type="dxa"/>
          </w:tcPr>
          <w:p w14:paraId="5DD63A8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3.8.4.2 od jiných protistran</w:t>
            </w:r>
          </w:p>
          <w:p w14:paraId="17D553DE" w14:textId="4B50B7BC"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Částka vykázaná na řádku 1040 jiná než vykázaná na řádku 1050.</w:t>
            </w:r>
          </w:p>
        </w:tc>
      </w:tr>
      <w:tr w:rsidR="00907416" w:rsidRPr="001A280E" w14:paraId="610CE64B" w14:textId="77777777" w:rsidTr="00347FF0">
        <w:trPr>
          <w:trHeight w:val="304"/>
        </w:trPr>
        <w:tc>
          <w:tcPr>
            <w:tcW w:w="1446" w:type="dxa"/>
          </w:tcPr>
          <w:p w14:paraId="2B4AF2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1070</w:t>
            </w:r>
          </w:p>
        </w:tc>
        <w:tc>
          <w:tcPr>
            <w:tcW w:w="7562" w:type="dxa"/>
          </w:tcPr>
          <w:p w14:paraId="7552F5A6"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3.9 Čistá změna vyrovnávací kapacity</w:t>
            </w:r>
          </w:p>
          <w:p w14:paraId="3C714911" w14:textId="505E0426"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Vykáže se čistá změna expozic uvedených v položkách 3.2, 3.3, 3.4 a 3.5, </w:t>
            </w:r>
            <w:r>
              <w:rPr>
                <w:rFonts w:ascii="Times New Roman" w:hAnsi="Times New Roman"/>
                <w:sz w:val="24"/>
                <w:szCs w:val="24"/>
              </w:rPr>
              <w:lastRenderedPageBreak/>
              <w:t>3.6, 3.7 a 3.8, představují-li centrální banky, toky cenných papírů a přislíbené úvěrové linky v daném časovém koši.</w:t>
            </w:r>
          </w:p>
        </w:tc>
      </w:tr>
      <w:tr w:rsidR="00907416" w:rsidRPr="001A280E" w14:paraId="2401F1E8" w14:textId="77777777" w:rsidTr="00347FF0">
        <w:trPr>
          <w:trHeight w:val="304"/>
        </w:trPr>
        <w:tc>
          <w:tcPr>
            <w:tcW w:w="1446" w:type="dxa"/>
          </w:tcPr>
          <w:p w14:paraId="5B22F7E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1080</w:t>
            </w:r>
          </w:p>
        </w:tc>
        <w:tc>
          <w:tcPr>
            <w:tcW w:w="7562" w:type="dxa"/>
          </w:tcPr>
          <w:p w14:paraId="678D35E7" w14:textId="1E6D1030"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3.10 Kumulovaná vyrovnávací kapacita</w:t>
            </w:r>
          </w:p>
          <w:p w14:paraId="2276009B" w14:textId="7777777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Kumulovaná částka vyrovnávací kapacity ode dne vykázání do horní hranice příslušného časového koše.</w:t>
            </w:r>
          </w:p>
        </w:tc>
      </w:tr>
      <w:tr w:rsidR="00907416" w:rsidRPr="001A280E" w14:paraId="6BDAB5F7" w14:textId="77777777" w:rsidTr="00347FF0">
        <w:trPr>
          <w:trHeight w:val="304"/>
        </w:trPr>
        <w:tc>
          <w:tcPr>
            <w:tcW w:w="1446" w:type="dxa"/>
            <w:shd w:val="clear" w:color="auto" w:fill="E5E5E6" w:themeFill="accent2" w:themeFillTint="33"/>
          </w:tcPr>
          <w:p w14:paraId="0EFD64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1090–</w:t>
            </w:r>
          </w:p>
          <w:p w14:paraId="2A0C23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shd w:val="clear" w:color="auto" w:fill="E5E5E6" w:themeFill="accent2" w:themeFillTint="33"/>
          </w:tcPr>
          <w:p w14:paraId="535B13F1" w14:textId="77777777" w:rsidR="00907416" w:rsidRPr="001A280E" w:rsidRDefault="00907416"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4 PODMÍNĚNÉ VÝDAJE</w:t>
            </w:r>
          </w:p>
          <w:p w14:paraId="71B946B6" w14:textId="7387D014" w:rsidR="00C54FC2"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„Podmíněné výdaje“ z tabulky splatností obsahují informace o podmíněných odtocích.</w:t>
            </w:r>
          </w:p>
        </w:tc>
      </w:tr>
      <w:tr w:rsidR="00907416" w:rsidRPr="001A280E" w14:paraId="20A08F65" w14:textId="77777777" w:rsidTr="00347FF0">
        <w:trPr>
          <w:trHeight w:val="304"/>
        </w:trPr>
        <w:tc>
          <w:tcPr>
            <w:tcW w:w="1446" w:type="dxa"/>
          </w:tcPr>
          <w:p w14:paraId="7CC0FF6C"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1090</w:t>
            </w:r>
          </w:p>
        </w:tc>
        <w:tc>
          <w:tcPr>
            <w:tcW w:w="7562" w:type="dxa"/>
          </w:tcPr>
          <w:p w14:paraId="1313BFD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 Odtoky z poskytnutých facilit</w:t>
            </w:r>
          </w:p>
          <w:p w14:paraId="60D35C5F" w14:textId="2FB3B557" w:rsidR="00B22E07" w:rsidRDefault="00907416" w:rsidP="00347FF0">
            <w:pPr>
              <w:pStyle w:val="TableParagraph"/>
              <w:spacing w:before="117" w:after="240"/>
              <w:ind w:left="102" w:right="100"/>
              <w:jc w:val="both"/>
              <w:rPr>
                <w:rFonts w:ascii="Times New Roman" w:hAnsi="Times New Roman" w:cs="Times New Roman"/>
                <w:spacing w:val="2"/>
                <w:sz w:val="24"/>
                <w:szCs w:val="24"/>
              </w:rPr>
            </w:pPr>
            <w:r>
              <w:rPr>
                <w:rFonts w:ascii="Times New Roman" w:hAnsi="Times New Roman"/>
                <w:sz w:val="24"/>
                <w:szCs w:val="24"/>
              </w:rPr>
              <w:t>Peněžní odtoky vyplývající z poskytnutých facilit.</w:t>
            </w:r>
          </w:p>
          <w:p w14:paraId="501DC1CC" w14:textId="7875F8B6"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Instituce vykážou jako odtok maximální částku, kterou lze čerpat v daném časovém období. U revolvingových úvěrových nástrojů se vykáže pouze částka, která přesahuje stávající úvěr.</w:t>
            </w:r>
          </w:p>
        </w:tc>
      </w:tr>
      <w:tr w:rsidR="00907416" w:rsidRPr="001A280E" w14:paraId="6DFD6542" w14:textId="77777777" w:rsidTr="00347FF0">
        <w:trPr>
          <w:trHeight w:val="304"/>
        </w:trPr>
        <w:tc>
          <w:tcPr>
            <w:tcW w:w="1446" w:type="dxa"/>
          </w:tcPr>
          <w:p w14:paraId="70F00D43" w14:textId="747ED74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1100</w:t>
            </w:r>
          </w:p>
        </w:tc>
        <w:tc>
          <w:tcPr>
            <w:tcW w:w="7562" w:type="dxa"/>
          </w:tcPr>
          <w:p w14:paraId="4439B1C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 Poskytnuté úvěrové facility</w:t>
            </w:r>
          </w:p>
          <w:p w14:paraId="1111ABED" w14:textId="46FD535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Částka vykázaná na řádku 1090, vyplývá-li z poskytnutých úvěrových facilit v souladu s článkem 31 nařízení v přenesené pravomoci (EU) 2015/61.</w:t>
            </w:r>
          </w:p>
        </w:tc>
      </w:tr>
      <w:tr w:rsidR="00907416" w:rsidRPr="001A280E" w14:paraId="1A2A0AE1" w14:textId="77777777" w:rsidTr="00347FF0">
        <w:trPr>
          <w:trHeight w:val="304"/>
        </w:trPr>
        <w:tc>
          <w:tcPr>
            <w:tcW w:w="1446" w:type="dxa"/>
          </w:tcPr>
          <w:p w14:paraId="1F3E1FDD"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1110</w:t>
            </w:r>
          </w:p>
        </w:tc>
        <w:tc>
          <w:tcPr>
            <w:tcW w:w="7562" w:type="dxa"/>
          </w:tcPr>
          <w:p w14:paraId="2D592C3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4.1.1.1 považované příjemcem za aktiva úrovně 2B</w:t>
            </w:r>
          </w:p>
          <w:p w14:paraId="55AE48C2" w14:textId="5D374B19"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Částka vykázaná na řádku 1100, představuje-li likviditní financování považované za financování v souladu s čl. 16 odst. 2 nařízení v přenesené pravomoci (EU) 2015/61.</w:t>
            </w:r>
          </w:p>
        </w:tc>
      </w:tr>
      <w:tr w:rsidR="00907416" w:rsidRPr="001A280E" w14:paraId="704F40B1" w14:textId="77777777" w:rsidTr="00347FF0">
        <w:trPr>
          <w:trHeight w:val="304"/>
        </w:trPr>
        <w:tc>
          <w:tcPr>
            <w:tcW w:w="1446" w:type="dxa"/>
          </w:tcPr>
          <w:p w14:paraId="68A52F3F"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1120</w:t>
            </w:r>
          </w:p>
        </w:tc>
        <w:tc>
          <w:tcPr>
            <w:tcW w:w="7562" w:type="dxa"/>
          </w:tcPr>
          <w:p w14:paraId="24126FA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4.1.1.2 ostatní</w:t>
            </w:r>
          </w:p>
          <w:p w14:paraId="3AF551C8" w14:textId="2D84893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Částka vykázaná na řádku 1100 jiná než vykázaná na řádku 1110.</w:t>
            </w:r>
          </w:p>
        </w:tc>
      </w:tr>
      <w:tr w:rsidR="00907416" w:rsidRPr="001A280E" w14:paraId="69714DFD" w14:textId="77777777" w:rsidTr="00347FF0">
        <w:trPr>
          <w:trHeight w:val="304"/>
        </w:trPr>
        <w:tc>
          <w:tcPr>
            <w:tcW w:w="1446" w:type="dxa"/>
          </w:tcPr>
          <w:p w14:paraId="4515C8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1130</w:t>
            </w:r>
          </w:p>
        </w:tc>
        <w:tc>
          <w:tcPr>
            <w:tcW w:w="7562" w:type="dxa"/>
          </w:tcPr>
          <w:p w14:paraId="6FC6B45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4.1.2 Likviditní facility</w:t>
            </w:r>
          </w:p>
          <w:p w14:paraId="77113027" w14:textId="1E63242E"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Částka vykázaná na řádku 1090, vyplývá-li z likviditních facilit v souladu s článkem 31 nařízení v přenesené pravomoci (EU) 2015/61.</w:t>
            </w:r>
          </w:p>
        </w:tc>
      </w:tr>
      <w:tr w:rsidR="00907416" w:rsidRPr="001A280E" w14:paraId="2737EDE2" w14:textId="77777777" w:rsidTr="00347FF0">
        <w:trPr>
          <w:trHeight w:val="304"/>
        </w:trPr>
        <w:tc>
          <w:tcPr>
            <w:tcW w:w="1446" w:type="dxa"/>
          </w:tcPr>
          <w:p w14:paraId="6AB6884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tcPr>
          <w:p w14:paraId="77965CA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4.2 Odtoky v důsledku spouštěcích mechanismů pro snížení hodnocení</w:t>
            </w:r>
          </w:p>
          <w:p w14:paraId="31E952F0"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Instituce zde vykážou dopad významného zhoršení úvěrové kvality instituce, jež odpovídá snížení jejího externího úvěrového hodnocení </w:t>
            </w:r>
            <w:r>
              <w:rPr>
                <w:rFonts w:ascii="Times New Roman" w:hAnsi="Times New Roman"/>
                <w:sz w:val="24"/>
                <w:szCs w:val="24"/>
              </w:rPr>
              <w:lastRenderedPageBreak/>
              <w:t>nejméně o tři stupně.</w:t>
            </w:r>
          </w:p>
          <w:p w14:paraId="5F1F951B"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Kladné částky představují podmíněné odtoky a záporné částky představují snížení původního závazku.</w:t>
            </w:r>
          </w:p>
          <w:p w14:paraId="2097C303" w14:textId="3D804AA9"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Spočívá-li dopad snížení hodnocení v předčasném splacení nesplacených závazků, vykážou se dotčené závazky se záporným znaménkem v časovém pásmu, v němž jsou vykázány v položce 1, a souběžně s kladným znaménkem v časovém pásmu, kdy se závazek stane splatným, pokud by se dopady snížení hodnocení staly platnými ke dni vykázání.</w:t>
            </w:r>
          </w:p>
          <w:p w14:paraId="013F3A44"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Spočívá-li dopad snížení hodnocení ve výzvě k doplnění zajištění, vykáže se tržní hodnota kolaterálu, který má být poskytnut, s kladným znaménkem v časovém pásmu, kdy se požadavek stane splatným, pokud by se dopady snížení hodnocení staly platnými ke dni vykázání.</w:t>
            </w:r>
          </w:p>
          <w:p w14:paraId="6108BC98" w14:textId="10C4807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Spočívá-li dopad snížení hodnocení ve změně práv na rehypotekaci u cenných papírů obdržených od protistran jako kolaterál, vykáže se tržní hodnota dotčených cenných papírů s kladným znaménkem v časovém pásmu, kdy tyto cenné papíry přestanou být pro vykazující instituci dostupné, pokud by se dopady snížení staly platnými ke dni vykázání.</w:t>
            </w:r>
          </w:p>
        </w:tc>
      </w:tr>
      <w:tr w:rsidR="00907416" w:rsidRPr="001A280E" w14:paraId="7BDD8EA8" w14:textId="77777777" w:rsidTr="00347FF0">
        <w:trPr>
          <w:trHeight w:val="304"/>
        </w:trPr>
        <w:tc>
          <w:tcPr>
            <w:tcW w:w="1446" w:type="dxa"/>
            <w:shd w:val="clear" w:color="auto" w:fill="E5E5E6" w:themeFill="accent2" w:themeFillTint="33"/>
          </w:tcPr>
          <w:p w14:paraId="50F94D7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1150–</w:t>
            </w:r>
          </w:p>
          <w:p w14:paraId="7FA72200" w14:textId="5F3A341E" w:rsidR="00C54FC2"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1290</w:t>
            </w:r>
          </w:p>
        </w:tc>
        <w:tc>
          <w:tcPr>
            <w:tcW w:w="7562" w:type="dxa"/>
            <w:shd w:val="clear" w:color="auto" w:fill="E5E5E6" w:themeFill="accent2" w:themeFillTint="33"/>
          </w:tcPr>
          <w:p w14:paraId="5794A07C" w14:textId="77777777" w:rsidR="00907416" w:rsidRPr="001A280E" w:rsidRDefault="00C54FC2"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rPr>
              <w:t>5 DOPLŇKOVÉ POLOŽKY</w:t>
            </w:r>
          </w:p>
        </w:tc>
      </w:tr>
      <w:tr w:rsidR="00907416" w:rsidRPr="001A280E" w14:paraId="69B5F4AB" w14:textId="77777777" w:rsidTr="00347FF0">
        <w:trPr>
          <w:trHeight w:val="304"/>
        </w:trPr>
        <w:tc>
          <w:tcPr>
            <w:tcW w:w="1446" w:type="dxa"/>
          </w:tcPr>
          <w:p w14:paraId="1811E28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1200</w:t>
            </w:r>
          </w:p>
        </w:tc>
        <w:tc>
          <w:tcPr>
            <w:tcW w:w="7562" w:type="dxa"/>
          </w:tcPr>
          <w:p w14:paraId="012C538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10 Odtoky uvnitř skupiny nebo v rámci institucionálního systému ochrany (s vyloučením měnových transakcí)</w:t>
            </w:r>
          </w:p>
          <w:p w14:paraId="69407ADA" w14:textId="7D3EE1BB"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Součet odtoků na řádcích 010, 060, 260, 360 a 370, je-li protistranou mateřský nebo dceřiný podnik dané instituce nebo jiný dceřiný podnik téhož mateřského podniku nebo spojený s danou úvěrovou institucí vztahem ve smyslu čl. 12 odst. 1 směrnice 83/349/EHS nebo člen téhož institucionálního systému ochrany podle čl. 113 odst. 7 nařízení (EU) č. 575/2013 nebo ústřední instituce nebo subjekt přidružený k síti nebo kooperativní skupině uvedené v článku 10 nařízení (EU) č. 575/2013.</w:t>
            </w:r>
          </w:p>
        </w:tc>
      </w:tr>
      <w:tr w:rsidR="00907416" w:rsidRPr="001A280E" w14:paraId="7AF984FE" w14:textId="77777777" w:rsidTr="00347FF0">
        <w:trPr>
          <w:trHeight w:val="304"/>
        </w:trPr>
        <w:tc>
          <w:tcPr>
            <w:tcW w:w="1446" w:type="dxa"/>
          </w:tcPr>
          <w:p w14:paraId="13096D8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1210</w:t>
            </w:r>
          </w:p>
        </w:tc>
        <w:tc>
          <w:tcPr>
            <w:tcW w:w="7562" w:type="dxa"/>
          </w:tcPr>
          <w:p w14:paraId="6BBB56A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Přítoky uvnitř skupiny nebo v rámci institucionálního systému ochrany (s vyloučením měnových transakcí a splatných cenných papírů)</w:t>
            </w:r>
          </w:p>
          <w:p w14:paraId="39047497" w14:textId="00041473"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Součet přítoků na řádcích 390, 590, 670 a 690, je-li protistranou mateřský nebo dceřiný podnik dané instituce nebo jiný dceřiný podnik téhož mateřského podniku nebo spojený s danou úvěrovou institucí vztahem ve smyslu čl. 12 odst. 1 směrnice 83/349/EHS nebo člen téhož institucionálního systému ochrany podle čl. 113 odst. 7 nařízení (EU) č. 575/2013 nebo ústřední instituce nebo subjekt přidružený k síti nebo </w:t>
            </w:r>
            <w:r>
              <w:rPr>
                <w:rFonts w:ascii="Times New Roman" w:hAnsi="Times New Roman"/>
                <w:sz w:val="24"/>
                <w:szCs w:val="24"/>
              </w:rPr>
              <w:lastRenderedPageBreak/>
              <w:t>kooperativní skupině uvedené v článku 10 nařízení (EU) č. 575/2013.</w:t>
            </w:r>
          </w:p>
        </w:tc>
      </w:tr>
      <w:tr w:rsidR="00907416" w:rsidRPr="001A280E" w14:paraId="2F920ED1" w14:textId="77777777" w:rsidTr="00347FF0">
        <w:trPr>
          <w:trHeight w:val="304"/>
        </w:trPr>
        <w:tc>
          <w:tcPr>
            <w:tcW w:w="1446" w:type="dxa"/>
          </w:tcPr>
          <w:p w14:paraId="1843432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1220</w:t>
            </w:r>
          </w:p>
        </w:tc>
        <w:tc>
          <w:tcPr>
            <w:tcW w:w="7562" w:type="dxa"/>
          </w:tcPr>
          <w:p w14:paraId="677469E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 Přítoky uvnitř skupiny nebo v rámci institucionálního systému ochrany ze splatných cenných papírů</w:t>
            </w:r>
          </w:p>
          <w:p w14:paraId="76B8EE12" w14:textId="379129B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Součet přítoků na řádku 680, je-li protistranou mateřský nebo dceřiný podnik dané instituce nebo jiný dceřiný podnik téhož mateřského podniku nebo spojený s danou úvěrovou institucí vztahem ve smyslu čl. 12 odst. 1 směrnice 83/349/EHS nebo člen téhož institucionálního systému ochrany podle čl. 113 odst. 7 nařízení (EU) č. 575/2013 nebo ústřední instituce nebo subjekt přidružený k síti nebo kooperativní skupině uvedené v článku 10 nařízení (EU) č. 575/2013.</w:t>
            </w:r>
          </w:p>
        </w:tc>
      </w:tr>
      <w:tr w:rsidR="00907416" w:rsidRPr="001A280E" w14:paraId="4787DB1E" w14:textId="77777777" w:rsidTr="00347FF0">
        <w:trPr>
          <w:trHeight w:val="304"/>
        </w:trPr>
        <w:tc>
          <w:tcPr>
            <w:tcW w:w="1446" w:type="dxa"/>
          </w:tcPr>
          <w:p w14:paraId="19B53E5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1230</w:t>
            </w:r>
          </w:p>
        </w:tc>
        <w:tc>
          <w:tcPr>
            <w:tcW w:w="7562" w:type="dxa"/>
          </w:tcPr>
          <w:p w14:paraId="59259EA4" w14:textId="77777777" w:rsidR="00907416" w:rsidRPr="001A280E" w:rsidRDefault="00907416" w:rsidP="00347FF0">
            <w:pPr>
              <w:pStyle w:val="TableParagraph"/>
              <w:spacing w:after="240" w:line="274" w:lineRule="exact"/>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 Vysoce kvalitní likvidní aktiva způsobilá pro centrální banku</w:t>
            </w:r>
          </w:p>
          <w:p w14:paraId="30652FC1" w14:textId="1AE213EB" w:rsidR="00907416" w:rsidRPr="001A280E" w:rsidRDefault="00347FF0"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Součet částek vykázaných na řádcích 750, 820 a 860, představuje-li způsobilý kolaterál pro standardní likviditní operace centrální banky, k nimž má instituce přímý přístup na své úrovni konsolidace.</w:t>
            </w:r>
          </w:p>
          <w:p w14:paraId="6EA192C1" w14:textId="487D47A4"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 případě aktiv denominovaných v měně uvedené v příloze nařízení (EU) 2015/233 jako měna s velmi úzkou způsobilostí pro centrální banku nechají instituce toto pole prázdné.</w:t>
            </w:r>
          </w:p>
        </w:tc>
      </w:tr>
      <w:tr w:rsidR="00907416" w:rsidRPr="001A280E" w14:paraId="2E37648E" w14:textId="77777777" w:rsidTr="00347FF0">
        <w:trPr>
          <w:trHeight w:val="304"/>
        </w:trPr>
        <w:tc>
          <w:tcPr>
            <w:tcW w:w="1446" w:type="dxa"/>
          </w:tcPr>
          <w:p w14:paraId="5EFD9AE1"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1240</w:t>
            </w:r>
          </w:p>
        </w:tc>
        <w:tc>
          <w:tcPr>
            <w:tcW w:w="7562" w:type="dxa"/>
          </w:tcPr>
          <w:p w14:paraId="422B9AF5" w14:textId="59830502"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 Jiná než vysoce kvalitní likvidní aktiva způsobilá pro centrální banku</w:t>
            </w:r>
          </w:p>
          <w:p w14:paraId="5F602DF6"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Souhrn:</w:t>
            </w:r>
          </w:p>
          <w:p w14:paraId="07D02CC2" w14:textId="1845E31D"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i) souhrnu částek vykázaných na řádku 920, představují-li způsobilý kolaterál pro standardní likviditní operace centrální banky, k nimž má instituce přímý přístup na své úrovni konsolidace;</w:t>
            </w:r>
          </w:p>
          <w:p w14:paraId="5851C1A7" w14:textId="0C05A2C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ii) vlastních emisí, které jsou způsobilým kolaterálem pro standardní likviditní operace centrální banky, ke kterým má instituce přímý přístup na své úrovni konsolidace.</w:t>
            </w:r>
          </w:p>
          <w:p w14:paraId="4A2951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 případě aktiv denominovaných v měně uvedené v nařízení (EU) 2015/233 jako měna s velmi úzkou způsobilostí pro centrální banku nechají instituce toto pole prázdné.</w:t>
            </w:r>
          </w:p>
        </w:tc>
      </w:tr>
      <w:tr w:rsidR="00907416" w:rsidRPr="001A280E" w14:paraId="4947023C" w14:textId="77777777" w:rsidTr="00347FF0">
        <w:trPr>
          <w:trHeight w:val="304"/>
        </w:trPr>
        <w:tc>
          <w:tcPr>
            <w:tcW w:w="1446" w:type="dxa"/>
          </w:tcPr>
          <w:p w14:paraId="6A3FC26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1270</w:t>
            </w:r>
          </w:p>
        </w:tc>
        <w:tc>
          <w:tcPr>
            <w:tcW w:w="7562" w:type="dxa"/>
          </w:tcPr>
          <w:p w14:paraId="2B124C0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Behaviorální odtoky z vkladů</w:t>
            </w:r>
          </w:p>
          <w:p w14:paraId="087ECE7E" w14:textId="7A243971"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Částka vykázaná na řádku 260 v přerozdělení do časových košů podle splatnosti dle chování klientů na základě scénáře „bez opatření“ používaného pro účely řízení rizika likvidity vykazující instituce.</w:t>
            </w:r>
          </w:p>
          <w:p w14:paraId="77FBF099" w14:textId="5ABC9258"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Pro účely tohoto pole se scénářem „bez opatření“ rozumí situace bez </w:t>
            </w:r>
            <w:r>
              <w:rPr>
                <w:rFonts w:ascii="Times New Roman" w:hAnsi="Times New Roman"/>
                <w:sz w:val="24"/>
                <w:szCs w:val="24"/>
              </w:rPr>
              <w:lastRenderedPageBreak/>
              <w:t>předpokladů zátěže v oblasti likvidity.</w:t>
            </w:r>
          </w:p>
          <w:p w14:paraId="1148BB10"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Toto rozdělení odráží „stabilitu“ vkladů.</w:t>
            </w:r>
          </w:p>
          <w:p w14:paraId="77DB2063"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Tato položka neodráží předpoklady obchodního plánu, a tudíž nezahrnuje informace vztahující se k novým obchodním činnostem.</w:t>
            </w:r>
          </w:p>
          <w:p w14:paraId="55195E6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Přiřazování k časovým košům musí odpovídat členění používanému pro interní účely. Nemusí být tudíž vyplněny všechny časové koše.</w:t>
            </w:r>
          </w:p>
        </w:tc>
      </w:tr>
      <w:tr w:rsidR="00907416" w:rsidRPr="001A280E" w14:paraId="7E630268" w14:textId="77777777" w:rsidTr="00347FF0">
        <w:trPr>
          <w:trHeight w:val="304"/>
        </w:trPr>
        <w:tc>
          <w:tcPr>
            <w:tcW w:w="1446" w:type="dxa"/>
          </w:tcPr>
          <w:p w14:paraId="388C64F5"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1280</w:t>
            </w:r>
          </w:p>
        </w:tc>
        <w:tc>
          <w:tcPr>
            <w:tcW w:w="7562" w:type="dxa"/>
          </w:tcPr>
          <w:p w14:paraId="7D09D8B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18 Behaviorální přítoky z úvěrů a jiných pohledávek</w:t>
            </w:r>
          </w:p>
          <w:p w14:paraId="0AEC7ECF" w14:textId="2AE37D93"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Částka vykázaná na řádku 590 v přerozdělení do časových košů podle splatnosti dle chování klientů na základě scénáře „bez opatření“ používaného pro účely řízení rizika likvidity vykazující instituce.</w:t>
            </w:r>
          </w:p>
          <w:p w14:paraId="7DCB5917" w14:textId="74554A8A"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Pro účely tohoto pole se scénářem „bez opatření“ rozumí situace bez předpokladů zátěže v oblasti likvidity.</w:t>
            </w:r>
          </w:p>
          <w:p w14:paraId="29E4B30C"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Tato položka neodráží předpoklady obchodního plánu, a tudíž nezohledňuje nové obchodní činnosti.</w:t>
            </w:r>
          </w:p>
          <w:p w14:paraId="63F663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Přiřazování k časovým košům musí odpovídat členění používanému pro interní účely. Nemusí být tudíž nutně vyplněny všechny časové koše.</w:t>
            </w:r>
          </w:p>
        </w:tc>
      </w:tr>
      <w:tr w:rsidR="00907416" w:rsidRPr="001A280E" w14:paraId="57060BD9" w14:textId="77777777" w:rsidTr="00347FF0">
        <w:trPr>
          <w:trHeight w:val="304"/>
        </w:trPr>
        <w:tc>
          <w:tcPr>
            <w:tcW w:w="1446" w:type="dxa"/>
          </w:tcPr>
          <w:p w14:paraId="05AF9F4D" w14:textId="77777777" w:rsidR="00907416" w:rsidRPr="001A280E" w:rsidRDefault="00907416"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1290</w:t>
            </w:r>
          </w:p>
        </w:tc>
        <w:tc>
          <w:tcPr>
            <w:tcW w:w="7562" w:type="dxa"/>
          </w:tcPr>
          <w:p w14:paraId="3D7EF030"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19 Behaviorální čerpání poskytnutých facilit</w:t>
            </w:r>
          </w:p>
          <w:p w14:paraId="3EBD1FD0" w14:textId="64291F5D"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Částka vykázaná na řádku 1090 v přerozdělení do časových košů podle chování klientů při výběrech vkladů a z toho vyplývajících potřeb likvidity na základě scénáře „bez opatření“ používaného pro účely řízení rizika likvidity vykazující instituce.</w:t>
            </w:r>
          </w:p>
          <w:p w14:paraId="49D14983" w14:textId="0F32A42E"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Pro účely tohoto pole se scénářem „bez opatření“ rozumí „situace bez předpokladů zátěže v oblasti likvidity“.</w:t>
            </w:r>
          </w:p>
          <w:p w14:paraId="391B19D9"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Tato položka neodráží předpoklady obchodního plánu, a tudíž nezohledňuje nové obchodní činnosti.</w:t>
            </w:r>
          </w:p>
          <w:p w14:paraId="32C1FCA5" w14:textId="3885324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Přiřazování k časovým košům musí odpovídat členění používanému pro interní účely. Nemusí být tudíž vyplněny všechny časové koše.</w:t>
            </w:r>
          </w:p>
        </w:tc>
      </w:tr>
      <w:bookmarkEnd w:id="12"/>
      <w:bookmarkEnd w:id="13"/>
    </w:tbl>
    <w:p w14:paraId="76ACC491" w14:textId="76664CAE" w:rsidR="00AE2798" w:rsidRPr="001A280E" w:rsidRDefault="00AE2798" w:rsidP="00F52876">
      <w:pPr>
        <w:pStyle w:val="InstructionsText2"/>
        <w:rPr>
          <w:sz w:val="24"/>
        </w:rPr>
      </w:pPr>
    </w:p>
    <w:sectPr w:rsidR="00AE2798" w:rsidRPr="001A280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FF6A85" w:rsidRDefault="00FF6A85">
      <w:r>
        <w:separator/>
      </w:r>
    </w:p>
  </w:endnote>
  <w:endnote w:type="continuationSeparator" w:id="0">
    <w:p w14:paraId="53992D04" w14:textId="77777777" w:rsidR="00FF6A85" w:rsidRDefault="00FF6A85">
      <w:r>
        <w:continuationSeparator/>
      </w:r>
    </w:p>
  </w:endnote>
  <w:endnote w:type="continuationNotice" w:id="1">
    <w:p w14:paraId="3CE2EFE4" w14:textId="77777777" w:rsidR="00FF6A85" w:rsidRDefault="00FF6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F0291" w14:textId="77777777" w:rsidR="00FF6A85" w:rsidRDefault="00FF6A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3D3C3D28" w14:textId="2DE95945" w:rsidR="00FF6A85" w:rsidRDefault="00FF6A85">
        <w:pPr>
          <w:pStyle w:val="Footer"/>
          <w:jc w:val="right"/>
        </w:pPr>
        <w:r>
          <w:fldChar w:fldCharType="begin"/>
        </w:r>
        <w:r>
          <w:instrText xml:space="preserve"> PAGE   \* MERGEFORMAT </w:instrText>
        </w:r>
        <w:r>
          <w:fldChar w:fldCharType="separate"/>
        </w:r>
        <w:r w:rsidR="0042238E">
          <w:rPr>
            <w:noProof/>
          </w:rPr>
          <w:t>22</w:t>
        </w:r>
        <w:r>
          <w:fldChar w:fldCharType="end"/>
        </w:r>
      </w:p>
    </w:sdtContent>
  </w:sdt>
  <w:p w14:paraId="4B030B2F" w14:textId="77777777" w:rsidR="00FF6A85" w:rsidRDefault="00FF6A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1E0C3AB3" w14:textId="77777777" w:rsidR="00FF6A85" w:rsidRDefault="00FF6A85">
        <w:pPr>
          <w:pStyle w:val="Footer"/>
          <w:jc w:val="right"/>
        </w:pPr>
        <w:r>
          <w:fldChar w:fldCharType="begin"/>
        </w:r>
        <w:r>
          <w:instrText xml:space="preserve"> PAGE   \* MERGEFORMAT </w:instrText>
        </w:r>
        <w:r>
          <w:fldChar w:fldCharType="separate"/>
        </w:r>
        <w:r>
          <w:t>44</w:t>
        </w:r>
        <w:r>
          <w:fldChar w:fldCharType="end"/>
        </w:r>
      </w:p>
    </w:sdtContent>
  </w:sdt>
  <w:p w14:paraId="5634AEC1" w14:textId="77777777" w:rsidR="00FF6A85" w:rsidRDefault="00FF6A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FF6A85" w:rsidRPr="004D223F" w:rsidRDefault="00FF6A85" w:rsidP="00C7701D">
      <w:r>
        <w:continuationSeparator/>
      </w:r>
    </w:p>
  </w:footnote>
  <w:footnote w:type="continuationSeparator" w:id="0">
    <w:p w14:paraId="386C71B3" w14:textId="77777777" w:rsidR="00FF6A85" w:rsidRDefault="00FF6A85">
      <w:r>
        <w:continuationSeparator/>
      </w:r>
    </w:p>
  </w:footnote>
  <w:footnote w:type="continuationNotice" w:id="1">
    <w:p w14:paraId="06529B1A" w14:textId="77777777" w:rsidR="00FF6A85" w:rsidRDefault="00FF6A85"/>
  </w:footnote>
  <w:footnote w:id="2">
    <w:p w14:paraId="5CFDF0D3" w14:textId="77777777" w:rsidR="00FF6A85" w:rsidRPr="00E9222D" w:rsidRDefault="00FF6A85">
      <w:pPr>
        <w:pStyle w:val="FootnoteText"/>
      </w:pPr>
      <w:r>
        <w:rPr>
          <w:rStyle w:val="FootnoteReference"/>
        </w:rPr>
        <w:footnoteRef/>
      </w:r>
      <w:r>
        <w:t xml:space="preserve"> </w:t>
      </w:r>
      <w:hyperlink r:id="rId1" w:history="1">
        <w:r>
          <w:rPr>
            <w:rStyle w:val="Hyperlink"/>
          </w:rPr>
          <w:t>http://eur-lex.europa.eu/legal-content/CS/TXT/?uri=CELEX%3A32015R0233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029CC" w14:textId="77777777" w:rsidR="00FF6A85" w:rsidRDefault="00FF6A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42CBE5CB" w:rsidR="00FF6A85" w:rsidRPr="001A280E" w:rsidRDefault="00FF6A85" w:rsidP="001A2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FF6A85" w:rsidRDefault="00FF6A85">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5B4ED"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FF6A85" w:rsidRDefault="00FF6A8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drawingGridHorizontalSpacing w:val="90"/>
  <w:drawingGridVerticalSpacing w:val="181"/>
  <w:displayHorizontalDrawingGridEvery w:val="2"/>
  <w:noPunctuationKerning/>
  <w:characterSpacingControl w:val="doNotCompress"/>
  <w:hdrShapeDefaults>
    <o:shapedefaults v:ext="edit" spidmax="53249"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EC2"/>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39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37C8C"/>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80E"/>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2BB7"/>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B55BA"/>
    <w:rsid w:val="002C1F24"/>
    <w:rsid w:val="002C4B54"/>
    <w:rsid w:val="002C5729"/>
    <w:rsid w:val="002C5782"/>
    <w:rsid w:val="002C6479"/>
    <w:rsid w:val="002D14FC"/>
    <w:rsid w:val="002D2944"/>
    <w:rsid w:val="002D512C"/>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6B8"/>
    <w:rsid w:val="00324840"/>
    <w:rsid w:val="003260D7"/>
    <w:rsid w:val="003264FC"/>
    <w:rsid w:val="003335A9"/>
    <w:rsid w:val="0033504B"/>
    <w:rsid w:val="003353A9"/>
    <w:rsid w:val="003355CE"/>
    <w:rsid w:val="003358B6"/>
    <w:rsid w:val="003371AF"/>
    <w:rsid w:val="003411F8"/>
    <w:rsid w:val="00341517"/>
    <w:rsid w:val="003418AD"/>
    <w:rsid w:val="0034348F"/>
    <w:rsid w:val="00345499"/>
    <w:rsid w:val="003475AF"/>
    <w:rsid w:val="00347FF0"/>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7C0"/>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38E"/>
    <w:rsid w:val="00422C76"/>
    <w:rsid w:val="0042419F"/>
    <w:rsid w:val="00424A0A"/>
    <w:rsid w:val="00424BB8"/>
    <w:rsid w:val="00427423"/>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1B11"/>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4DDF"/>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523"/>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17EB"/>
    <w:rsid w:val="006162F0"/>
    <w:rsid w:val="006171B4"/>
    <w:rsid w:val="00617F95"/>
    <w:rsid w:val="0062069D"/>
    <w:rsid w:val="00621B0F"/>
    <w:rsid w:val="00625DC4"/>
    <w:rsid w:val="0062777A"/>
    <w:rsid w:val="00627E07"/>
    <w:rsid w:val="00633D3F"/>
    <w:rsid w:val="00634086"/>
    <w:rsid w:val="00634337"/>
    <w:rsid w:val="00637945"/>
    <w:rsid w:val="0064027F"/>
    <w:rsid w:val="00642098"/>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49A"/>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46E5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D7CE2"/>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2781B"/>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4BA5"/>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0A84"/>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2841"/>
    <w:rsid w:val="00AF649C"/>
    <w:rsid w:val="00AF6C6D"/>
    <w:rsid w:val="00AF70A5"/>
    <w:rsid w:val="00AF7A0B"/>
    <w:rsid w:val="00B011A0"/>
    <w:rsid w:val="00B02080"/>
    <w:rsid w:val="00B04987"/>
    <w:rsid w:val="00B07F02"/>
    <w:rsid w:val="00B14A33"/>
    <w:rsid w:val="00B14E1C"/>
    <w:rsid w:val="00B16CF0"/>
    <w:rsid w:val="00B22E07"/>
    <w:rsid w:val="00B25881"/>
    <w:rsid w:val="00B266E8"/>
    <w:rsid w:val="00B26D2F"/>
    <w:rsid w:val="00B33C3B"/>
    <w:rsid w:val="00B33D65"/>
    <w:rsid w:val="00B34328"/>
    <w:rsid w:val="00B3614F"/>
    <w:rsid w:val="00B36FA6"/>
    <w:rsid w:val="00B416F0"/>
    <w:rsid w:val="00B41FD3"/>
    <w:rsid w:val="00B43466"/>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18"/>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2332"/>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66C8"/>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196B"/>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A5DFE"/>
    <w:rsid w:val="00DB01EC"/>
    <w:rsid w:val="00DB033A"/>
    <w:rsid w:val="00DB38A5"/>
    <w:rsid w:val="00DB61A5"/>
    <w:rsid w:val="00DB7DDB"/>
    <w:rsid w:val="00DC235A"/>
    <w:rsid w:val="00DC423C"/>
    <w:rsid w:val="00DC5A11"/>
    <w:rsid w:val="00DD08E7"/>
    <w:rsid w:val="00DD0B71"/>
    <w:rsid w:val="00DD0B97"/>
    <w:rsid w:val="00DD468B"/>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3669B"/>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28D2"/>
    <w:rsid w:val="00F2347A"/>
    <w:rsid w:val="00F2424E"/>
    <w:rsid w:val="00F25D8A"/>
    <w:rsid w:val="00F27448"/>
    <w:rsid w:val="00F350C0"/>
    <w:rsid w:val="00F35FA2"/>
    <w:rsid w:val="00F36D5B"/>
    <w:rsid w:val="00F413E1"/>
    <w:rsid w:val="00F45CD9"/>
    <w:rsid w:val="00F46A1B"/>
    <w:rsid w:val="00F4754B"/>
    <w:rsid w:val="00F50AD6"/>
    <w:rsid w:val="00F5287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54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A85"/>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white" stroke="f">
      <v:fill color="white" on="f"/>
      <v:stroke on="f"/>
      <v:textbox inset="0,0,0,0"/>
    </o:shapedefaults>
    <o:shapelayout v:ext="edit">
      <o:idmap v:ext="edit" data="1"/>
    </o:shapelayout>
  </w:shapeDefaults>
  <w:decimalSymbol w:val=","/>
  <w:listSeparator w:val=";"/>
  <w14:docId w14:val="562CBEB6"/>
  <w15:docId w15:val="{4F5AF2AA-F471-4112-95BF-EB7190AE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cs-CZ"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cs-CZ"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cs-CZ"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CS/TXT/?uri=CELEX: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0849E4-6B91-4D72-861A-978160DF2C89}">
  <ds:schemaRefs>
    <ds:schemaRef ds:uri="http://schemas.openxmlformats.org/officeDocument/2006/bibliography"/>
  </ds:schemaRefs>
</ds:datastoreItem>
</file>

<file path=customXml/itemProps2.xml><?xml version="1.0" encoding="utf-8"?>
<ds:datastoreItem xmlns:ds="http://schemas.openxmlformats.org/officeDocument/2006/customXml" ds:itemID="{93C6247F-C883-419C-BDA4-A713EB9E0541}">
  <ds:schemaRefs>
    <ds:schemaRef ds:uri="http://schemas.openxmlformats.org/officeDocument/2006/bibliography"/>
  </ds:schemaRefs>
</ds:datastoreItem>
</file>

<file path=customXml/itemProps3.xml><?xml version="1.0" encoding="utf-8"?>
<ds:datastoreItem xmlns:ds="http://schemas.openxmlformats.org/officeDocument/2006/customXml" ds:itemID="{55D4A47B-B2EE-4470-B985-FDFEA7DB8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7175</Words>
  <Characters>42431</Characters>
  <Application>Microsoft Office Word</Application>
  <DocSecurity>0</DocSecurity>
  <Lines>1034</Lines>
  <Paragraphs>604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49002</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OBERMAIER Klara (DGT)</cp:lastModifiedBy>
  <cp:revision>6</cp:revision>
  <cp:lastPrinted>2015-04-10T08:05:00Z</cp:lastPrinted>
  <dcterms:created xsi:type="dcterms:W3CDTF">2020-12-02T17:03:00Z</dcterms:created>
  <dcterms:modified xsi:type="dcterms:W3CDTF">2020-12-15T06:57:00Z</dcterms:modified>
</cp:coreProperties>
</file>